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761" w:rsidRDefault="003C7761" w:rsidP="00B17BFA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СУХОБУЗИМСКОГО  РАЙОНА       КРАСНОЯРСКОГО  КРАЯ</w:t>
      </w:r>
    </w:p>
    <w:p w:rsidR="003C7761" w:rsidRDefault="003C7761" w:rsidP="00B17BFA">
      <w:pPr>
        <w:jc w:val="center"/>
        <w:rPr>
          <w:sz w:val="28"/>
          <w:szCs w:val="28"/>
        </w:rPr>
      </w:pPr>
    </w:p>
    <w:p w:rsidR="003C7761" w:rsidRDefault="003C7761" w:rsidP="00B17BFA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3C7761" w:rsidRDefault="003C7761" w:rsidP="00B17BFA">
      <w:pPr>
        <w:jc w:val="center"/>
        <w:rPr>
          <w:sz w:val="28"/>
          <w:szCs w:val="28"/>
        </w:rPr>
      </w:pPr>
    </w:p>
    <w:p w:rsidR="003C7761" w:rsidRDefault="003C7761" w:rsidP="00B17BFA">
      <w:pPr>
        <w:jc w:val="center"/>
        <w:rPr>
          <w:sz w:val="28"/>
          <w:szCs w:val="28"/>
        </w:rPr>
      </w:pPr>
    </w:p>
    <w:p w:rsidR="003C7761" w:rsidRDefault="003C7761" w:rsidP="00B17BFA">
      <w:pPr>
        <w:jc w:val="both"/>
        <w:rPr>
          <w:sz w:val="28"/>
          <w:szCs w:val="28"/>
        </w:rPr>
      </w:pPr>
      <w:r>
        <w:rPr>
          <w:sz w:val="28"/>
          <w:szCs w:val="28"/>
        </w:rPr>
        <w:t>23.12.2015                            с. Сухобузимское                               № 575-п</w:t>
      </w:r>
    </w:p>
    <w:p w:rsidR="003C7761" w:rsidRDefault="003C7761" w:rsidP="00B17BFA">
      <w:pPr>
        <w:jc w:val="both"/>
        <w:rPr>
          <w:sz w:val="28"/>
          <w:szCs w:val="28"/>
        </w:rPr>
      </w:pPr>
    </w:p>
    <w:p w:rsidR="003C7761" w:rsidRDefault="003C7761" w:rsidP="00B17BFA"/>
    <w:p w:rsidR="003C7761" w:rsidRDefault="003C7761" w:rsidP="00B17BFA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постановления</w:t>
      </w:r>
    </w:p>
    <w:p w:rsidR="003C7761" w:rsidRDefault="003C7761" w:rsidP="00B17BFA">
      <w:pPr>
        <w:rPr>
          <w:sz w:val="28"/>
          <w:szCs w:val="28"/>
        </w:rPr>
      </w:pPr>
      <w:r>
        <w:rPr>
          <w:sz w:val="28"/>
          <w:szCs w:val="28"/>
        </w:rPr>
        <w:t>администрации Сухобузимского района</w:t>
      </w:r>
    </w:p>
    <w:p w:rsidR="003C7761" w:rsidRDefault="003C7761" w:rsidP="00B17BFA">
      <w:pPr>
        <w:rPr>
          <w:sz w:val="28"/>
          <w:szCs w:val="28"/>
        </w:rPr>
      </w:pPr>
      <w:r>
        <w:rPr>
          <w:sz w:val="28"/>
          <w:szCs w:val="28"/>
        </w:rPr>
        <w:t xml:space="preserve">от 29.09.2014 №814-п «Об утверждении </w:t>
      </w:r>
    </w:p>
    <w:p w:rsidR="003C7761" w:rsidRDefault="003C7761" w:rsidP="00B17BFA">
      <w:pPr>
        <w:rPr>
          <w:sz w:val="28"/>
          <w:szCs w:val="28"/>
        </w:rPr>
      </w:pPr>
      <w:r>
        <w:rPr>
          <w:sz w:val="28"/>
          <w:szCs w:val="28"/>
        </w:rPr>
        <w:t xml:space="preserve">примерного положения об оплате труда </w:t>
      </w:r>
    </w:p>
    <w:p w:rsidR="003C7761" w:rsidRDefault="003C7761" w:rsidP="00B17BFA">
      <w:pPr>
        <w:rPr>
          <w:sz w:val="28"/>
          <w:szCs w:val="28"/>
        </w:rPr>
      </w:pPr>
      <w:r>
        <w:rPr>
          <w:sz w:val="28"/>
          <w:szCs w:val="28"/>
        </w:rPr>
        <w:t>работников муниципальных, бюджетных</w:t>
      </w:r>
    </w:p>
    <w:p w:rsidR="003C7761" w:rsidRDefault="003C7761" w:rsidP="00B17BFA">
      <w:pPr>
        <w:rPr>
          <w:sz w:val="28"/>
          <w:szCs w:val="28"/>
        </w:rPr>
      </w:pPr>
      <w:r>
        <w:rPr>
          <w:sz w:val="28"/>
          <w:szCs w:val="28"/>
        </w:rPr>
        <w:t xml:space="preserve"> и казенных учреждений социального обслуживания» </w:t>
      </w:r>
    </w:p>
    <w:p w:rsidR="003C7761" w:rsidRDefault="003C7761" w:rsidP="00B17BFA">
      <w:pPr>
        <w:rPr>
          <w:sz w:val="28"/>
          <w:szCs w:val="28"/>
        </w:rPr>
      </w:pPr>
    </w:p>
    <w:p w:rsidR="003C7761" w:rsidRDefault="003C7761" w:rsidP="00B17BFA">
      <w:pPr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 статьей 53 Федерального закона от 06.10.2003 № 131- ФЗ «Об общих принципах организации местного самоуправления в Российской Федерации», Решением Сухобузимского районного Совета депутатов от   23.09.2014 № 50-4/521 «Об утверждении положения о системах оплаты труда работников муниципальных учреждений»  ПОСТАНОВЛЯЮ:</w:t>
      </w:r>
    </w:p>
    <w:p w:rsidR="003C7761" w:rsidRDefault="003C7761" w:rsidP="00B17BFA">
      <w:pPr>
        <w:rPr>
          <w:sz w:val="28"/>
          <w:szCs w:val="28"/>
        </w:rPr>
      </w:pPr>
    </w:p>
    <w:p w:rsidR="003C7761" w:rsidRDefault="003C7761" w:rsidP="00B17BFA">
      <w:pPr>
        <w:rPr>
          <w:sz w:val="28"/>
          <w:szCs w:val="28"/>
        </w:rPr>
      </w:pPr>
      <w:r>
        <w:rPr>
          <w:sz w:val="28"/>
          <w:szCs w:val="28"/>
        </w:rPr>
        <w:t>1.Внести в постановление администрации Сухобузимского района от 29.09.2014 №814-п «Об утверждении примерного положения об оплате труда работников муниципальных, бюджетных и казенных учреждений социального обслуживания» следующие изменения:</w:t>
      </w:r>
    </w:p>
    <w:p w:rsidR="003C7761" w:rsidRDefault="003C7761" w:rsidP="00B17BFA">
      <w:pPr>
        <w:numPr>
          <w:ilvl w:val="1"/>
          <w:numId w:val="1"/>
        </w:numPr>
        <w:suppressAutoHyphens/>
        <w:rPr>
          <w:sz w:val="28"/>
          <w:szCs w:val="28"/>
        </w:rPr>
      </w:pPr>
      <w:r>
        <w:rPr>
          <w:sz w:val="28"/>
          <w:szCs w:val="28"/>
        </w:rPr>
        <w:t>В примерном положении об оплате труда работников муниципальных, бюджетных и казенных учреждений социального обслуживания:</w:t>
      </w:r>
    </w:p>
    <w:p w:rsidR="003C7761" w:rsidRDefault="003C7761" w:rsidP="00B17BFA">
      <w:pPr>
        <w:rPr>
          <w:sz w:val="28"/>
          <w:szCs w:val="28"/>
        </w:rPr>
      </w:pPr>
    </w:p>
    <w:p w:rsidR="003C7761" w:rsidRDefault="003C7761" w:rsidP="00B17BFA">
      <w:pPr>
        <w:rPr>
          <w:sz w:val="28"/>
          <w:szCs w:val="28"/>
        </w:rPr>
      </w:pPr>
      <w:r>
        <w:rPr>
          <w:sz w:val="28"/>
          <w:szCs w:val="28"/>
        </w:rPr>
        <w:t xml:space="preserve"> - дополнить приложением №14 (Нормативы штатной численности муниципальных учреждений социального обслуживания), изложив в редакции, согласно приложению №1 к настоящему постановлению;</w:t>
      </w:r>
    </w:p>
    <w:p w:rsidR="003C7761" w:rsidRDefault="003C7761" w:rsidP="00B17BFA">
      <w:pPr>
        <w:rPr>
          <w:sz w:val="28"/>
          <w:szCs w:val="28"/>
        </w:rPr>
      </w:pPr>
      <w:r>
        <w:rPr>
          <w:sz w:val="28"/>
          <w:szCs w:val="28"/>
        </w:rPr>
        <w:t>- приложение №1 изложить в новой редакции, согласно приложению №2 к настоящему постановлению;</w:t>
      </w:r>
    </w:p>
    <w:p w:rsidR="003C7761" w:rsidRDefault="003C7761" w:rsidP="00B17BFA">
      <w:pPr>
        <w:rPr>
          <w:sz w:val="28"/>
          <w:szCs w:val="28"/>
        </w:rPr>
      </w:pPr>
      <w:r>
        <w:rPr>
          <w:sz w:val="28"/>
          <w:szCs w:val="28"/>
        </w:rPr>
        <w:t>- приложение №6 изложить в новой редакции, согласно приложению №3 к настоящему постановлению;</w:t>
      </w:r>
    </w:p>
    <w:p w:rsidR="003C7761" w:rsidRDefault="003C7761" w:rsidP="00B17BFA">
      <w:pPr>
        <w:rPr>
          <w:sz w:val="28"/>
          <w:szCs w:val="28"/>
        </w:rPr>
      </w:pPr>
      <w:r>
        <w:rPr>
          <w:sz w:val="28"/>
          <w:szCs w:val="28"/>
        </w:rPr>
        <w:t xml:space="preserve">- приложение №7 изложить в новой редакции, согласно приложению №4 к настоящему постановлению </w:t>
      </w:r>
    </w:p>
    <w:p w:rsidR="003C7761" w:rsidRDefault="003C7761" w:rsidP="00B17BFA">
      <w:pPr>
        <w:rPr>
          <w:sz w:val="28"/>
          <w:szCs w:val="28"/>
        </w:rPr>
      </w:pPr>
      <w:r>
        <w:rPr>
          <w:sz w:val="28"/>
          <w:szCs w:val="28"/>
        </w:rPr>
        <w:t xml:space="preserve">2. Контроль за выполнением настоящего постановления возложить на заместителя главы  района по финансово-экономическим вопросам </w:t>
      </w:r>
    </w:p>
    <w:p w:rsidR="003C7761" w:rsidRDefault="003C7761" w:rsidP="00B17BFA">
      <w:pPr>
        <w:rPr>
          <w:sz w:val="28"/>
          <w:szCs w:val="28"/>
        </w:rPr>
      </w:pPr>
      <w:r>
        <w:rPr>
          <w:sz w:val="28"/>
          <w:szCs w:val="28"/>
        </w:rPr>
        <w:t>Сошину Т.А.</w:t>
      </w:r>
    </w:p>
    <w:p w:rsidR="003C7761" w:rsidRDefault="003C7761" w:rsidP="00B17BFA">
      <w:pPr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со дня его официального  опубликовании, но не ранее  01.01.2016.</w:t>
      </w:r>
    </w:p>
    <w:p w:rsidR="003C7761" w:rsidRDefault="003C7761" w:rsidP="00B17BFA">
      <w:pPr>
        <w:jc w:val="both"/>
        <w:rPr>
          <w:sz w:val="28"/>
          <w:szCs w:val="28"/>
        </w:rPr>
      </w:pPr>
    </w:p>
    <w:p w:rsidR="003C7761" w:rsidRDefault="003C7761" w:rsidP="00B17BFA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Глава  района                                      В.П. Влиско</w:t>
      </w:r>
    </w:p>
    <w:p w:rsidR="003C7761" w:rsidRDefault="003C7761" w:rsidP="00B17BFA">
      <w:pPr>
        <w:jc w:val="right"/>
      </w:pPr>
      <w:r>
        <w:t>Приложение 1</w:t>
      </w:r>
    </w:p>
    <w:p w:rsidR="003C7761" w:rsidRDefault="003C7761" w:rsidP="00B17BFA">
      <w:pPr>
        <w:jc w:val="right"/>
      </w:pPr>
      <w:r>
        <w:t>к постановлению администрации</w:t>
      </w:r>
    </w:p>
    <w:p w:rsidR="003C7761" w:rsidRDefault="003C7761" w:rsidP="00B17BFA">
      <w:pPr>
        <w:jc w:val="right"/>
      </w:pPr>
      <w:r>
        <w:t>Сухобузимского района от 23.12.2015 №575-п</w:t>
      </w:r>
    </w:p>
    <w:p w:rsidR="003C7761" w:rsidRDefault="003C7761" w:rsidP="00B17BFA">
      <w:pPr>
        <w:jc w:val="right"/>
      </w:pPr>
    </w:p>
    <w:p w:rsidR="003C7761" w:rsidRDefault="003C7761" w:rsidP="00B17BFA">
      <w:pPr>
        <w:jc w:val="right"/>
      </w:pPr>
    </w:p>
    <w:p w:rsidR="003C7761" w:rsidRDefault="003C7761" w:rsidP="00B17BFA">
      <w:pPr>
        <w:jc w:val="right"/>
      </w:pPr>
      <w:r>
        <w:t>Приложение №14</w:t>
      </w:r>
    </w:p>
    <w:p w:rsidR="003C7761" w:rsidRDefault="003C7761" w:rsidP="00B17BFA">
      <w:pPr>
        <w:jc w:val="right"/>
      </w:pPr>
      <w:r>
        <w:t>Нормативы штатной численности муниципальных</w:t>
      </w:r>
    </w:p>
    <w:p w:rsidR="003C7761" w:rsidRDefault="003C7761" w:rsidP="00B17BFA">
      <w:pPr>
        <w:jc w:val="right"/>
      </w:pPr>
      <w:r>
        <w:t>учреждений социального обслуживания</w:t>
      </w:r>
    </w:p>
    <w:p w:rsidR="003C7761" w:rsidRDefault="003C7761" w:rsidP="00B17BFA">
      <w:pPr>
        <w:jc w:val="right"/>
      </w:pPr>
    </w:p>
    <w:p w:rsidR="003C7761" w:rsidRDefault="003C7761" w:rsidP="00B17BFA">
      <w:pPr>
        <w:jc w:val="right"/>
      </w:pPr>
    </w:p>
    <w:tbl>
      <w:tblPr>
        <w:tblW w:w="962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6"/>
        <w:gridCol w:w="3568"/>
        <w:gridCol w:w="1094"/>
        <w:gridCol w:w="1084"/>
        <w:gridCol w:w="1466"/>
        <w:gridCol w:w="1896"/>
      </w:tblGrid>
      <w:tr w:rsidR="003C7761" w:rsidTr="0023782B"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</w:p>
          <w:p w:rsidR="003C7761" w:rsidRPr="007701EC" w:rsidRDefault="003C7761" w:rsidP="0023782B">
            <w:pPr>
              <w:pStyle w:val="ConsPlusNormal"/>
              <w:jc w:val="center"/>
            </w:pPr>
          </w:p>
          <w:p w:rsidR="003C7761" w:rsidRPr="007701EC" w:rsidRDefault="003C7761" w:rsidP="0023782B">
            <w:pPr>
              <w:pStyle w:val="ConsPlusNormal"/>
              <w:jc w:val="center"/>
            </w:pPr>
          </w:p>
          <w:p w:rsidR="003C7761" w:rsidRPr="007701EC" w:rsidRDefault="003C7761" w:rsidP="0023782B">
            <w:pPr>
              <w:pStyle w:val="ConsPlusNormal"/>
              <w:jc w:val="center"/>
            </w:pPr>
          </w:p>
          <w:p w:rsidR="003C7761" w:rsidRPr="007701EC" w:rsidRDefault="003C7761" w:rsidP="0023782B">
            <w:pPr>
              <w:pStyle w:val="ConsPlusNormal"/>
              <w:jc w:val="center"/>
            </w:pPr>
          </w:p>
        </w:tc>
        <w:tc>
          <w:tcPr>
            <w:tcW w:w="3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Наименование должности</w:t>
            </w:r>
          </w:p>
        </w:tc>
        <w:tc>
          <w:tcPr>
            <w:tcW w:w="5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Количество получателей социальных услуг</w:t>
            </w:r>
          </w:p>
        </w:tc>
      </w:tr>
      <w:tr w:rsidR="003C7761" w:rsidTr="0023782B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ind w:firstLine="540"/>
              <w:jc w:val="both"/>
            </w:pPr>
          </w:p>
        </w:tc>
        <w:tc>
          <w:tcPr>
            <w:tcW w:w="3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ind w:firstLine="540"/>
              <w:jc w:val="both"/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до 500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501 - 1000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1001 - 2000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свыше 2000</w:t>
            </w:r>
          </w:p>
        </w:tc>
      </w:tr>
      <w:tr w:rsidR="003C7761" w:rsidTr="0023782B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ind w:firstLine="540"/>
              <w:jc w:val="both"/>
            </w:pPr>
          </w:p>
        </w:tc>
        <w:tc>
          <w:tcPr>
            <w:tcW w:w="3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ind w:firstLine="540"/>
              <w:jc w:val="both"/>
            </w:pPr>
          </w:p>
        </w:tc>
        <w:tc>
          <w:tcPr>
            <w:tcW w:w="5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Количество штатных единиц</w:t>
            </w:r>
          </w:p>
        </w:tc>
      </w:tr>
      <w:tr w:rsidR="003C7761" w:rsidTr="0023782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1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5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6</w:t>
            </w:r>
          </w:p>
        </w:tc>
      </w:tr>
      <w:tr w:rsidR="003C7761" w:rsidTr="0023782B">
        <w:tc>
          <w:tcPr>
            <w:tcW w:w="9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outlineLvl w:val="2"/>
            </w:pPr>
            <w:r w:rsidRPr="007701EC">
              <w:t>I. Административно-управленческий персонал</w:t>
            </w:r>
          </w:p>
        </w:tc>
      </w:tr>
      <w:tr w:rsidR="003C7761" w:rsidTr="0023782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</w:pPr>
            <w:r w:rsidRPr="007701EC">
              <w:t>1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</w:pPr>
            <w:r w:rsidRPr="007701EC">
              <w:t>Директор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1,0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1,0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1,0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1,0</w:t>
            </w:r>
          </w:p>
        </w:tc>
      </w:tr>
      <w:tr w:rsidR="003C7761" w:rsidTr="0023782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</w:pPr>
            <w:r w:rsidRPr="007701EC">
              <w:t>2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</w:pPr>
            <w:r w:rsidRPr="007701EC">
              <w:t>Заместитель директора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-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1,0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1,0</w:t>
            </w:r>
          </w:p>
        </w:tc>
      </w:tr>
      <w:tr w:rsidR="003C7761" w:rsidTr="0023782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</w:pPr>
            <w:r w:rsidRPr="007701EC">
              <w:t>3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</w:pPr>
            <w:r w:rsidRPr="007701EC">
              <w:t>Специалист по охране труда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0,5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0,5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0,5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</w:pPr>
            <w:r w:rsidRPr="007701EC">
              <w:t>1,0 при численности учреждения свыше 50 человек</w:t>
            </w:r>
          </w:p>
        </w:tc>
      </w:tr>
      <w:tr w:rsidR="003C7761" w:rsidTr="0023782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</w:pPr>
            <w:r w:rsidRPr="007701EC">
              <w:t>4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</w:pPr>
            <w:r w:rsidRPr="007701EC">
              <w:t>Главный бухгалтер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1,0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1,0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1,0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1,0</w:t>
            </w:r>
          </w:p>
        </w:tc>
      </w:tr>
      <w:tr w:rsidR="003C7761" w:rsidTr="0023782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</w:pPr>
            <w:r w:rsidRPr="007701EC">
              <w:t>5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</w:pPr>
            <w:r w:rsidRPr="007701EC">
              <w:t>Бухгалтер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1,0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1,0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1,0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2,0</w:t>
            </w:r>
          </w:p>
        </w:tc>
      </w:tr>
      <w:tr w:rsidR="003C7761" w:rsidTr="0023782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</w:pPr>
            <w:r w:rsidRPr="007701EC">
              <w:t>6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</w:pPr>
            <w:r w:rsidRPr="007701EC">
              <w:t>Экономист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-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0,5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1,0</w:t>
            </w:r>
          </w:p>
        </w:tc>
      </w:tr>
      <w:tr w:rsidR="003C7761" w:rsidTr="0023782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</w:pPr>
            <w:r w:rsidRPr="007701EC">
              <w:t>7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</w:pPr>
            <w:r w:rsidRPr="007701EC">
              <w:t>Инженер-программист (программист)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-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0,5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1,0</w:t>
            </w:r>
          </w:p>
        </w:tc>
      </w:tr>
      <w:tr w:rsidR="003C7761" w:rsidTr="0023782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</w:pPr>
            <w:r w:rsidRPr="007701EC">
              <w:t>8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</w:pPr>
            <w:r w:rsidRPr="007701EC">
              <w:t>Специалист по кадрам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0,5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1,0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1,0</w:t>
            </w:r>
          </w:p>
        </w:tc>
      </w:tr>
      <w:tr w:rsidR="003C7761" w:rsidTr="0023782B">
        <w:tc>
          <w:tcPr>
            <w:tcW w:w="9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outlineLvl w:val="2"/>
            </w:pPr>
            <w:r w:rsidRPr="007701EC">
              <w:t>II. Вспомогательный и обслуживающий персонал</w:t>
            </w:r>
          </w:p>
        </w:tc>
      </w:tr>
      <w:tr w:rsidR="003C7761" w:rsidTr="0023782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</w:pPr>
            <w:r w:rsidRPr="007701EC">
              <w:t>1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</w:pPr>
            <w:r w:rsidRPr="007701EC">
              <w:t>Водитель автомобиля</w:t>
            </w:r>
          </w:p>
        </w:tc>
        <w:tc>
          <w:tcPr>
            <w:tcW w:w="5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</w:pPr>
            <w:r w:rsidRPr="007701EC">
              <w:t>1,0 на одну единицу транспорта (при наличии автобусов, грузовых автомобилей или спецмашин) с учетом полного использования нормативного времени</w:t>
            </w:r>
          </w:p>
        </w:tc>
      </w:tr>
      <w:tr w:rsidR="003C7761" w:rsidTr="0023782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</w:pPr>
            <w:r w:rsidRPr="007701EC">
              <w:t>2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</w:pPr>
            <w:r w:rsidRPr="007701EC">
              <w:t>Уборщик служебных  помещений</w:t>
            </w:r>
          </w:p>
        </w:tc>
        <w:tc>
          <w:tcPr>
            <w:tcW w:w="5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</w:pPr>
            <w:r w:rsidRPr="007701EC">
              <w:t xml:space="preserve">1,0 на каждые </w:t>
            </w:r>
            <w:smartTag w:uri="urn:schemas-microsoft-com:office:smarttags" w:element="metricconverter">
              <w:smartTagPr>
                <w:attr w:name="ProductID" w:val="500 кв. м"/>
              </w:smartTagPr>
              <w:r w:rsidRPr="007701EC">
                <w:t>500 кв. м</w:t>
              </w:r>
            </w:smartTag>
            <w:r w:rsidRPr="007701EC">
              <w:t xml:space="preserve"> убираемой площади, но не менее 1,0 единицы на учреждение</w:t>
            </w:r>
          </w:p>
        </w:tc>
      </w:tr>
      <w:tr w:rsidR="003C7761" w:rsidTr="0023782B">
        <w:tc>
          <w:tcPr>
            <w:tcW w:w="9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outlineLvl w:val="2"/>
            </w:pPr>
            <w:r w:rsidRPr="007701EC">
              <w:t>III. Основной персонал</w:t>
            </w:r>
          </w:p>
        </w:tc>
      </w:tr>
      <w:tr w:rsidR="003C7761" w:rsidTr="0023782B">
        <w:tc>
          <w:tcPr>
            <w:tcW w:w="9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outlineLvl w:val="3"/>
            </w:pPr>
            <w:r w:rsidRPr="007701EC">
              <w:t>Отделение срочного социального обслуживания</w:t>
            </w:r>
          </w:p>
        </w:tc>
      </w:tr>
      <w:tr w:rsidR="003C7761" w:rsidTr="0023782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</w:pPr>
            <w:r w:rsidRPr="007701EC">
              <w:t>1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</w:pPr>
            <w:r w:rsidRPr="007701EC">
              <w:t>Заведующий отделением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1,0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1,0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1,0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1,0</w:t>
            </w:r>
          </w:p>
        </w:tc>
      </w:tr>
      <w:tr w:rsidR="003C7761" w:rsidTr="0023782B"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</w:pPr>
          </w:p>
          <w:p w:rsidR="003C7761" w:rsidRPr="007701EC" w:rsidRDefault="003C7761" w:rsidP="0023782B">
            <w:pPr>
              <w:pStyle w:val="ConsPlusNormal"/>
            </w:pPr>
            <w:r w:rsidRPr="007701EC">
              <w:t>2</w:t>
            </w:r>
          </w:p>
        </w:tc>
        <w:tc>
          <w:tcPr>
            <w:tcW w:w="3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</w:pPr>
          </w:p>
          <w:p w:rsidR="003C7761" w:rsidRPr="007701EC" w:rsidRDefault="003C7761" w:rsidP="0023782B">
            <w:pPr>
              <w:pStyle w:val="ConsPlusNormal"/>
            </w:pPr>
            <w:r w:rsidRPr="007701EC">
              <w:t>Специалист по социальной работе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</w:p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1,0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</w:p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1,0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</w:p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1,0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</w:p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9,0</w:t>
            </w:r>
          </w:p>
        </w:tc>
      </w:tr>
      <w:tr w:rsidR="003C7761" w:rsidTr="0023782B">
        <w:trPr>
          <w:trHeight w:val="2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ind w:firstLine="540"/>
              <w:jc w:val="both"/>
            </w:pPr>
          </w:p>
        </w:tc>
        <w:tc>
          <w:tcPr>
            <w:tcW w:w="3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ind w:firstLine="540"/>
              <w:jc w:val="both"/>
            </w:pPr>
          </w:p>
        </w:tc>
        <w:tc>
          <w:tcPr>
            <w:tcW w:w="1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</w:pPr>
          </w:p>
        </w:tc>
        <w:tc>
          <w:tcPr>
            <w:tcW w:w="10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</w:pP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</w:pPr>
          </w:p>
        </w:tc>
        <w:tc>
          <w:tcPr>
            <w:tcW w:w="18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</w:pPr>
          </w:p>
        </w:tc>
      </w:tr>
      <w:tr w:rsidR="003C7761" w:rsidTr="0023782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</w:pPr>
            <w:r w:rsidRPr="007701EC">
              <w:t>3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</w:pPr>
            <w:r w:rsidRPr="007701EC">
              <w:t>Юрисконсульт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0,5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0,5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0,5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1,0</w:t>
            </w:r>
          </w:p>
        </w:tc>
      </w:tr>
      <w:tr w:rsidR="003C7761" w:rsidTr="0023782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</w:pPr>
            <w:r w:rsidRPr="007701EC">
              <w:t>4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</w:pPr>
            <w:r w:rsidRPr="007701EC">
              <w:t>Социальный работник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0,5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0,5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0,5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2,0</w:t>
            </w:r>
          </w:p>
        </w:tc>
      </w:tr>
      <w:tr w:rsidR="003C7761" w:rsidTr="0023782B">
        <w:tc>
          <w:tcPr>
            <w:tcW w:w="9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outlineLvl w:val="3"/>
            </w:pPr>
            <w:r w:rsidRPr="007701EC">
              <w:t>Социально-реабилитационное отделение</w:t>
            </w:r>
          </w:p>
        </w:tc>
      </w:tr>
      <w:tr w:rsidR="003C7761" w:rsidTr="0023782B"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N п/п</w:t>
            </w:r>
          </w:p>
        </w:tc>
        <w:tc>
          <w:tcPr>
            <w:tcW w:w="3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Наименование должности</w:t>
            </w:r>
          </w:p>
        </w:tc>
        <w:tc>
          <w:tcPr>
            <w:tcW w:w="5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Количество получателей социальных услуг (ежемесячно в реабилитационной группе)</w:t>
            </w:r>
          </w:p>
        </w:tc>
      </w:tr>
      <w:tr w:rsidR="003C7761" w:rsidTr="0023782B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ind w:firstLine="540"/>
              <w:jc w:val="both"/>
            </w:pPr>
          </w:p>
        </w:tc>
        <w:tc>
          <w:tcPr>
            <w:tcW w:w="3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ind w:firstLine="540"/>
              <w:jc w:val="both"/>
            </w:pP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от 10 до 15 человек</w:t>
            </w:r>
          </w:p>
        </w:tc>
        <w:tc>
          <w:tcPr>
            <w:tcW w:w="3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от 16 до 30 человек</w:t>
            </w:r>
          </w:p>
        </w:tc>
      </w:tr>
      <w:tr w:rsidR="003C7761" w:rsidTr="0023782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1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2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3</w:t>
            </w:r>
          </w:p>
        </w:tc>
        <w:tc>
          <w:tcPr>
            <w:tcW w:w="3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4</w:t>
            </w:r>
          </w:p>
        </w:tc>
      </w:tr>
      <w:tr w:rsidR="003C7761" w:rsidTr="0023782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</w:pPr>
            <w:r w:rsidRPr="007701EC">
              <w:t>1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761" w:rsidRPr="007701EC" w:rsidRDefault="003C7761" w:rsidP="0023782B">
            <w:pPr>
              <w:pStyle w:val="ConsPlusNormal"/>
            </w:pPr>
            <w:r w:rsidRPr="007701EC">
              <w:t>Заведующий отделением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1,0</w:t>
            </w:r>
          </w:p>
        </w:tc>
        <w:tc>
          <w:tcPr>
            <w:tcW w:w="3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1,0</w:t>
            </w:r>
          </w:p>
        </w:tc>
      </w:tr>
      <w:tr w:rsidR="003C7761" w:rsidTr="0023782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</w:pPr>
            <w:r w:rsidRPr="007701EC">
              <w:t>2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761" w:rsidRPr="007701EC" w:rsidRDefault="003C7761" w:rsidP="0023782B">
            <w:pPr>
              <w:pStyle w:val="ConsPlusNormal"/>
            </w:pPr>
            <w:r w:rsidRPr="007701EC">
              <w:t>Специалист по социальной работе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1,0</w:t>
            </w:r>
          </w:p>
        </w:tc>
        <w:tc>
          <w:tcPr>
            <w:tcW w:w="3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1,0</w:t>
            </w:r>
          </w:p>
        </w:tc>
      </w:tr>
      <w:tr w:rsidR="003C7761" w:rsidTr="0023782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</w:pPr>
            <w:r w:rsidRPr="007701EC">
              <w:t>3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761" w:rsidRPr="007701EC" w:rsidRDefault="003C7761" w:rsidP="0023782B">
            <w:pPr>
              <w:pStyle w:val="ConsPlusNormal"/>
            </w:pPr>
            <w:r w:rsidRPr="007701EC">
              <w:t>Культорганизатор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0,5</w:t>
            </w:r>
          </w:p>
        </w:tc>
        <w:tc>
          <w:tcPr>
            <w:tcW w:w="3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1,0</w:t>
            </w:r>
          </w:p>
        </w:tc>
      </w:tr>
      <w:tr w:rsidR="003C7761" w:rsidTr="0023782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</w:pPr>
            <w:r w:rsidRPr="007701EC">
              <w:t>4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761" w:rsidRPr="007701EC" w:rsidRDefault="003C7761" w:rsidP="0023782B">
            <w:pPr>
              <w:pStyle w:val="ConsPlusNormal"/>
            </w:pPr>
            <w:r w:rsidRPr="007701EC">
              <w:t>Психолог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0,5</w:t>
            </w:r>
          </w:p>
        </w:tc>
        <w:tc>
          <w:tcPr>
            <w:tcW w:w="3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1,0</w:t>
            </w:r>
          </w:p>
        </w:tc>
      </w:tr>
      <w:tr w:rsidR="003C7761" w:rsidTr="0023782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</w:pPr>
            <w:r w:rsidRPr="007701EC">
              <w:t>5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761" w:rsidRPr="007701EC" w:rsidRDefault="003C7761" w:rsidP="0023782B">
            <w:pPr>
              <w:pStyle w:val="ConsPlusNormal"/>
            </w:pPr>
            <w:r w:rsidRPr="007701EC">
              <w:t>Программист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0,5</w:t>
            </w:r>
          </w:p>
        </w:tc>
        <w:tc>
          <w:tcPr>
            <w:tcW w:w="3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1,0</w:t>
            </w:r>
          </w:p>
        </w:tc>
      </w:tr>
      <w:tr w:rsidR="003C7761" w:rsidTr="0023782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</w:pPr>
            <w:r w:rsidRPr="007701EC">
              <w:t>6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761" w:rsidRPr="007701EC" w:rsidRDefault="003C7761" w:rsidP="0023782B">
            <w:pPr>
              <w:pStyle w:val="ConsPlusNormal"/>
            </w:pPr>
            <w:r w:rsidRPr="007701EC">
              <w:t xml:space="preserve">Руководитель кружка 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0,5</w:t>
            </w:r>
          </w:p>
        </w:tc>
        <w:tc>
          <w:tcPr>
            <w:tcW w:w="3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1,0</w:t>
            </w:r>
          </w:p>
        </w:tc>
      </w:tr>
      <w:tr w:rsidR="003C7761" w:rsidTr="0023782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</w:pPr>
            <w:r w:rsidRPr="007701EC">
              <w:t>7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</w:pPr>
            <w:r w:rsidRPr="007701EC">
              <w:t>Специалист по реабилитации инвалидов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2,0</w:t>
            </w:r>
          </w:p>
        </w:tc>
        <w:tc>
          <w:tcPr>
            <w:tcW w:w="3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1,0</w:t>
            </w:r>
          </w:p>
        </w:tc>
      </w:tr>
      <w:tr w:rsidR="003C7761" w:rsidTr="0023782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</w:pPr>
            <w:r w:rsidRPr="007701EC">
              <w:t>8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</w:pPr>
            <w:r w:rsidRPr="007701EC">
              <w:t>Инструктор по адаптивной физической культуре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0,5</w:t>
            </w:r>
          </w:p>
        </w:tc>
        <w:tc>
          <w:tcPr>
            <w:tcW w:w="3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1,0</w:t>
            </w:r>
          </w:p>
        </w:tc>
      </w:tr>
      <w:tr w:rsidR="003C7761" w:rsidTr="0023782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</w:pPr>
            <w:r w:rsidRPr="007701EC">
              <w:t>9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</w:pPr>
            <w:r w:rsidRPr="007701EC">
              <w:t>Методист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0,5</w:t>
            </w:r>
          </w:p>
        </w:tc>
        <w:tc>
          <w:tcPr>
            <w:tcW w:w="3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1,0</w:t>
            </w:r>
          </w:p>
        </w:tc>
      </w:tr>
      <w:tr w:rsidR="003C7761" w:rsidTr="0023782B">
        <w:trPr>
          <w:trHeight w:val="517"/>
        </w:trPr>
        <w:tc>
          <w:tcPr>
            <w:tcW w:w="9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outlineLvl w:val="3"/>
            </w:pPr>
            <w:r w:rsidRPr="007701EC">
              <w:t>Отделение социального обслуживания на дому</w:t>
            </w:r>
          </w:p>
        </w:tc>
      </w:tr>
      <w:tr w:rsidR="003C7761" w:rsidTr="0023782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N п/п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Наименование должности</w:t>
            </w:r>
          </w:p>
        </w:tc>
        <w:tc>
          <w:tcPr>
            <w:tcW w:w="5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  <w:jc w:val="center"/>
            </w:pPr>
            <w:r w:rsidRPr="007701EC">
              <w:t>Сельская местность или городской район, не имеющий коммунального благоустройства</w:t>
            </w:r>
          </w:p>
        </w:tc>
      </w:tr>
      <w:tr w:rsidR="003C7761" w:rsidTr="0023782B">
        <w:trPr>
          <w:trHeight w:val="523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</w:pPr>
            <w:r w:rsidRPr="007701EC">
              <w:t>1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</w:pPr>
            <w:r w:rsidRPr="007701EC">
              <w:t>Заведующий отделением</w:t>
            </w:r>
          </w:p>
        </w:tc>
        <w:tc>
          <w:tcPr>
            <w:tcW w:w="5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</w:pPr>
            <w:r w:rsidRPr="007701EC">
              <w:t>1,0 на 96 и более получателей услуг</w:t>
            </w:r>
          </w:p>
          <w:p w:rsidR="003C7761" w:rsidRPr="007701EC" w:rsidRDefault="003C7761" w:rsidP="0023782B">
            <w:pPr>
              <w:pStyle w:val="ConsPlusNormal"/>
            </w:pPr>
          </w:p>
          <w:p w:rsidR="003C7761" w:rsidRPr="007701EC" w:rsidRDefault="003C7761" w:rsidP="0023782B">
            <w:pPr>
              <w:pStyle w:val="ConsPlusNormal"/>
            </w:pPr>
          </w:p>
        </w:tc>
      </w:tr>
      <w:tr w:rsidR="003C7761" w:rsidTr="0023782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</w:pPr>
            <w:r w:rsidRPr="007701EC">
              <w:t>2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</w:pPr>
            <w:r w:rsidRPr="007701EC">
              <w:t>Социальный работник</w:t>
            </w:r>
          </w:p>
        </w:tc>
        <w:tc>
          <w:tcPr>
            <w:tcW w:w="5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7701EC" w:rsidRDefault="003C7761" w:rsidP="0023782B">
            <w:pPr>
              <w:pStyle w:val="ConsPlusNormal"/>
            </w:pPr>
            <w:r w:rsidRPr="007701EC">
              <w:t>1,0 на 6 и более получателей услуг</w:t>
            </w:r>
          </w:p>
        </w:tc>
      </w:tr>
    </w:tbl>
    <w:p w:rsidR="003C7761" w:rsidRDefault="003C7761" w:rsidP="00B17BFA"/>
    <w:p w:rsidR="003C7761" w:rsidRDefault="003C7761" w:rsidP="00B17BFA">
      <w:pPr>
        <w:jc w:val="right"/>
      </w:pPr>
    </w:p>
    <w:p w:rsidR="003C7761" w:rsidRDefault="003C7761" w:rsidP="00B17BFA"/>
    <w:p w:rsidR="003C7761" w:rsidRDefault="003C7761" w:rsidP="00B17BFA"/>
    <w:p w:rsidR="003C7761" w:rsidRDefault="003C7761" w:rsidP="00B17BFA"/>
    <w:p w:rsidR="003C7761" w:rsidRDefault="003C7761" w:rsidP="00B17BFA"/>
    <w:p w:rsidR="003C7761" w:rsidRDefault="003C7761" w:rsidP="00B17BFA"/>
    <w:p w:rsidR="003C7761" w:rsidRDefault="003C7761" w:rsidP="00B17BFA"/>
    <w:p w:rsidR="003C7761" w:rsidRDefault="003C7761" w:rsidP="00B17BFA"/>
    <w:p w:rsidR="003C7761" w:rsidRDefault="003C7761" w:rsidP="00B17BFA"/>
    <w:p w:rsidR="003C7761" w:rsidRDefault="003C7761" w:rsidP="00B17BFA"/>
    <w:p w:rsidR="003C7761" w:rsidRDefault="003C7761" w:rsidP="00B17BFA"/>
    <w:p w:rsidR="003C7761" w:rsidRDefault="003C7761" w:rsidP="00B17BFA"/>
    <w:p w:rsidR="003C7761" w:rsidRDefault="003C7761" w:rsidP="00B17BFA"/>
    <w:p w:rsidR="003C7761" w:rsidRPr="00C240CD" w:rsidRDefault="003C7761" w:rsidP="00B17BFA"/>
    <w:p w:rsidR="003C7761" w:rsidRPr="00C240CD" w:rsidRDefault="003C7761" w:rsidP="00B17BFA"/>
    <w:p w:rsidR="003C7761" w:rsidRDefault="003C7761" w:rsidP="00B17BFA"/>
    <w:p w:rsidR="003C7761" w:rsidRDefault="003C7761" w:rsidP="00EA6089">
      <w:r>
        <w:t xml:space="preserve">                                                                                                  </w:t>
      </w:r>
      <w:r w:rsidRPr="00F14A11">
        <w:t>Приложение</w:t>
      </w:r>
      <w:r>
        <w:t xml:space="preserve"> №2</w:t>
      </w:r>
    </w:p>
    <w:p w:rsidR="003C7761" w:rsidRDefault="003C7761" w:rsidP="00EA6089">
      <w:r>
        <w:t xml:space="preserve">                                                                             к постановлению администрации</w:t>
      </w:r>
    </w:p>
    <w:p w:rsidR="003C7761" w:rsidRPr="00F14A11" w:rsidRDefault="003C7761" w:rsidP="00EA6089">
      <w:r>
        <w:t xml:space="preserve">                                                                            Сухобузимского района от 23.12.2015 №575-п</w:t>
      </w:r>
    </w:p>
    <w:p w:rsidR="003C7761" w:rsidRDefault="003C7761" w:rsidP="00EA6089">
      <w:r w:rsidRPr="00F14A11">
        <w:t xml:space="preserve">                                             </w:t>
      </w:r>
    </w:p>
    <w:p w:rsidR="003C7761" w:rsidRDefault="003C7761" w:rsidP="00EA6089">
      <w:pPr>
        <w:jc w:val="both"/>
      </w:pPr>
    </w:p>
    <w:p w:rsidR="003C7761" w:rsidRDefault="003C7761" w:rsidP="00EA6089">
      <w:pPr>
        <w:jc w:val="both"/>
      </w:pPr>
    </w:p>
    <w:p w:rsidR="003C7761" w:rsidRDefault="003C7761" w:rsidP="00EA6089">
      <w:pPr>
        <w:jc w:val="both"/>
      </w:pPr>
      <w:r>
        <w:t xml:space="preserve">                                                                                           Приложение №1</w:t>
      </w:r>
      <w:r w:rsidRPr="00F14A11">
        <w:t xml:space="preserve">    </w:t>
      </w:r>
      <w:r>
        <w:t xml:space="preserve">                            </w:t>
      </w:r>
      <w:r w:rsidRPr="00F14A11">
        <w:t xml:space="preserve"> </w:t>
      </w:r>
    </w:p>
    <w:p w:rsidR="003C7761" w:rsidRDefault="003C7761" w:rsidP="00EA6089">
      <w:pPr>
        <w:jc w:val="right"/>
      </w:pPr>
      <w:r w:rsidRPr="00F14A11">
        <w:t xml:space="preserve"> </w:t>
      </w:r>
      <w:r>
        <w:t xml:space="preserve">                        </w:t>
      </w:r>
      <w:r w:rsidRPr="00F14A11">
        <w:t xml:space="preserve">к положению об оплате и </w:t>
      </w:r>
      <w:r>
        <w:t xml:space="preserve"> стимулировании труда                                              </w:t>
      </w:r>
      <w:r w:rsidRPr="00F14A11">
        <w:t xml:space="preserve"> работников муниципального</w:t>
      </w:r>
      <w:r>
        <w:t xml:space="preserve"> бюджетного учреждения</w:t>
      </w:r>
    </w:p>
    <w:p w:rsidR="003C7761" w:rsidRDefault="003C7761" w:rsidP="00EA6089">
      <w:pPr>
        <w:jc w:val="right"/>
      </w:pPr>
      <w:r w:rsidRPr="00F14A11">
        <w:t xml:space="preserve">  «Комплексный центр социального</w:t>
      </w:r>
      <w:r>
        <w:t xml:space="preserve"> обслуживания населения»</w:t>
      </w:r>
    </w:p>
    <w:p w:rsidR="003C7761" w:rsidRPr="00F14A11" w:rsidRDefault="003C7761" w:rsidP="00EA6089">
      <w:pPr>
        <w:tabs>
          <w:tab w:val="left" w:pos="3396"/>
          <w:tab w:val="right" w:pos="9355"/>
        </w:tabs>
        <w:jc w:val="right"/>
      </w:pPr>
      <w:r>
        <w:tab/>
      </w:r>
      <w:r w:rsidRPr="00F14A11">
        <w:t xml:space="preserve">  Сухобузимского района на 201</w:t>
      </w:r>
      <w:r>
        <w:t>6</w:t>
      </w:r>
      <w:r w:rsidRPr="00F14A11">
        <w:t>-201</w:t>
      </w:r>
      <w:r>
        <w:t>8</w:t>
      </w:r>
      <w:r w:rsidRPr="00F14A11">
        <w:t xml:space="preserve"> годы.</w:t>
      </w:r>
    </w:p>
    <w:p w:rsidR="003C7761" w:rsidRPr="00F14A11" w:rsidRDefault="003C7761" w:rsidP="00EA6089">
      <w:pPr>
        <w:jc w:val="right"/>
      </w:pPr>
    </w:p>
    <w:p w:rsidR="003C7761" w:rsidRPr="00F14A11" w:rsidRDefault="003C7761" w:rsidP="00EA6089">
      <w:pPr>
        <w:jc w:val="both"/>
      </w:pPr>
    </w:p>
    <w:p w:rsidR="003C7761" w:rsidRPr="00F14A11" w:rsidRDefault="003C7761" w:rsidP="00EA6089">
      <w:pPr>
        <w:jc w:val="both"/>
      </w:pPr>
    </w:p>
    <w:p w:rsidR="003C7761" w:rsidRPr="00F14A11" w:rsidRDefault="003C7761" w:rsidP="00EA6089">
      <w:pPr>
        <w:jc w:val="both"/>
      </w:pPr>
    </w:p>
    <w:tbl>
      <w:tblPr>
        <w:tblW w:w="9923" w:type="dxa"/>
        <w:tblInd w:w="-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4"/>
        <w:gridCol w:w="3854"/>
        <w:gridCol w:w="7"/>
        <w:gridCol w:w="6"/>
        <w:gridCol w:w="13"/>
        <w:gridCol w:w="3395"/>
        <w:gridCol w:w="6"/>
        <w:gridCol w:w="1968"/>
      </w:tblGrid>
      <w:tr w:rsidR="003C7761" w:rsidRPr="00F14A11" w:rsidTr="00960712">
        <w:trPr>
          <w:cantSplit/>
          <w:trHeight w:val="96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</w:p>
          <w:p w:rsidR="003C7761" w:rsidRPr="00F14A11" w:rsidRDefault="003C7761" w:rsidP="00960712">
            <w:pPr>
              <w:jc w:val="both"/>
            </w:pPr>
          </w:p>
          <w:p w:rsidR="003C7761" w:rsidRPr="00F14A11" w:rsidRDefault="003C7761" w:rsidP="00960712">
            <w:pPr>
              <w:jc w:val="both"/>
            </w:pPr>
          </w:p>
          <w:p w:rsidR="003C7761" w:rsidRPr="00F14A11" w:rsidRDefault="003C7761" w:rsidP="00960712">
            <w:pPr>
              <w:jc w:val="both"/>
            </w:pPr>
            <w:r w:rsidRPr="00F14A11">
              <w:t xml:space="preserve">№  </w:t>
            </w:r>
            <w:r w:rsidRPr="00F14A11">
              <w:br/>
              <w:t xml:space="preserve">п/п </w:t>
            </w:r>
          </w:p>
        </w:tc>
        <w:tc>
          <w:tcPr>
            <w:tcW w:w="728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</w:p>
          <w:p w:rsidR="003C7761" w:rsidRPr="00F14A11" w:rsidRDefault="003C7761" w:rsidP="00960712">
            <w:pPr>
              <w:jc w:val="both"/>
            </w:pPr>
          </w:p>
          <w:p w:rsidR="003C7761" w:rsidRPr="00F14A11" w:rsidRDefault="003C7761" w:rsidP="00960712">
            <w:pPr>
              <w:jc w:val="both"/>
            </w:pPr>
            <w:r w:rsidRPr="00F14A11">
              <w:t xml:space="preserve">Профессиональная квалификационная группа,       </w:t>
            </w:r>
            <w:r w:rsidRPr="00F14A11">
              <w:br/>
              <w:t>квалификационный уровень, должность, профессия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  <w:r w:rsidRPr="00F14A11">
              <w:t xml:space="preserve">Минимальный </w:t>
            </w:r>
            <w:r w:rsidRPr="00F14A11">
              <w:br/>
              <w:t>размер оклада</w:t>
            </w:r>
            <w:r w:rsidRPr="00F14A11">
              <w:br/>
              <w:t>(должностного</w:t>
            </w:r>
            <w:r w:rsidRPr="00F14A11">
              <w:br/>
              <w:t xml:space="preserve">оклада),   </w:t>
            </w:r>
            <w:r w:rsidRPr="00F14A11">
              <w:br/>
              <w:t xml:space="preserve">ставки    </w:t>
            </w:r>
            <w:r w:rsidRPr="00F14A11">
              <w:br/>
              <w:t xml:space="preserve">заработной  </w:t>
            </w:r>
            <w:r w:rsidRPr="00F14A11">
              <w:br/>
              <w:t>платы, руб.</w:t>
            </w:r>
          </w:p>
        </w:tc>
      </w:tr>
      <w:tr w:rsidR="003C7761" w:rsidRPr="00F14A11" w:rsidTr="00960712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  <w:r w:rsidRPr="00F14A11">
              <w:t>1</w:t>
            </w:r>
          </w:p>
        </w:tc>
        <w:tc>
          <w:tcPr>
            <w:tcW w:w="728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  <w:r w:rsidRPr="00F14A11">
              <w:t>2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  <w:r w:rsidRPr="00F14A11">
              <w:t>3</w:t>
            </w:r>
          </w:p>
        </w:tc>
      </w:tr>
      <w:tr w:rsidR="003C7761" w:rsidRPr="00F14A11" w:rsidTr="00960712">
        <w:trPr>
          <w:cantSplit/>
          <w:trHeight w:val="48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</w:p>
        </w:tc>
        <w:tc>
          <w:tcPr>
            <w:tcW w:w="728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  <w:rPr>
                <w:b/>
              </w:rPr>
            </w:pPr>
            <w:r w:rsidRPr="00F14A11">
              <w:rPr>
                <w:b/>
              </w:rPr>
              <w:t xml:space="preserve">Профессиональные квалификационные группы должностей работников, занятых в сфере предоставления социальных услуг 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</w:p>
        </w:tc>
      </w:tr>
      <w:tr w:rsidR="003C7761" w:rsidRPr="00F14A11" w:rsidTr="00960712">
        <w:trPr>
          <w:cantSplit/>
          <w:trHeight w:val="36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  <w:r w:rsidRPr="00F14A11">
              <w:t xml:space="preserve">1   </w:t>
            </w:r>
          </w:p>
        </w:tc>
        <w:tc>
          <w:tcPr>
            <w:tcW w:w="728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  <w:r w:rsidRPr="00F14A11">
              <w:t xml:space="preserve">ПКГ  «Должности специалистов второго уровня,           </w:t>
            </w:r>
            <w:r w:rsidRPr="00F14A11">
              <w:br/>
              <w:t xml:space="preserve">осуществляющих предоставление социальных услуг»       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</w:p>
        </w:tc>
      </w:tr>
      <w:tr w:rsidR="003C7761" w:rsidRPr="00F14A11" w:rsidTr="00960712">
        <w:trPr>
          <w:cantSplit/>
          <w:trHeight w:val="36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  <w:r w:rsidRPr="00F14A11">
              <w:t>1.1</w:t>
            </w:r>
          </w:p>
        </w:tc>
        <w:tc>
          <w:tcPr>
            <w:tcW w:w="3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C7761" w:rsidRPr="00F14A11" w:rsidRDefault="003C7761" w:rsidP="00960712">
            <w:pPr>
              <w:jc w:val="both"/>
            </w:pPr>
            <w:r w:rsidRPr="00F14A11">
              <w:t>2 квалификационный уровень</w:t>
            </w:r>
          </w:p>
        </w:tc>
        <w:tc>
          <w:tcPr>
            <w:tcW w:w="342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  <w:rPr>
                <w:b/>
              </w:rPr>
            </w:pPr>
            <w:r w:rsidRPr="00F14A11">
              <w:rPr>
                <w:b/>
              </w:rPr>
              <w:t>Социальный работник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  <w:r w:rsidRPr="00F14A11">
              <w:t>2730</w:t>
            </w:r>
          </w:p>
        </w:tc>
      </w:tr>
      <w:tr w:rsidR="003C7761" w:rsidRPr="00F14A11" w:rsidTr="00960712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  <w:r w:rsidRPr="00F14A11">
              <w:t>2</w:t>
            </w:r>
          </w:p>
        </w:tc>
        <w:tc>
          <w:tcPr>
            <w:tcW w:w="728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  <w:r w:rsidRPr="00F14A11">
              <w:t>ПКГ "Должности специалистов третьего уровня, осуществляющих предоставление социальных услуг"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</w:p>
        </w:tc>
      </w:tr>
      <w:tr w:rsidR="003C7761" w:rsidRPr="00F14A11" w:rsidTr="00960712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</w:p>
        </w:tc>
        <w:tc>
          <w:tcPr>
            <w:tcW w:w="3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C7761" w:rsidRPr="00F14A11" w:rsidRDefault="003C7761" w:rsidP="00960712">
            <w:pPr>
              <w:jc w:val="both"/>
            </w:pPr>
            <w:r w:rsidRPr="00F14A11">
              <w:t>1 квалификационный уровень</w:t>
            </w:r>
          </w:p>
        </w:tc>
        <w:tc>
          <w:tcPr>
            <w:tcW w:w="342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  <w:rPr>
                <w:b/>
              </w:rPr>
            </w:pPr>
            <w:r w:rsidRPr="00F14A11">
              <w:rPr>
                <w:b/>
              </w:rPr>
              <w:t>Специалист по социальной работе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  <w:r w:rsidRPr="00F14A11">
              <w:t>4203</w:t>
            </w:r>
          </w:p>
        </w:tc>
      </w:tr>
      <w:tr w:rsidR="003C7761" w:rsidRPr="00F14A11" w:rsidTr="00960712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  <w:r w:rsidRPr="00F14A11">
              <w:t>2.1</w:t>
            </w:r>
          </w:p>
        </w:tc>
        <w:tc>
          <w:tcPr>
            <w:tcW w:w="3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C7761" w:rsidRPr="00F14A11" w:rsidRDefault="003C7761" w:rsidP="00960712">
            <w:pPr>
              <w:jc w:val="both"/>
            </w:pPr>
            <w:r w:rsidRPr="00F14A11">
              <w:t>2 квалификационный уровень</w:t>
            </w:r>
          </w:p>
        </w:tc>
        <w:tc>
          <w:tcPr>
            <w:tcW w:w="342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  <w:rPr>
                <w:b/>
              </w:rPr>
            </w:pPr>
            <w:r w:rsidRPr="00F14A11">
              <w:rPr>
                <w:b/>
              </w:rPr>
              <w:t>Специалист по реабилитации инвалидов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  <w:r w:rsidRPr="00F14A11">
              <w:t>4592</w:t>
            </w:r>
          </w:p>
        </w:tc>
      </w:tr>
      <w:tr w:rsidR="003C7761" w:rsidRPr="00F14A11" w:rsidTr="00960712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  <w:r w:rsidRPr="00F14A11">
              <w:t>3</w:t>
            </w:r>
          </w:p>
        </w:tc>
        <w:tc>
          <w:tcPr>
            <w:tcW w:w="728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  <w:r w:rsidRPr="00F14A11">
              <w:t>ПКГ «Должности руководителей в учреждениях, осуществляющих предоставление социальных услуг»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</w:p>
        </w:tc>
      </w:tr>
      <w:tr w:rsidR="003C7761" w:rsidRPr="00F14A11" w:rsidTr="00960712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  <w:r w:rsidRPr="00F14A11">
              <w:t>3.1</w:t>
            </w:r>
          </w:p>
        </w:tc>
        <w:tc>
          <w:tcPr>
            <w:tcW w:w="3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C7761" w:rsidRPr="00F14A11" w:rsidRDefault="003C7761" w:rsidP="00960712">
            <w:pPr>
              <w:jc w:val="both"/>
            </w:pPr>
            <w:r w:rsidRPr="00F14A11">
              <w:t>2 квалификационный уровень</w:t>
            </w:r>
          </w:p>
        </w:tc>
        <w:tc>
          <w:tcPr>
            <w:tcW w:w="342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  <w:rPr>
                <w:b/>
              </w:rPr>
            </w:pPr>
            <w:r w:rsidRPr="00F14A11">
              <w:rPr>
                <w:b/>
              </w:rPr>
              <w:t>Заведующий отделением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  <w:r w:rsidRPr="00F14A11">
              <w:t>5361</w:t>
            </w:r>
          </w:p>
        </w:tc>
      </w:tr>
      <w:tr w:rsidR="003C7761" w:rsidRPr="00F14A11" w:rsidTr="00960712">
        <w:trPr>
          <w:cantSplit/>
          <w:trHeight w:val="48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</w:p>
        </w:tc>
        <w:tc>
          <w:tcPr>
            <w:tcW w:w="728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  <w:rPr>
                <w:b/>
              </w:rPr>
            </w:pPr>
            <w:r w:rsidRPr="00F14A11">
              <w:rPr>
                <w:b/>
              </w:rPr>
              <w:t xml:space="preserve">Профессиональные квалификационные группы              </w:t>
            </w:r>
            <w:r w:rsidRPr="00F14A11">
              <w:rPr>
                <w:b/>
              </w:rPr>
              <w:br/>
              <w:t xml:space="preserve">общеотраслевых должностей руководителей, специалистов и служащих                                            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</w:p>
        </w:tc>
      </w:tr>
      <w:tr w:rsidR="003C7761" w:rsidRPr="00F14A11" w:rsidTr="00960712">
        <w:trPr>
          <w:cantSplit/>
          <w:trHeight w:val="36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C7761" w:rsidRPr="00F14A11" w:rsidRDefault="003C7761" w:rsidP="00960712">
            <w:pPr>
              <w:jc w:val="both"/>
            </w:pPr>
            <w:r>
              <w:t>4</w:t>
            </w:r>
          </w:p>
        </w:tc>
        <w:tc>
          <w:tcPr>
            <w:tcW w:w="72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F14A11" w:rsidRDefault="003C7761" w:rsidP="00960712">
            <w:pPr>
              <w:jc w:val="both"/>
            </w:pPr>
            <w:r w:rsidRPr="00F14A11">
              <w:t xml:space="preserve">ПКГ «Общеотраслевые должности служащих третьего уровня»                                               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</w:p>
        </w:tc>
      </w:tr>
      <w:tr w:rsidR="003C7761" w:rsidRPr="00F14A11" w:rsidTr="00960712">
        <w:trPr>
          <w:cantSplit/>
          <w:trHeight w:val="360"/>
        </w:trPr>
        <w:tc>
          <w:tcPr>
            <w:tcW w:w="67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C7761" w:rsidRPr="00F14A11" w:rsidRDefault="003C7761" w:rsidP="00960712">
            <w:pPr>
              <w:jc w:val="both"/>
            </w:pPr>
            <w:r>
              <w:t>4</w:t>
            </w:r>
            <w:r w:rsidRPr="00F14A11">
              <w:t>.1</w:t>
            </w:r>
          </w:p>
          <w:p w:rsidR="003C7761" w:rsidRPr="00F14A11" w:rsidRDefault="003C7761" w:rsidP="00960712">
            <w:pPr>
              <w:jc w:val="both"/>
            </w:pPr>
          </w:p>
          <w:p w:rsidR="003C7761" w:rsidRPr="00F14A11" w:rsidRDefault="003C7761" w:rsidP="00960712">
            <w:pPr>
              <w:jc w:val="both"/>
            </w:pPr>
          </w:p>
          <w:p w:rsidR="003C7761" w:rsidRPr="00F14A11" w:rsidRDefault="003C7761" w:rsidP="00960712">
            <w:pPr>
              <w:jc w:val="both"/>
            </w:pPr>
          </w:p>
          <w:p w:rsidR="003C7761" w:rsidRPr="00F14A11" w:rsidRDefault="003C7761" w:rsidP="00960712">
            <w:pPr>
              <w:jc w:val="both"/>
            </w:pPr>
          </w:p>
        </w:tc>
        <w:tc>
          <w:tcPr>
            <w:tcW w:w="3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F14A11" w:rsidRDefault="003C7761" w:rsidP="00960712">
            <w:pPr>
              <w:jc w:val="both"/>
            </w:pPr>
            <w:r w:rsidRPr="00F14A11">
              <w:t>3 квалификационный уровень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F14A11" w:rsidRDefault="003C7761" w:rsidP="00960712">
            <w:pPr>
              <w:jc w:val="both"/>
              <w:rPr>
                <w:b/>
              </w:rPr>
            </w:pPr>
            <w:r w:rsidRPr="00F14A11">
              <w:rPr>
                <w:b/>
              </w:rPr>
              <w:t>Бухгалтер 1 категории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F14A11" w:rsidRDefault="003C7761" w:rsidP="00960712">
            <w:pPr>
              <w:jc w:val="both"/>
            </w:pPr>
            <w:r w:rsidRPr="00F14A11">
              <w:t>3820</w:t>
            </w:r>
          </w:p>
        </w:tc>
      </w:tr>
      <w:tr w:rsidR="003C7761" w:rsidRPr="00F14A11" w:rsidTr="00960712">
        <w:trPr>
          <w:cantSplit/>
          <w:trHeight w:val="360"/>
        </w:trPr>
        <w:tc>
          <w:tcPr>
            <w:tcW w:w="67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C7761" w:rsidRPr="00F14A11" w:rsidRDefault="003C7761" w:rsidP="00960712">
            <w:pPr>
              <w:jc w:val="both"/>
            </w:pPr>
          </w:p>
        </w:tc>
        <w:tc>
          <w:tcPr>
            <w:tcW w:w="3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F14A11" w:rsidRDefault="003C7761" w:rsidP="00960712">
            <w:pPr>
              <w:jc w:val="both"/>
            </w:pPr>
            <w:r w:rsidRPr="00F14A11">
              <w:t>2 квалификационный уровень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F14A11" w:rsidRDefault="003C7761" w:rsidP="00960712">
            <w:pPr>
              <w:jc w:val="both"/>
              <w:rPr>
                <w:b/>
              </w:rPr>
            </w:pPr>
            <w:r w:rsidRPr="00F14A11">
              <w:rPr>
                <w:b/>
              </w:rPr>
              <w:t>Бухгалтер 2 категории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F14A11" w:rsidRDefault="003C7761" w:rsidP="00960712">
            <w:pPr>
              <w:jc w:val="both"/>
            </w:pPr>
            <w:r w:rsidRPr="00F14A11">
              <w:t>3480</w:t>
            </w:r>
          </w:p>
        </w:tc>
      </w:tr>
      <w:tr w:rsidR="003C7761" w:rsidRPr="00F14A11" w:rsidTr="00960712">
        <w:trPr>
          <w:cantSplit/>
          <w:trHeight w:val="360"/>
        </w:trPr>
        <w:tc>
          <w:tcPr>
            <w:tcW w:w="67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</w:p>
        </w:tc>
        <w:tc>
          <w:tcPr>
            <w:tcW w:w="388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C7761" w:rsidRPr="00F14A11" w:rsidRDefault="003C7761" w:rsidP="00960712">
            <w:pPr>
              <w:jc w:val="both"/>
            </w:pPr>
            <w:r w:rsidRPr="00F14A11">
              <w:t>1 квалификационный уровень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F14A11" w:rsidRDefault="003C7761" w:rsidP="00960712">
            <w:pPr>
              <w:jc w:val="both"/>
              <w:rPr>
                <w:b/>
              </w:rPr>
            </w:pPr>
            <w:r w:rsidRPr="00F14A11">
              <w:rPr>
                <w:b/>
              </w:rPr>
              <w:t>Специалист по кадрам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F14A11" w:rsidRDefault="003C7761" w:rsidP="00960712">
            <w:pPr>
              <w:jc w:val="both"/>
            </w:pPr>
            <w:r w:rsidRPr="00F14A11">
              <w:t>3167</w:t>
            </w:r>
          </w:p>
        </w:tc>
      </w:tr>
      <w:tr w:rsidR="003C7761" w:rsidRPr="00F14A11" w:rsidTr="00960712">
        <w:trPr>
          <w:cantSplit/>
          <w:trHeight w:val="345"/>
        </w:trPr>
        <w:tc>
          <w:tcPr>
            <w:tcW w:w="67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</w:p>
        </w:tc>
        <w:tc>
          <w:tcPr>
            <w:tcW w:w="388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C7761" w:rsidRPr="00F14A11" w:rsidRDefault="003C7761" w:rsidP="00960712">
            <w:pPr>
              <w:jc w:val="both"/>
            </w:pPr>
            <w:r w:rsidRPr="00F14A11">
              <w:t>1 квалификационный уровень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F14A11" w:rsidRDefault="003C7761" w:rsidP="00960712">
            <w:pPr>
              <w:jc w:val="both"/>
              <w:rPr>
                <w:b/>
              </w:rPr>
            </w:pPr>
            <w:r w:rsidRPr="00F14A11">
              <w:rPr>
                <w:b/>
              </w:rPr>
              <w:t xml:space="preserve">Инженер-программист 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F14A11" w:rsidRDefault="003C7761" w:rsidP="00960712">
            <w:pPr>
              <w:jc w:val="both"/>
            </w:pPr>
            <w:r w:rsidRPr="00F14A11">
              <w:t>3167</w:t>
            </w:r>
          </w:p>
        </w:tc>
      </w:tr>
      <w:tr w:rsidR="003C7761" w:rsidRPr="00F14A11" w:rsidTr="00960712">
        <w:trPr>
          <w:cantSplit/>
          <w:trHeight w:val="240"/>
        </w:trPr>
        <w:tc>
          <w:tcPr>
            <w:tcW w:w="67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</w:p>
        </w:tc>
        <w:tc>
          <w:tcPr>
            <w:tcW w:w="388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C7761" w:rsidRPr="00F14A11" w:rsidRDefault="003C7761" w:rsidP="00960712">
            <w:pPr>
              <w:jc w:val="both"/>
            </w:pPr>
            <w:r w:rsidRPr="00F14A11">
              <w:t>1 квалификационный уровень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F14A11" w:rsidRDefault="003C7761" w:rsidP="00960712">
            <w:pPr>
              <w:jc w:val="both"/>
              <w:rPr>
                <w:b/>
              </w:rPr>
            </w:pPr>
            <w:r w:rsidRPr="00F14A11">
              <w:rPr>
                <w:b/>
              </w:rPr>
              <w:t>Психолог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F14A11" w:rsidRDefault="003C7761" w:rsidP="00960712">
            <w:pPr>
              <w:jc w:val="both"/>
            </w:pPr>
            <w:r w:rsidRPr="00F14A11">
              <w:t>3167</w:t>
            </w:r>
          </w:p>
        </w:tc>
      </w:tr>
      <w:tr w:rsidR="003C7761" w:rsidRPr="00F14A11" w:rsidTr="00960712">
        <w:trPr>
          <w:cantSplit/>
          <w:trHeight w:val="315"/>
        </w:trPr>
        <w:tc>
          <w:tcPr>
            <w:tcW w:w="67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</w:p>
        </w:tc>
        <w:tc>
          <w:tcPr>
            <w:tcW w:w="388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C7761" w:rsidRPr="00F14A11" w:rsidRDefault="003C7761" w:rsidP="00960712">
            <w:pPr>
              <w:jc w:val="both"/>
            </w:pPr>
            <w:r w:rsidRPr="00F14A11">
              <w:t>1 квалификационный уровень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F14A11" w:rsidRDefault="003C7761" w:rsidP="00960712">
            <w:pPr>
              <w:jc w:val="both"/>
              <w:rPr>
                <w:b/>
              </w:rPr>
            </w:pPr>
            <w:r w:rsidRPr="00F14A11">
              <w:rPr>
                <w:b/>
              </w:rPr>
              <w:t>Специалист по охране труда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F14A11" w:rsidRDefault="003C7761" w:rsidP="00960712">
            <w:pPr>
              <w:jc w:val="both"/>
            </w:pPr>
            <w:r w:rsidRPr="00F14A11">
              <w:t>3167</w:t>
            </w:r>
          </w:p>
        </w:tc>
      </w:tr>
      <w:tr w:rsidR="003C7761" w:rsidRPr="00F14A11" w:rsidTr="00960712">
        <w:trPr>
          <w:cantSplit/>
          <w:trHeight w:val="315"/>
        </w:trPr>
        <w:tc>
          <w:tcPr>
            <w:tcW w:w="67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</w:p>
        </w:tc>
        <w:tc>
          <w:tcPr>
            <w:tcW w:w="388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C7761" w:rsidRPr="00F14A11" w:rsidRDefault="003C7761" w:rsidP="00960712">
            <w:pPr>
              <w:jc w:val="both"/>
            </w:pPr>
            <w:r w:rsidRPr="00F14A11">
              <w:t>1 квалификационный уровень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F14A11" w:rsidRDefault="003C7761" w:rsidP="00960712">
            <w:pPr>
              <w:jc w:val="both"/>
              <w:rPr>
                <w:b/>
              </w:rPr>
            </w:pPr>
            <w:r w:rsidRPr="00F14A11">
              <w:rPr>
                <w:b/>
              </w:rPr>
              <w:t>Юрисконсульт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F14A11" w:rsidRDefault="003C7761" w:rsidP="00960712">
            <w:pPr>
              <w:jc w:val="both"/>
            </w:pPr>
            <w:r w:rsidRPr="00F14A11">
              <w:t>3167</w:t>
            </w:r>
          </w:p>
        </w:tc>
      </w:tr>
      <w:tr w:rsidR="003C7761" w:rsidRPr="00F14A11" w:rsidTr="00960712">
        <w:trPr>
          <w:cantSplit/>
          <w:trHeight w:val="351"/>
        </w:trPr>
        <w:tc>
          <w:tcPr>
            <w:tcW w:w="6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</w:p>
        </w:tc>
        <w:tc>
          <w:tcPr>
            <w:tcW w:w="388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C7761" w:rsidRPr="00F14A11" w:rsidRDefault="003C7761" w:rsidP="00960712">
            <w:pPr>
              <w:jc w:val="both"/>
            </w:pPr>
            <w:r w:rsidRPr="00F14A11">
              <w:t>3 квалификационный уровень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F14A11" w:rsidRDefault="003C7761" w:rsidP="00960712">
            <w:pPr>
              <w:jc w:val="both"/>
              <w:rPr>
                <w:b/>
              </w:rPr>
            </w:pPr>
            <w:r w:rsidRPr="00F14A11">
              <w:rPr>
                <w:b/>
              </w:rPr>
              <w:t>Экономист 1 категории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761" w:rsidRPr="00F14A11" w:rsidRDefault="003C7761" w:rsidP="00960712">
            <w:pPr>
              <w:jc w:val="both"/>
            </w:pPr>
            <w:r w:rsidRPr="00F14A11">
              <w:t>3820</w:t>
            </w:r>
          </w:p>
        </w:tc>
      </w:tr>
      <w:tr w:rsidR="003C7761" w:rsidRPr="00F14A11" w:rsidTr="00960712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  <w:r>
              <w:t>5</w:t>
            </w:r>
            <w:r w:rsidRPr="00F14A11">
              <w:t xml:space="preserve">  </w:t>
            </w:r>
          </w:p>
        </w:tc>
        <w:tc>
          <w:tcPr>
            <w:tcW w:w="728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  <w:r w:rsidRPr="00F14A11">
              <w:t xml:space="preserve">ПКГ «Общеотраслевые профессии рабочих первого уровня» 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</w:p>
        </w:tc>
      </w:tr>
      <w:tr w:rsidR="003C7761" w:rsidRPr="00F14A11" w:rsidTr="00960712">
        <w:trPr>
          <w:cantSplit/>
          <w:trHeight w:val="240"/>
        </w:trPr>
        <w:tc>
          <w:tcPr>
            <w:tcW w:w="674" w:type="dxa"/>
            <w:tcBorders>
              <w:left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  <w:r>
              <w:t>5</w:t>
            </w:r>
            <w:r w:rsidRPr="00F14A11">
              <w:t>.1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C7761" w:rsidRPr="00F14A11" w:rsidRDefault="003C7761" w:rsidP="00960712">
            <w:pPr>
              <w:jc w:val="both"/>
            </w:pPr>
            <w:r w:rsidRPr="00F14A11">
              <w:t>1 квалификационный уровень</w:t>
            </w:r>
          </w:p>
        </w:tc>
        <w:tc>
          <w:tcPr>
            <w:tcW w:w="3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  <w:rPr>
                <w:b/>
              </w:rPr>
            </w:pPr>
            <w:r w:rsidRPr="00F14A11">
              <w:rPr>
                <w:b/>
              </w:rPr>
              <w:t>Уборщик служебных помещений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  <w:r w:rsidRPr="00F14A11">
              <w:t>2231</w:t>
            </w:r>
          </w:p>
        </w:tc>
      </w:tr>
      <w:tr w:rsidR="003C7761" w:rsidRPr="00F14A11" w:rsidTr="00960712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  <w:r>
              <w:t>6</w:t>
            </w:r>
            <w:r w:rsidRPr="00F14A11">
              <w:t xml:space="preserve">  </w:t>
            </w:r>
          </w:p>
        </w:tc>
        <w:tc>
          <w:tcPr>
            <w:tcW w:w="728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  <w:r w:rsidRPr="00F14A11">
              <w:t xml:space="preserve">ПКГ «Общеотраслевые профессии рабочих второго уровня» 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</w:p>
        </w:tc>
      </w:tr>
      <w:tr w:rsidR="003C7761" w:rsidRPr="00F14A11" w:rsidTr="00960712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  <w:r>
              <w:t>6</w:t>
            </w:r>
            <w:r w:rsidRPr="00F14A11">
              <w:t>.1</w:t>
            </w:r>
          </w:p>
        </w:tc>
        <w:tc>
          <w:tcPr>
            <w:tcW w:w="3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C7761" w:rsidRPr="00F14A11" w:rsidRDefault="003C7761" w:rsidP="00960712">
            <w:pPr>
              <w:jc w:val="both"/>
            </w:pPr>
            <w:r w:rsidRPr="00F14A11">
              <w:t>3 квалификационный уровень</w:t>
            </w:r>
          </w:p>
        </w:tc>
        <w:tc>
          <w:tcPr>
            <w:tcW w:w="342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  <w:rPr>
                <w:b/>
              </w:rPr>
            </w:pPr>
            <w:r w:rsidRPr="00F14A11">
              <w:rPr>
                <w:b/>
              </w:rPr>
              <w:t>Водитель автомобиля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  <w:r w:rsidRPr="00F14A11">
              <w:t>3480</w:t>
            </w:r>
          </w:p>
        </w:tc>
      </w:tr>
      <w:tr w:rsidR="003C7761" w:rsidRPr="00F14A11" w:rsidTr="00960712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  <w:r>
              <w:t>6</w:t>
            </w:r>
            <w:r w:rsidRPr="00F14A11">
              <w:t>.2</w:t>
            </w:r>
          </w:p>
        </w:tc>
        <w:tc>
          <w:tcPr>
            <w:tcW w:w="3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C7761" w:rsidRPr="00F14A11" w:rsidRDefault="003C7761" w:rsidP="00960712">
            <w:pPr>
              <w:jc w:val="both"/>
            </w:pPr>
            <w:r w:rsidRPr="00F14A11">
              <w:t>4 квалификационный уровень</w:t>
            </w:r>
          </w:p>
        </w:tc>
        <w:tc>
          <w:tcPr>
            <w:tcW w:w="342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  <w:rPr>
                <w:b/>
              </w:rPr>
            </w:pPr>
            <w:r w:rsidRPr="00F14A11">
              <w:rPr>
                <w:b/>
              </w:rPr>
              <w:t>Водитель автомобиля (автобуса)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  <w:r w:rsidRPr="00F14A11">
              <w:t>4193</w:t>
            </w:r>
          </w:p>
        </w:tc>
      </w:tr>
      <w:tr w:rsidR="003C7761" w:rsidRPr="00F14A11" w:rsidTr="00960712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</w:p>
        </w:tc>
        <w:tc>
          <w:tcPr>
            <w:tcW w:w="92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  <w:rPr>
                <w:b/>
              </w:rPr>
            </w:pPr>
            <w:r w:rsidRPr="00F14A11">
              <w:rPr>
                <w:b/>
              </w:rPr>
              <w:t>Профессиональная квалификационная группа должностей работников физической культуры и спорта второго уровня</w:t>
            </w:r>
          </w:p>
        </w:tc>
      </w:tr>
      <w:tr w:rsidR="003C7761" w:rsidRPr="00F14A11" w:rsidTr="00960712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  <w:r>
              <w:t>7</w:t>
            </w:r>
            <w:r w:rsidRPr="00F14A11">
              <w:t>.</w:t>
            </w:r>
          </w:p>
        </w:tc>
        <w:tc>
          <w:tcPr>
            <w:tcW w:w="3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C7761" w:rsidRPr="00F14A11" w:rsidRDefault="003C7761" w:rsidP="00960712">
            <w:pPr>
              <w:jc w:val="both"/>
            </w:pPr>
            <w:r w:rsidRPr="00F14A11">
              <w:t>1 квалификационный уровень</w:t>
            </w:r>
          </w:p>
        </w:tc>
        <w:tc>
          <w:tcPr>
            <w:tcW w:w="342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  <w:rPr>
                <w:b/>
              </w:rPr>
            </w:pPr>
            <w:r w:rsidRPr="00F14A11">
              <w:rPr>
                <w:b/>
              </w:rPr>
              <w:t>Инструктор по адаптивной физической культуре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  <w:r w:rsidRPr="00F14A11">
              <w:t>3480</w:t>
            </w:r>
          </w:p>
        </w:tc>
      </w:tr>
      <w:tr w:rsidR="003C7761" w:rsidRPr="00F14A11" w:rsidTr="00960712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</w:p>
        </w:tc>
        <w:tc>
          <w:tcPr>
            <w:tcW w:w="92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  <w:rPr>
                <w:b/>
              </w:rPr>
            </w:pPr>
            <w:r w:rsidRPr="00F14A11">
              <w:rPr>
                <w:b/>
              </w:rPr>
              <w:t>Профессиональная квалификационная группа должностей педагогических работников</w:t>
            </w:r>
          </w:p>
        </w:tc>
      </w:tr>
      <w:tr w:rsidR="003C7761" w:rsidRPr="00F14A11" w:rsidTr="00960712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  <w:r>
              <w:t>8</w:t>
            </w:r>
            <w:r w:rsidRPr="00F14A11">
              <w:t>.</w:t>
            </w:r>
          </w:p>
        </w:tc>
        <w:tc>
          <w:tcPr>
            <w:tcW w:w="3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  <w:r w:rsidRPr="00F14A11">
              <w:t>3 квалификационный уровень</w:t>
            </w:r>
          </w:p>
        </w:tc>
        <w:tc>
          <w:tcPr>
            <w:tcW w:w="34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C7761" w:rsidRPr="00F14A11" w:rsidRDefault="003C7761" w:rsidP="00960712">
            <w:pPr>
              <w:jc w:val="both"/>
              <w:rPr>
                <w:b/>
              </w:rPr>
            </w:pPr>
            <w:r w:rsidRPr="00F14A11">
              <w:rPr>
                <w:b/>
              </w:rPr>
              <w:t>Методист</w:t>
            </w:r>
          </w:p>
        </w:tc>
        <w:tc>
          <w:tcPr>
            <w:tcW w:w="1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  <w:r w:rsidRPr="00F14A11">
              <w:t>4133</w:t>
            </w:r>
          </w:p>
        </w:tc>
      </w:tr>
      <w:tr w:rsidR="003C7761" w:rsidRPr="00F14A11" w:rsidTr="00960712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</w:p>
        </w:tc>
        <w:tc>
          <w:tcPr>
            <w:tcW w:w="92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  <w:rPr>
                <w:b/>
              </w:rPr>
            </w:pPr>
            <w:r w:rsidRPr="00F14A11">
              <w:rPr>
                <w:b/>
              </w:rPr>
              <w:t>Профессиональные квалификационные группы должностей работников культуры, искусства и кинематографии</w:t>
            </w:r>
          </w:p>
        </w:tc>
      </w:tr>
      <w:tr w:rsidR="003C7761" w:rsidRPr="00F14A11" w:rsidTr="00960712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  <w:r>
              <w:t>9</w:t>
            </w:r>
            <w:r w:rsidRPr="00F14A11">
              <w:t>.</w:t>
            </w:r>
          </w:p>
        </w:tc>
        <w:tc>
          <w:tcPr>
            <w:tcW w:w="92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  <w:rPr>
                <w:b/>
              </w:rPr>
            </w:pPr>
            <w:r w:rsidRPr="00F14A11">
              <w:t>ПКГ "Должности работников культуры, искусства и кинематографии среднего звена"</w:t>
            </w:r>
          </w:p>
        </w:tc>
      </w:tr>
      <w:tr w:rsidR="003C7761" w:rsidRPr="00F14A11" w:rsidTr="00960712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  <w:r>
              <w:t>9</w:t>
            </w:r>
            <w:r w:rsidRPr="00F14A11">
              <w:t>.1</w:t>
            </w:r>
          </w:p>
        </w:tc>
        <w:tc>
          <w:tcPr>
            <w:tcW w:w="727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C7761" w:rsidRPr="00F14A11" w:rsidRDefault="003C7761" w:rsidP="00960712">
            <w:pPr>
              <w:jc w:val="both"/>
              <w:rPr>
                <w:b/>
              </w:rPr>
            </w:pPr>
            <w:r w:rsidRPr="00F14A11">
              <w:rPr>
                <w:b/>
              </w:rPr>
              <w:t>Руководитель кружка</w:t>
            </w:r>
          </w:p>
        </w:tc>
        <w:tc>
          <w:tcPr>
            <w:tcW w:w="1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  <w:r w:rsidRPr="00F14A11">
              <w:t>2597</w:t>
            </w:r>
          </w:p>
        </w:tc>
      </w:tr>
      <w:tr w:rsidR="003C7761" w:rsidRPr="00F14A11" w:rsidTr="00960712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  <w:r>
              <w:t>9</w:t>
            </w:r>
            <w:r w:rsidRPr="00F14A11">
              <w:t>.2</w:t>
            </w:r>
          </w:p>
        </w:tc>
        <w:tc>
          <w:tcPr>
            <w:tcW w:w="727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C7761" w:rsidRPr="00F14A11" w:rsidRDefault="003C7761" w:rsidP="00960712">
            <w:pPr>
              <w:jc w:val="both"/>
              <w:rPr>
                <w:b/>
              </w:rPr>
            </w:pPr>
            <w:r w:rsidRPr="00F14A11">
              <w:rPr>
                <w:b/>
              </w:rPr>
              <w:t>Культорганизатор</w:t>
            </w:r>
          </w:p>
        </w:tc>
        <w:tc>
          <w:tcPr>
            <w:tcW w:w="19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C7761" w:rsidRPr="00F14A11" w:rsidRDefault="003C7761" w:rsidP="00960712">
            <w:pPr>
              <w:jc w:val="both"/>
            </w:pPr>
            <w:r w:rsidRPr="00F14A11">
              <w:t>2597</w:t>
            </w:r>
          </w:p>
        </w:tc>
      </w:tr>
    </w:tbl>
    <w:p w:rsidR="003C7761" w:rsidRDefault="003C7761" w:rsidP="00EA6089">
      <w:pPr>
        <w:jc w:val="both"/>
      </w:pPr>
    </w:p>
    <w:p w:rsidR="003C7761" w:rsidRDefault="003C7761" w:rsidP="00EA6089">
      <w:pPr>
        <w:jc w:val="both"/>
      </w:pPr>
    </w:p>
    <w:p w:rsidR="003C7761" w:rsidRDefault="003C7761" w:rsidP="00EA6089">
      <w:pPr>
        <w:jc w:val="both"/>
      </w:pPr>
    </w:p>
    <w:p w:rsidR="003C7761" w:rsidRDefault="003C7761" w:rsidP="00EA6089">
      <w:pPr>
        <w:jc w:val="both"/>
      </w:pPr>
    </w:p>
    <w:p w:rsidR="003C7761" w:rsidRDefault="003C7761" w:rsidP="00EA6089">
      <w:pPr>
        <w:jc w:val="both"/>
      </w:pPr>
    </w:p>
    <w:p w:rsidR="003C7761" w:rsidRDefault="003C7761" w:rsidP="00EA6089">
      <w:pPr>
        <w:jc w:val="both"/>
      </w:pPr>
    </w:p>
    <w:p w:rsidR="003C7761" w:rsidRDefault="003C7761" w:rsidP="00EA6089">
      <w:pPr>
        <w:jc w:val="both"/>
      </w:pPr>
    </w:p>
    <w:p w:rsidR="003C7761" w:rsidRDefault="003C7761" w:rsidP="00EA6089">
      <w:pPr>
        <w:jc w:val="both"/>
      </w:pPr>
    </w:p>
    <w:p w:rsidR="003C7761" w:rsidRDefault="003C7761" w:rsidP="00EA6089">
      <w:pPr>
        <w:jc w:val="both"/>
      </w:pPr>
    </w:p>
    <w:p w:rsidR="003C7761" w:rsidRDefault="003C7761" w:rsidP="00EA6089">
      <w:pPr>
        <w:jc w:val="both"/>
      </w:pPr>
    </w:p>
    <w:p w:rsidR="003C7761" w:rsidRDefault="003C7761" w:rsidP="00EA6089">
      <w:pPr>
        <w:jc w:val="both"/>
      </w:pPr>
    </w:p>
    <w:p w:rsidR="003C7761" w:rsidRDefault="003C7761" w:rsidP="00EA6089">
      <w:pPr>
        <w:jc w:val="both"/>
      </w:pPr>
    </w:p>
    <w:p w:rsidR="003C7761" w:rsidRDefault="003C7761" w:rsidP="00EA6089">
      <w:pPr>
        <w:jc w:val="both"/>
      </w:pPr>
    </w:p>
    <w:p w:rsidR="003C7761" w:rsidRDefault="003C7761" w:rsidP="00EA6089">
      <w:pPr>
        <w:jc w:val="both"/>
      </w:pPr>
    </w:p>
    <w:p w:rsidR="003C7761" w:rsidRDefault="003C7761" w:rsidP="00EA6089">
      <w:pPr>
        <w:jc w:val="both"/>
      </w:pPr>
    </w:p>
    <w:p w:rsidR="003C7761" w:rsidRDefault="003C7761" w:rsidP="00EA6089">
      <w:pPr>
        <w:jc w:val="both"/>
      </w:pPr>
    </w:p>
    <w:p w:rsidR="003C7761" w:rsidRDefault="003C7761" w:rsidP="00EA6089">
      <w:pPr>
        <w:jc w:val="both"/>
      </w:pPr>
    </w:p>
    <w:p w:rsidR="003C7761" w:rsidRDefault="003C7761" w:rsidP="00EA6089">
      <w:pPr>
        <w:jc w:val="both"/>
      </w:pPr>
    </w:p>
    <w:p w:rsidR="003C7761" w:rsidRDefault="003C7761" w:rsidP="00EA6089">
      <w:pPr>
        <w:jc w:val="both"/>
      </w:pPr>
    </w:p>
    <w:p w:rsidR="003C7761" w:rsidRDefault="003C7761" w:rsidP="00EA6089">
      <w:pPr>
        <w:jc w:val="both"/>
      </w:pPr>
    </w:p>
    <w:p w:rsidR="003C7761" w:rsidRDefault="003C7761" w:rsidP="00EA6089">
      <w:pPr>
        <w:jc w:val="both"/>
      </w:pPr>
    </w:p>
    <w:p w:rsidR="003C7761" w:rsidRDefault="003C7761" w:rsidP="00EA6089">
      <w:pPr>
        <w:jc w:val="both"/>
      </w:pPr>
    </w:p>
    <w:p w:rsidR="003C7761" w:rsidRDefault="003C7761" w:rsidP="00EA6089">
      <w:pPr>
        <w:jc w:val="both"/>
      </w:pPr>
    </w:p>
    <w:p w:rsidR="003C7761" w:rsidRDefault="003C7761" w:rsidP="00EA6089">
      <w:pPr>
        <w:jc w:val="both"/>
      </w:pPr>
    </w:p>
    <w:p w:rsidR="003C7761" w:rsidRDefault="003C7761" w:rsidP="00EA6089">
      <w:pPr>
        <w:jc w:val="both"/>
      </w:pPr>
    </w:p>
    <w:p w:rsidR="003C7761" w:rsidRDefault="003C7761" w:rsidP="00EA6089">
      <w:pPr>
        <w:jc w:val="both"/>
      </w:pPr>
    </w:p>
    <w:p w:rsidR="003C7761" w:rsidRDefault="003C7761" w:rsidP="00EA6089">
      <w:pPr>
        <w:jc w:val="both"/>
      </w:pPr>
    </w:p>
    <w:p w:rsidR="003C7761" w:rsidRDefault="003C7761" w:rsidP="00EA6089">
      <w:pPr>
        <w:jc w:val="both"/>
      </w:pPr>
    </w:p>
    <w:p w:rsidR="003C7761" w:rsidRDefault="003C7761" w:rsidP="00EA6089">
      <w:pPr>
        <w:jc w:val="both"/>
      </w:pPr>
    </w:p>
    <w:p w:rsidR="003C7761" w:rsidRDefault="003C7761" w:rsidP="00EA6089">
      <w:pPr>
        <w:jc w:val="both"/>
      </w:pPr>
    </w:p>
    <w:p w:rsidR="003C7761" w:rsidRDefault="003C7761" w:rsidP="00EA6089">
      <w:pPr>
        <w:jc w:val="both"/>
      </w:pPr>
    </w:p>
    <w:p w:rsidR="003C7761" w:rsidRDefault="003C7761" w:rsidP="00EA6089">
      <w:pPr>
        <w:jc w:val="both"/>
      </w:pPr>
    </w:p>
    <w:p w:rsidR="003C7761" w:rsidRDefault="003C7761" w:rsidP="00EA6089">
      <w:pPr>
        <w:jc w:val="both"/>
      </w:pPr>
    </w:p>
    <w:p w:rsidR="003C7761" w:rsidRDefault="003C7761" w:rsidP="00B17BFA">
      <w:pPr>
        <w:tabs>
          <w:tab w:val="left" w:pos="9360"/>
        </w:tabs>
      </w:pPr>
      <w:r>
        <w:t xml:space="preserve">                                                                                                                      Приложение№3</w:t>
      </w:r>
      <w:r>
        <w:tab/>
      </w:r>
    </w:p>
    <w:p w:rsidR="003C7761" w:rsidRDefault="003C7761" w:rsidP="00B17BFA">
      <w:pPr>
        <w:jc w:val="both"/>
      </w:pPr>
      <w:r>
        <w:t xml:space="preserve">                                                                             к постановлению администрации</w:t>
      </w:r>
    </w:p>
    <w:p w:rsidR="003C7761" w:rsidRDefault="003C7761" w:rsidP="00B17BFA">
      <w:pPr>
        <w:jc w:val="both"/>
      </w:pPr>
      <w:r>
        <w:t xml:space="preserve">                                                                            Сухобузимского района от 23.12.2015 №575-п</w:t>
      </w:r>
    </w:p>
    <w:p w:rsidR="003C7761" w:rsidRDefault="003C7761" w:rsidP="00B17BFA">
      <w:pPr>
        <w:jc w:val="both"/>
      </w:pPr>
    </w:p>
    <w:p w:rsidR="003C7761" w:rsidRDefault="003C7761" w:rsidP="00B17BFA">
      <w:pPr>
        <w:jc w:val="both"/>
      </w:pPr>
    </w:p>
    <w:p w:rsidR="003C7761" w:rsidRDefault="003C7761" w:rsidP="00B17BFA">
      <w:pPr>
        <w:jc w:val="both"/>
      </w:pPr>
    </w:p>
    <w:p w:rsidR="003C7761" w:rsidRPr="00F14A11" w:rsidRDefault="003C7761" w:rsidP="00B17BFA">
      <w:r>
        <w:t xml:space="preserve">                                                                                                  </w:t>
      </w:r>
      <w:r w:rsidRPr="00F14A11">
        <w:t>Приложение № 6</w:t>
      </w:r>
    </w:p>
    <w:p w:rsidR="003C7761" w:rsidRDefault="003C7761" w:rsidP="00B17BFA">
      <w:pPr>
        <w:jc w:val="both"/>
      </w:pPr>
      <w:r>
        <w:t xml:space="preserve">                                                                  </w:t>
      </w:r>
      <w:r w:rsidRPr="00F14A11">
        <w:t xml:space="preserve"> к положению об оплате и стимулировании труда </w:t>
      </w:r>
      <w:r>
        <w:t xml:space="preserve">   </w:t>
      </w:r>
    </w:p>
    <w:p w:rsidR="003C7761" w:rsidRDefault="003C7761" w:rsidP="00B17BFA">
      <w:pPr>
        <w:jc w:val="both"/>
      </w:pPr>
      <w:r>
        <w:t xml:space="preserve">                                                              работников муниципального бюджетного учреждения </w:t>
      </w:r>
    </w:p>
    <w:p w:rsidR="003C7761" w:rsidRDefault="003C7761" w:rsidP="00B17BFA">
      <w:pPr>
        <w:tabs>
          <w:tab w:val="left" w:pos="3816"/>
        </w:tabs>
        <w:jc w:val="both"/>
      </w:pPr>
      <w:r>
        <w:t xml:space="preserve">                                                 </w:t>
      </w:r>
      <w:r w:rsidRPr="00F14A11">
        <w:t xml:space="preserve">«Комплексный центр социального обслуживания </w:t>
      </w:r>
      <w:r>
        <w:t xml:space="preserve">  населения» </w:t>
      </w:r>
    </w:p>
    <w:p w:rsidR="003C7761" w:rsidRDefault="003C7761" w:rsidP="00B17BFA">
      <w:pPr>
        <w:tabs>
          <w:tab w:val="left" w:pos="3816"/>
        </w:tabs>
        <w:jc w:val="both"/>
      </w:pPr>
      <w:r>
        <w:t xml:space="preserve">                                                 Сухобузимского  района на 2016-2018годы.</w:t>
      </w:r>
    </w:p>
    <w:p w:rsidR="003C7761" w:rsidRDefault="003C7761" w:rsidP="00B17BFA">
      <w:pPr>
        <w:tabs>
          <w:tab w:val="left" w:pos="3816"/>
        </w:tabs>
        <w:jc w:val="both"/>
      </w:pPr>
    </w:p>
    <w:p w:rsidR="003C7761" w:rsidRPr="00F14A11" w:rsidRDefault="003C7761" w:rsidP="00B17BFA">
      <w:pPr>
        <w:tabs>
          <w:tab w:val="left" w:pos="3816"/>
        </w:tabs>
        <w:jc w:val="both"/>
      </w:pPr>
      <w:r>
        <w:t xml:space="preserve">                                  </w:t>
      </w:r>
    </w:p>
    <w:p w:rsidR="003C7761" w:rsidRPr="00F14A11" w:rsidRDefault="003C7761" w:rsidP="00B17BFA">
      <w:pPr>
        <w:jc w:val="both"/>
      </w:pPr>
    </w:p>
    <w:p w:rsidR="003C7761" w:rsidRPr="00F14A11" w:rsidRDefault="003C7761" w:rsidP="00B17BFA">
      <w:pPr>
        <w:jc w:val="center"/>
      </w:pPr>
      <w:r w:rsidRPr="00F14A11">
        <w:t>ПОКАЗАТЕЛИ И КРИТЕРИИ БАЛЬНОЙ ОЦЕНКИ</w:t>
      </w:r>
    </w:p>
    <w:p w:rsidR="003C7761" w:rsidRPr="00F14A11" w:rsidRDefault="003C7761" w:rsidP="00B17BFA">
      <w:pPr>
        <w:jc w:val="center"/>
      </w:pPr>
      <w:r w:rsidRPr="00F14A11">
        <w:t>РЕЗУЛЬТАТИВНОСТИ ТРУДА</w:t>
      </w:r>
    </w:p>
    <w:p w:rsidR="003C7761" w:rsidRPr="00F14A11" w:rsidRDefault="003C7761" w:rsidP="00B17BFA">
      <w:pPr>
        <w:jc w:val="center"/>
      </w:pPr>
      <w:r w:rsidRPr="00F14A11">
        <w:t>ДЛЯ УСТАНОВЛЕНИЯ РАБОТНИКАМ УЧРЕЖДЕНИЯ</w:t>
      </w:r>
    </w:p>
    <w:p w:rsidR="003C7761" w:rsidRPr="00F14A11" w:rsidRDefault="003C7761" w:rsidP="00B17BFA">
      <w:pPr>
        <w:jc w:val="center"/>
      </w:pPr>
      <w:r w:rsidRPr="00F14A11">
        <w:t>ВЫПЛАТ СТИМУЛИРУЮЩЕГО ХАРАКТЕРА</w:t>
      </w:r>
    </w:p>
    <w:p w:rsidR="003C7761" w:rsidRPr="00F14A11" w:rsidRDefault="003C7761" w:rsidP="00B17BFA">
      <w:pPr>
        <w:jc w:val="center"/>
      </w:pPr>
      <w:r w:rsidRPr="00F14A11">
        <w:t>ВАЖНОСТЬ ВЫПОЛНЯЕМОЙ РАБОТЫ, СТЕПЕНЬ САМОСТОЯТЕЛЬНОСТИ И ОТВЕТСТВЕННОСТИ ПРИ ВЫПОЛНЕНИИ ПОСТАВЛЕННЫХ ЗАДАЧ ПО ИТОГАМ РАБОТЫ ЗА ОТЧЕТНЫЙ ПЕРИОД (МЕСЯЦ, КВАРТАЛ)</w:t>
      </w:r>
    </w:p>
    <w:p w:rsidR="003C7761" w:rsidRPr="00F14A11" w:rsidRDefault="003C7761" w:rsidP="00B17BFA">
      <w:pPr>
        <w:jc w:val="center"/>
      </w:pPr>
    </w:p>
    <w:p w:rsidR="003C7761" w:rsidRPr="00F14A11" w:rsidRDefault="003C7761" w:rsidP="00B17BFA">
      <w:pPr>
        <w:jc w:val="both"/>
      </w:pPr>
    </w:p>
    <w:tbl>
      <w:tblPr>
        <w:tblW w:w="49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2125"/>
        <w:gridCol w:w="3403"/>
        <w:gridCol w:w="1941"/>
      </w:tblGrid>
      <w:tr w:rsidR="003C7761" w:rsidRPr="00F14A11" w:rsidTr="0023782B">
        <w:tc>
          <w:tcPr>
            <w:tcW w:w="1036" w:type="pct"/>
          </w:tcPr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  <w:r w:rsidRPr="00F14A11">
              <w:t>Показатели</w:t>
            </w:r>
          </w:p>
        </w:tc>
        <w:tc>
          <w:tcPr>
            <w:tcW w:w="1128" w:type="pct"/>
          </w:tcPr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  <w:r w:rsidRPr="00F14A11">
              <w:t>Квалификационный уровень</w:t>
            </w:r>
          </w:p>
        </w:tc>
        <w:tc>
          <w:tcPr>
            <w:tcW w:w="1806" w:type="pct"/>
          </w:tcPr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  <w:r w:rsidRPr="00F14A11">
              <w:t>Интерпретация критерия оценки показателя</w:t>
            </w:r>
          </w:p>
        </w:tc>
        <w:tc>
          <w:tcPr>
            <w:tcW w:w="1030" w:type="pct"/>
          </w:tcPr>
          <w:p w:rsidR="003C7761" w:rsidRPr="00F14A11" w:rsidRDefault="003C7761" w:rsidP="0023782B">
            <w:pPr>
              <w:jc w:val="both"/>
            </w:pPr>
            <w:r w:rsidRPr="00F14A11">
              <w:t>Предельное количество</w:t>
            </w:r>
          </w:p>
          <w:p w:rsidR="003C7761" w:rsidRPr="00F14A11" w:rsidRDefault="003C7761" w:rsidP="0023782B">
            <w:pPr>
              <w:jc w:val="both"/>
            </w:pPr>
            <w:r w:rsidRPr="00F14A11">
              <w:t>баллов для установления работнику выплат стимулирующего</w:t>
            </w:r>
          </w:p>
          <w:p w:rsidR="003C7761" w:rsidRPr="00F14A11" w:rsidRDefault="003C7761" w:rsidP="0023782B">
            <w:pPr>
              <w:jc w:val="both"/>
            </w:pPr>
            <w:r w:rsidRPr="00F14A11">
              <w:t>характера *</w:t>
            </w:r>
          </w:p>
        </w:tc>
      </w:tr>
      <w:tr w:rsidR="003C7761" w:rsidRPr="00F14A11" w:rsidTr="0023782B">
        <w:tc>
          <w:tcPr>
            <w:tcW w:w="5000" w:type="pct"/>
            <w:gridSpan w:val="4"/>
          </w:tcPr>
          <w:p w:rsidR="003C7761" w:rsidRPr="00F14A11" w:rsidRDefault="003C7761" w:rsidP="0023782B">
            <w:pPr>
              <w:jc w:val="both"/>
              <w:rPr>
                <w:b/>
              </w:rPr>
            </w:pPr>
            <w:r w:rsidRPr="00F14A11">
              <w:rPr>
                <w:b/>
              </w:rPr>
              <w:t xml:space="preserve">Профессиональные квалификационные группы (далее – ПКГ) должностей работников, </w:t>
            </w:r>
          </w:p>
          <w:p w:rsidR="003C7761" w:rsidRPr="00F14A11" w:rsidRDefault="003C7761" w:rsidP="0023782B">
            <w:pPr>
              <w:jc w:val="both"/>
            </w:pPr>
            <w:r w:rsidRPr="00F14A11">
              <w:rPr>
                <w:b/>
              </w:rPr>
              <w:t xml:space="preserve">занятых в сфере предоставления социальных услуг» </w:t>
            </w:r>
          </w:p>
        </w:tc>
      </w:tr>
    </w:tbl>
    <w:p w:rsidR="003C7761" w:rsidRPr="00F14A11" w:rsidRDefault="003C7761" w:rsidP="00B17BFA">
      <w:pPr>
        <w:jc w:val="both"/>
      </w:pPr>
    </w:p>
    <w:tbl>
      <w:tblPr>
        <w:tblW w:w="49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2"/>
        <w:gridCol w:w="2268"/>
        <w:gridCol w:w="3259"/>
        <w:gridCol w:w="1941"/>
      </w:tblGrid>
      <w:tr w:rsidR="003C7761" w:rsidRPr="00F14A11" w:rsidTr="0023782B">
        <w:tc>
          <w:tcPr>
            <w:tcW w:w="5000" w:type="pct"/>
            <w:gridSpan w:val="4"/>
          </w:tcPr>
          <w:p w:rsidR="003C7761" w:rsidRPr="00F14A11" w:rsidRDefault="003C7761" w:rsidP="0023782B">
            <w:pPr>
              <w:jc w:val="both"/>
              <w:rPr>
                <w:b/>
              </w:rPr>
            </w:pPr>
            <w:r w:rsidRPr="00F14A11">
              <w:rPr>
                <w:b/>
              </w:rPr>
              <w:t xml:space="preserve"> ПКГ «Должности специалистов второго уровня, </w:t>
            </w:r>
          </w:p>
          <w:p w:rsidR="003C7761" w:rsidRPr="00F14A11" w:rsidRDefault="003C7761" w:rsidP="0023782B">
            <w:pPr>
              <w:jc w:val="both"/>
              <w:rPr>
                <w:b/>
              </w:rPr>
            </w:pPr>
            <w:r w:rsidRPr="00F14A11">
              <w:rPr>
                <w:b/>
              </w:rPr>
              <w:t>осуществляющих предоставление социальных услуг»</w:t>
            </w:r>
          </w:p>
          <w:p w:rsidR="003C7761" w:rsidRPr="00F14A11" w:rsidRDefault="003C7761" w:rsidP="0023782B">
            <w:pPr>
              <w:jc w:val="both"/>
              <w:rPr>
                <w:b/>
              </w:rPr>
            </w:pPr>
            <w:r w:rsidRPr="00F14A11">
              <w:rPr>
                <w:b/>
              </w:rPr>
              <w:t>(социальный работник)</w:t>
            </w:r>
          </w:p>
        </w:tc>
      </w:tr>
      <w:tr w:rsidR="003C7761" w:rsidRPr="00F14A11" w:rsidTr="0023782B">
        <w:trPr>
          <w:trHeight w:val="1362"/>
        </w:trPr>
        <w:tc>
          <w:tcPr>
            <w:tcW w:w="1036" w:type="pct"/>
            <w:vMerge w:val="restart"/>
          </w:tcPr>
          <w:p w:rsidR="003C7761" w:rsidRPr="00F14A11" w:rsidRDefault="003C7761" w:rsidP="0023782B">
            <w:pPr>
              <w:jc w:val="both"/>
            </w:pPr>
            <w:r w:rsidRPr="00F14A11">
              <w:t xml:space="preserve">Применение современных    </w:t>
            </w:r>
            <w:r w:rsidRPr="00F14A11">
              <w:br/>
              <w:t xml:space="preserve">методик, внедрение инновационных   </w:t>
            </w:r>
            <w:r w:rsidRPr="00F14A11">
              <w:br/>
              <w:t xml:space="preserve">методов и технологий в    </w:t>
            </w:r>
            <w:r w:rsidRPr="00F14A11">
              <w:br/>
              <w:t>реабилитационный процесс</w:t>
            </w:r>
          </w:p>
        </w:tc>
        <w:tc>
          <w:tcPr>
            <w:tcW w:w="1204" w:type="pct"/>
            <w:vMerge w:val="restart"/>
          </w:tcPr>
          <w:p w:rsidR="003C7761" w:rsidRPr="00F14A11" w:rsidRDefault="003C7761" w:rsidP="0023782B">
            <w:pPr>
              <w:jc w:val="both"/>
            </w:pPr>
            <w:r w:rsidRPr="00F14A11">
              <w:t>2 квалификационный уровень</w:t>
            </w:r>
          </w:p>
        </w:tc>
        <w:tc>
          <w:tcPr>
            <w:tcW w:w="1730" w:type="pct"/>
          </w:tcPr>
          <w:p w:rsidR="003C7761" w:rsidRPr="00F14A11" w:rsidRDefault="003C7761" w:rsidP="0023782B">
            <w:pPr>
              <w:jc w:val="both"/>
            </w:pPr>
            <w:r w:rsidRPr="00F14A11">
              <w:t>Реализация запланированных мероприятий в полном объеме на высоком уровне за отчетный период</w:t>
            </w:r>
          </w:p>
        </w:tc>
        <w:tc>
          <w:tcPr>
            <w:tcW w:w="1030" w:type="pct"/>
          </w:tcPr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  <w:r w:rsidRPr="00F14A11">
              <w:t>41</w:t>
            </w:r>
          </w:p>
        </w:tc>
      </w:tr>
      <w:tr w:rsidR="003C7761" w:rsidRPr="00F14A11" w:rsidTr="0023782B">
        <w:trPr>
          <w:trHeight w:val="1005"/>
        </w:trPr>
        <w:tc>
          <w:tcPr>
            <w:tcW w:w="1036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204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730" w:type="pct"/>
          </w:tcPr>
          <w:p w:rsidR="003C7761" w:rsidRPr="00F14A11" w:rsidRDefault="003C7761" w:rsidP="0023782B">
            <w:pPr>
              <w:jc w:val="both"/>
            </w:pPr>
            <w:r w:rsidRPr="00F14A11">
              <w:t>Реализация запланированных мероприятий в полном объеме на удовлетворительном уровне без замечаний</w:t>
            </w:r>
          </w:p>
        </w:tc>
        <w:tc>
          <w:tcPr>
            <w:tcW w:w="1030" w:type="pct"/>
          </w:tcPr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  <w:r w:rsidRPr="00F14A11">
              <w:t>40-26</w:t>
            </w: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</w:tc>
      </w:tr>
      <w:tr w:rsidR="003C7761" w:rsidRPr="00F14A11" w:rsidTr="0023782B">
        <w:trPr>
          <w:trHeight w:val="720"/>
        </w:trPr>
        <w:tc>
          <w:tcPr>
            <w:tcW w:w="1036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204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730" w:type="pct"/>
          </w:tcPr>
          <w:p w:rsidR="003C7761" w:rsidRPr="00F14A11" w:rsidRDefault="003C7761" w:rsidP="0023782B">
            <w:pPr>
              <w:jc w:val="both"/>
            </w:pPr>
            <w:r w:rsidRPr="00F14A11">
              <w:t>Реализация запланированных мероприятий в полном объеме на удовлетворительном уровне с единичными (не свыше 2) замечаниями за отчетный период</w:t>
            </w:r>
          </w:p>
        </w:tc>
        <w:tc>
          <w:tcPr>
            <w:tcW w:w="1030" w:type="pct"/>
          </w:tcPr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  <w:r w:rsidRPr="00F14A11">
              <w:t>25-16</w:t>
            </w:r>
          </w:p>
          <w:p w:rsidR="003C7761" w:rsidRPr="00F14A11" w:rsidRDefault="003C7761" w:rsidP="0023782B">
            <w:pPr>
              <w:jc w:val="both"/>
            </w:pPr>
          </w:p>
        </w:tc>
      </w:tr>
      <w:tr w:rsidR="003C7761" w:rsidRPr="00F14A11" w:rsidTr="0023782B">
        <w:trPr>
          <w:trHeight w:val="735"/>
        </w:trPr>
        <w:tc>
          <w:tcPr>
            <w:tcW w:w="1036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204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730" w:type="pct"/>
          </w:tcPr>
          <w:p w:rsidR="003C7761" w:rsidRPr="00F14A11" w:rsidRDefault="003C7761" w:rsidP="0023782B">
            <w:pPr>
              <w:jc w:val="both"/>
            </w:pPr>
            <w:r w:rsidRPr="00F14A11">
              <w:t>Реализация запланированных мероприятий в полном объеме на удовлетворительном уровне с замечаниями свыше 3 за отчетный период</w:t>
            </w:r>
          </w:p>
          <w:p w:rsidR="003C7761" w:rsidRPr="00F14A11" w:rsidRDefault="003C7761" w:rsidP="0023782B">
            <w:pPr>
              <w:jc w:val="both"/>
            </w:pPr>
          </w:p>
        </w:tc>
        <w:tc>
          <w:tcPr>
            <w:tcW w:w="1030" w:type="pct"/>
          </w:tcPr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  <w:r w:rsidRPr="00F14A11">
              <w:t>15-6</w:t>
            </w:r>
          </w:p>
        </w:tc>
      </w:tr>
    </w:tbl>
    <w:p w:rsidR="003C7761" w:rsidRPr="00F14A11" w:rsidRDefault="003C7761" w:rsidP="00B17BFA">
      <w:pPr>
        <w:jc w:val="both"/>
      </w:pPr>
    </w:p>
    <w:tbl>
      <w:tblPr>
        <w:tblW w:w="49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2"/>
        <w:gridCol w:w="2268"/>
        <w:gridCol w:w="3259"/>
        <w:gridCol w:w="1941"/>
      </w:tblGrid>
      <w:tr w:rsidR="003C7761" w:rsidRPr="00F14A11" w:rsidTr="0023782B">
        <w:tc>
          <w:tcPr>
            <w:tcW w:w="5000" w:type="pct"/>
            <w:gridSpan w:val="4"/>
          </w:tcPr>
          <w:p w:rsidR="003C7761" w:rsidRPr="00F14A11" w:rsidRDefault="003C7761" w:rsidP="0023782B">
            <w:pPr>
              <w:jc w:val="both"/>
              <w:rPr>
                <w:b/>
              </w:rPr>
            </w:pPr>
            <w:r w:rsidRPr="00F14A11">
              <w:rPr>
                <w:b/>
              </w:rPr>
              <w:t xml:space="preserve">ПКГ «Должности специалистов  третьего уровня, </w:t>
            </w:r>
          </w:p>
          <w:p w:rsidR="003C7761" w:rsidRPr="00F14A11" w:rsidRDefault="003C7761" w:rsidP="0023782B">
            <w:pPr>
              <w:jc w:val="both"/>
              <w:rPr>
                <w:b/>
              </w:rPr>
            </w:pPr>
            <w:r w:rsidRPr="00F14A11">
              <w:rPr>
                <w:b/>
              </w:rPr>
              <w:t>осуществляющих предоставление социальных услуг»</w:t>
            </w:r>
          </w:p>
          <w:p w:rsidR="003C7761" w:rsidRPr="00F14A11" w:rsidRDefault="003C7761" w:rsidP="0023782B">
            <w:pPr>
              <w:jc w:val="both"/>
              <w:rPr>
                <w:b/>
              </w:rPr>
            </w:pPr>
            <w:r w:rsidRPr="00F14A11">
              <w:rPr>
                <w:b/>
              </w:rPr>
              <w:t>(специалист по социальной работе, специалист по реабилитации инвалидов)</w:t>
            </w:r>
          </w:p>
        </w:tc>
      </w:tr>
      <w:tr w:rsidR="003C7761" w:rsidRPr="00F14A11" w:rsidTr="0023782B">
        <w:trPr>
          <w:trHeight w:val="1007"/>
        </w:trPr>
        <w:tc>
          <w:tcPr>
            <w:tcW w:w="1036" w:type="pct"/>
            <w:vMerge w:val="restart"/>
          </w:tcPr>
          <w:p w:rsidR="003C7761" w:rsidRPr="00F14A11" w:rsidRDefault="003C7761" w:rsidP="0023782B">
            <w:pPr>
              <w:jc w:val="both"/>
            </w:pPr>
            <w:r w:rsidRPr="00F14A11">
              <w:t xml:space="preserve">Применение современных    </w:t>
            </w:r>
            <w:r w:rsidRPr="00F14A11">
              <w:br/>
              <w:t xml:space="preserve">методик, внедрение инновационных   </w:t>
            </w:r>
            <w:r w:rsidRPr="00F14A11">
              <w:br/>
              <w:t xml:space="preserve">методов и технологий в    </w:t>
            </w:r>
            <w:r w:rsidRPr="00F14A11">
              <w:br/>
              <w:t>реабилитационный процесс, проявление систематической творческой активности</w:t>
            </w:r>
          </w:p>
        </w:tc>
        <w:tc>
          <w:tcPr>
            <w:tcW w:w="1204" w:type="pct"/>
            <w:vMerge w:val="restart"/>
          </w:tcPr>
          <w:p w:rsidR="003C7761" w:rsidRPr="00F14A11" w:rsidRDefault="003C7761" w:rsidP="0023782B">
            <w:pPr>
              <w:jc w:val="both"/>
            </w:pPr>
            <w:r w:rsidRPr="00F14A11">
              <w:t>1 квалификационный уровень</w:t>
            </w:r>
          </w:p>
          <w:p w:rsidR="003C7761" w:rsidRPr="00F14A11" w:rsidRDefault="003C7761" w:rsidP="0023782B">
            <w:pPr>
              <w:jc w:val="both"/>
            </w:pPr>
          </w:p>
        </w:tc>
        <w:tc>
          <w:tcPr>
            <w:tcW w:w="1730" w:type="pct"/>
          </w:tcPr>
          <w:p w:rsidR="003C7761" w:rsidRPr="00F14A11" w:rsidRDefault="003C7761" w:rsidP="0023782B">
            <w:pPr>
              <w:jc w:val="both"/>
            </w:pPr>
            <w:r w:rsidRPr="00F14A11">
              <w:t>Реализация запланированных мероприятий в полном объеме на высоком уровне без замечаний, проявление систематической творческой активности за отчетный период</w:t>
            </w:r>
          </w:p>
        </w:tc>
        <w:tc>
          <w:tcPr>
            <w:tcW w:w="1030" w:type="pct"/>
          </w:tcPr>
          <w:p w:rsidR="003C7761" w:rsidRPr="00F14A11" w:rsidRDefault="003C7761" w:rsidP="0023782B">
            <w:pPr>
              <w:jc w:val="both"/>
            </w:pPr>
            <w:r w:rsidRPr="00F14A11">
              <w:t>63</w:t>
            </w:r>
          </w:p>
        </w:tc>
      </w:tr>
      <w:tr w:rsidR="003C7761" w:rsidRPr="00F14A11" w:rsidTr="0023782B">
        <w:trPr>
          <w:trHeight w:val="1185"/>
        </w:trPr>
        <w:tc>
          <w:tcPr>
            <w:tcW w:w="1036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204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730" w:type="pct"/>
          </w:tcPr>
          <w:p w:rsidR="003C7761" w:rsidRPr="00F14A11" w:rsidRDefault="003C7761" w:rsidP="0023782B">
            <w:pPr>
              <w:jc w:val="both"/>
            </w:pPr>
            <w:r w:rsidRPr="00F14A11">
              <w:t>Реализация запланированных мероприятий в полном объеме на удовлетворительном уровне с единичными (не свыше 2) замечаниями, проявление творческой активности в отдельных случаях за отчетный период</w:t>
            </w:r>
          </w:p>
        </w:tc>
        <w:tc>
          <w:tcPr>
            <w:tcW w:w="1030" w:type="pct"/>
          </w:tcPr>
          <w:p w:rsidR="003C7761" w:rsidRPr="00F14A11" w:rsidRDefault="003C7761" w:rsidP="0023782B">
            <w:pPr>
              <w:jc w:val="both"/>
            </w:pPr>
            <w:r w:rsidRPr="00F14A11">
              <w:t>62-47</w:t>
            </w:r>
          </w:p>
        </w:tc>
      </w:tr>
      <w:tr w:rsidR="003C7761" w:rsidRPr="00F14A11" w:rsidTr="0023782B">
        <w:trPr>
          <w:trHeight w:val="675"/>
        </w:trPr>
        <w:tc>
          <w:tcPr>
            <w:tcW w:w="1036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204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730" w:type="pct"/>
          </w:tcPr>
          <w:p w:rsidR="003C7761" w:rsidRPr="00F14A11" w:rsidRDefault="003C7761" w:rsidP="0023782B">
            <w:pPr>
              <w:jc w:val="both"/>
            </w:pPr>
            <w:r w:rsidRPr="00F14A11">
              <w:t>Реализация запланированных мероприятий на удовлетворительном уровне с единичными (не свыше 3) замечаниями, без проявления творческой активности в отдельных случаях за отчетный период</w:t>
            </w:r>
          </w:p>
        </w:tc>
        <w:tc>
          <w:tcPr>
            <w:tcW w:w="1030" w:type="pct"/>
          </w:tcPr>
          <w:p w:rsidR="003C7761" w:rsidRPr="00F14A11" w:rsidRDefault="003C7761" w:rsidP="0023782B">
            <w:pPr>
              <w:jc w:val="both"/>
            </w:pPr>
            <w:r w:rsidRPr="00F14A11">
              <w:t>46-32</w:t>
            </w:r>
          </w:p>
        </w:tc>
      </w:tr>
      <w:tr w:rsidR="003C7761" w:rsidRPr="00F14A11" w:rsidTr="0023782B">
        <w:trPr>
          <w:trHeight w:val="540"/>
        </w:trPr>
        <w:tc>
          <w:tcPr>
            <w:tcW w:w="1036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204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730" w:type="pct"/>
          </w:tcPr>
          <w:p w:rsidR="003C7761" w:rsidRPr="00F14A11" w:rsidRDefault="003C7761" w:rsidP="0023782B">
            <w:pPr>
              <w:jc w:val="both"/>
            </w:pPr>
            <w:r w:rsidRPr="00F14A11">
              <w:t>Реализация запланированных мероприятий на удовлетворительном уровне с замечаниями (свыше 3), отсутствие творческой активности за отчетный период</w:t>
            </w:r>
          </w:p>
        </w:tc>
        <w:tc>
          <w:tcPr>
            <w:tcW w:w="1030" w:type="pct"/>
          </w:tcPr>
          <w:p w:rsidR="003C7761" w:rsidRPr="00F14A11" w:rsidRDefault="003C7761" w:rsidP="0023782B">
            <w:pPr>
              <w:jc w:val="both"/>
            </w:pPr>
            <w:r w:rsidRPr="00F14A11">
              <w:t>31-17</w:t>
            </w:r>
          </w:p>
        </w:tc>
      </w:tr>
      <w:tr w:rsidR="003C7761" w:rsidRPr="00F14A11" w:rsidTr="0023782B">
        <w:trPr>
          <w:trHeight w:val="270"/>
        </w:trPr>
        <w:tc>
          <w:tcPr>
            <w:tcW w:w="1036" w:type="pct"/>
            <w:vMerge w:val="restart"/>
          </w:tcPr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</w:tc>
        <w:tc>
          <w:tcPr>
            <w:tcW w:w="1204" w:type="pct"/>
            <w:vMerge w:val="restart"/>
          </w:tcPr>
          <w:p w:rsidR="003C7761" w:rsidRPr="00F14A11" w:rsidRDefault="003C7761" w:rsidP="0023782B">
            <w:pPr>
              <w:jc w:val="both"/>
            </w:pPr>
            <w:r w:rsidRPr="00F14A11">
              <w:t>2 квалификационный уровень</w:t>
            </w: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</w:tc>
        <w:tc>
          <w:tcPr>
            <w:tcW w:w="1730" w:type="pct"/>
          </w:tcPr>
          <w:p w:rsidR="003C7761" w:rsidRPr="00F14A11" w:rsidRDefault="003C7761" w:rsidP="0023782B">
            <w:pPr>
              <w:jc w:val="both"/>
            </w:pPr>
            <w:r w:rsidRPr="00F14A11">
              <w:t>Реализация запланированных мероприятий в полном объеме на высоком уровне без замечаний, проявление систематической творческой активности за отчетный период</w:t>
            </w:r>
          </w:p>
          <w:p w:rsidR="003C7761" w:rsidRPr="00F14A11" w:rsidRDefault="003C7761" w:rsidP="0023782B">
            <w:pPr>
              <w:jc w:val="both"/>
            </w:pPr>
          </w:p>
        </w:tc>
        <w:tc>
          <w:tcPr>
            <w:tcW w:w="1030" w:type="pct"/>
          </w:tcPr>
          <w:p w:rsidR="003C7761" w:rsidRPr="00F14A11" w:rsidRDefault="003C7761" w:rsidP="0023782B">
            <w:pPr>
              <w:jc w:val="both"/>
            </w:pPr>
            <w:r w:rsidRPr="00F14A11">
              <w:t>69</w:t>
            </w:r>
          </w:p>
        </w:tc>
      </w:tr>
      <w:tr w:rsidR="003C7761" w:rsidRPr="00F14A11" w:rsidTr="0023782B">
        <w:trPr>
          <w:trHeight w:val="225"/>
        </w:trPr>
        <w:tc>
          <w:tcPr>
            <w:tcW w:w="1036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204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730" w:type="pct"/>
          </w:tcPr>
          <w:p w:rsidR="003C7761" w:rsidRPr="00F14A11" w:rsidRDefault="003C7761" w:rsidP="0023782B">
            <w:pPr>
              <w:jc w:val="both"/>
            </w:pPr>
            <w:r w:rsidRPr="00F14A11">
              <w:t>Реализация запланированных мероприятий в полном объеме на удовлетворительном уровне с единичными (не свыше 2) замечаниями, проявление творческой активности в отдельных случаях за отчетный период</w:t>
            </w:r>
          </w:p>
          <w:p w:rsidR="003C7761" w:rsidRPr="00F14A11" w:rsidRDefault="003C7761" w:rsidP="0023782B">
            <w:pPr>
              <w:jc w:val="both"/>
            </w:pPr>
          </w:p>
        </w:tc>
        <w:tc>
          <w:tcPr>
            <w:tcW w:w="1030" w:type="pct"/>
          </w:tcPr>
          <w:p w:rsidR="003C7761" w:rsidRPr="00F14A11" w:rsidRDefault="003C7761" w:rsidP="0023782B">
            <w:pPr>
              <w:jc w:val="both"/>
            </w:pPr>
            <w:r w:rsidRPr="00F14A11">
              <w:t>68-53</w:t>
            </w:r>
          </w:p>
        </w:tc>
      </w:tr>
      <w:tr w:rsidR="003C7761" w:rsidRPr="00F14A11" w:rsidTr="0023782B">
        <w:trPr>
          <w:trHeight w:val="300"/>
        </w:trPr>
        <w:tc>
          <w:tcPr>
            <w:tcW w:w="1036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204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730" w:type="pct"/>
          </w:tcPr>
          <w:p w:rsidR="003C7761" w:rsidRPr="00F14A11" w:rsidRDefault="003C7761" w:rsidP="0023782B">
            <w:pPr>
              <w:jc w:val="both"/>
            </w:pPr>
            <w:r w:rsidRPr="00F14A11">
              <w:t>Реализация запланированных мероприятий на удовлетворительном уровне с единичными (не свыше 3) замечаниями, без проявления творческой активности в отдельных случаях за отчетный период</w:t>
            </w:r>
          </w:p>
        </w:tc>
        <w:tc>
          <w:tcPr>
            <w:tcW w:w="1030" w:type="pct"/>
          </w:tcPr>
          <w:p w:rsidR="003C7761" w:rsidRPr="00F14A11" w:rsidRDefault="003C7761" w:rsidP="0023782B">
            <w:pPr>
              <w:jc w:val="both"/>
            </w:pPr>
            <w:r w:rsidRPr="00F14A11">
              <w:t>52-38</w:t>
            </w:r>
          </w:p>
        </w:tc>
      </w:tr>
      <w:tr w:rsidR="003C7761" w:rsidRPr="00F14A11" w:rsidTr="0023782B">
        <w:trPr>
          <w:trHeight w:val="120"/>
        </w:trPr>
        <w:tc>
          <w:tcPr>
            <w:tcW w:w="1036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204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730" w:type="pct"/>
          </w:tcPr>
          <w:p w:rsidR="003C7761" w:rsidRPr="00F14A11" w:rsidRDefault="003C7761" w:rsidP="0023782B">
            <w:pPr>
              <w:jc w:val="both"/>
            </w:pPr>
            <w:r w:rsidRPr="00F14A11">
              <w:t>Реализация запланированных мероприятий на удовлетворительном уровне с замечаниями (свыше 3), отсутствие творческой активности за отчетный период</w:t>
            </w:r>
          </w:p>
        </w:tc>
        <w:tc>
          <w:tcPr>
            <w:tcW w:w="1030" w:type="pct"/>
          </w:tcPr>
          <w:p w:rsidR="003C7761" w:rsidRPr="00F14A11" w:rsidRDefault="003C7761" w:rsidP="0023782B">
            <w:pPr>
              <w:jc w:val="both"/>
            </w:pPr>
            <w:r w:rsidRPr="00F14A11">
              <w:t>37-23</w:t>
            </w:r>
          </w:p>
        </w:tc>
      </w:tr>
    </w:tbl>
    <w:p w:rsidR="003C7761" w:rsidRPr="00F14A11" w:rsidRDefault="003C7761" w:rsidP="00B17BFA">
      <w:pPr>
        <w:jc w:val="both"/>
      </w:pPr>
    </w:p>
    <w:tbl>
      <w:tblPr>
        <w:tblW w:w="49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2"/>
        <w:gridCol w:w="2268"/>
        <w:gridCol w:w="3259"/>
        <w:gridCol w:w="1941"/>
      </w:tblGrid>
      <w:tr w:rsidR="003C7761" w:rsidRPr="00F14A11" w:rsidTr="0023782B">
        <w:tc>
          <w:tcPr>
            <w:tcW w:w="5000" w:type="pct"/>
            <w:gridSpan w:val="4"/>
          </w:tcPr>
          <w:p w:rsidR="003C7761" w:rsidRPr="00F14A11" w:rsidRDefault="003C7761" w:rsidP="0023782B">
            <w:pPr>
              <w:jc w:val="both"/>
              <w:rPr>
                <w:b/>
              </w:rPr>
            </w:pPr>
            <w:r w:rsidRPr="00F14A11">
              <w:rPr>
                <w:b/>
              </w:rPr>
              <w:t xml:space="preserve">ПКГ «Должности руководителей в учреждениях, </w:t>
            </w:r>
          </w:p>
          <w:p w:rsidR="003C7761" w:rsidRPr="00F14A11" w:rsidRDefault="003C7761" w:rsidP="0023782B">
            <w:pPr>
              <w:jc w:val="both"/>
              <w:rPr>
                <w:b/>
              </w:rPr>
            </w:pPr>
            <w:r w:rsidRPr="00F14A11">
              <w:rPr>
                <w:b/>
              </w:rPr>
              <w:t>осуществляющих предоставление социальных услуг»</w:t>
            </w:r>
          </w:p>
          <w:p w:rsidR="003C7761" w:rsidRPr="00F14A11" w:rsidRDefault="003C7761" w:rsidP="0023782B">
            <w:pPr>
              <w:jc w:val="both"/>
              <w:rPr>
                <w:b/>
              </w:rPr>
            </w:pPr>
            <w:r w:rsidRPr="00F14A11">
              <w:rPr>
                <w:b/>
              </w:rPr>
              <w:t>(заведующий отделением (социальной службы)</w:t>
            </w:r>
          </w:p>
        </w:tc>
      </w:tr>
      <w:tr w:rsidR="003C7761" w:rsidRPr="00F14A11" w:rsidTr="0023782B">
        <w:trPr>
          <w:trHeight w:val="1425"/>
        </w:trPr>
        <w:tc>
          <w:tcPr>
            <w:tcW w:w="1036" w:type="pct"/>
            <w:vMerge w:val="restart"/>
          </w:tcPr>
          <w:p w:rsidR="003C7761" w:rsidRPr="00F14A11" w:rsidRDefault="003C7761" w:rsidP="0023782B">
            <w:pPr>
              <w:jc w:val="both"/>
            </w:pPr>
            <w:r w:rsidRPr="00F14A11">
              <w:t xml:space="preserve">Применение современных    </w:t>
            </w:r>
            <w:r w:rsidRPr="00F14A11">
              <w:br/>
              <w:t xml:space="preserve">методик, внедрение инновационных   </w:t>
            </w:r>
            <w:r w:rsidRPr="00F14A11">
              <w:br/>
              <w:t xml:space="preserve">методов и технологий в    </w:t>
            </w:r>
            <w:r w:rsidRPr="00F14A11">
              <w:br/>
              <w:t>реабилитационный процесс, проявление творческой активности</w:t>
            </w:r>
          </w:p>
        </w:tc>
        <w:tc>
          <w:tcPr>
            <w:tcW w:w="1204" w:type="pct"/>
            <w:vMerge w:val="restart"/>
          </w:tcPr>
          <w:p w:rsidR="003C7761" w:rsidRPr="00F14A11" w:rsidRDefault="003C7761" w:rsidP="0023782B">
            <w:pPr>
              <w:jc w:val="both"/>
            </w:pPr>
            <w:r w:rsidRPr="00F14A11">
              <w:t>1 квалификационный уровень</w:t>
            </w: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</w:tc>
        <w:tc>
          <w:tcPr>
            <w:tcW w:w="1730" w:type="pct"/>
          </w:tcPr>
          <w:p w:rsidR="003C7761" w:rsidRPr="00F14A11" w:rsidRDefault="003C7761" w:rsidP="0023782B">
            <w:pPr>
              <w:jc w:val="both"/>
            </w:pPr>
            <w:r w:rsidRPr="00F14A11">
              <w:t>Реализация запланированных мероприятий в полном объеме на высоком уровне без замечаний, проявление систематической творческой активности за отчетный период</w:t>
            </w:r>
          </w:p>
        </w:tc>
        <w:tc>
          <w:tcPr>
            <w:tcW w:w="1030" w:type="pct"/>
          </w:tcPr>
          <w:p w:rsidR="003C7761" w:rsidRPr="00F14A11" w:rsidRDefault="003C7761" w:rsidP="0023782B">
            <w:pPr>
              <w:jc w:val="both"/>
            </w:pPr>
            <w:r w:rsidRPr="00F14A11">
              <w:t>80</w:t>
            </w:r>
          </w:p>
        </w:tc>
      </w:tr>
      <w:tr w:rsidR="003C7761" w:rsidRPr="00F14A11" w:rsidTr="0023782B">
        <w:trPr>
          <w:trHeight w:val="1065"/>
        </w:trPr>
        <w:tc>
          <w:tcPr>
            <w:tcW w:w="1036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204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730" w:type="pct"/>
          </w:tcPr>
          <w:p w:rsidR="003C7761" w:rsidRPr="00F14A11" w:rsidRDefault="003C7761" w:rsidP="0023782B">
            <w:pPr>
              <w:jc w:val="both"/>
            </w:pPr>
            <w:r w:rsidRPr="00F14A11">
              <w:t>Реализация запланированных мероприятий в полном объеме на удовлетворительном уровне с единичными (не свыше 2) замечаниями, проявление творческой активности в отдельных случаях за отчетный период</w:t>
            </w:r>
          </w:p>
        </w:tc>
        <w:tc>
          <w:tcPr>
            <w:tcW w:w="1030" w:type="pct"/>
          </w:tcPr>
          <w:p w:rsidR="003C7761" w:rsidRPr="00F14A11" w:rsidRDefault="003C7761" w:rsidP="0023782B">
            <w:pPr>
              <w:jc w:val="both"/>
            </w:pPr>
            <w:r w:rsidRPr="00F14A11">
              <w:t>79-55</w:t>
            </w:r>
          </w:p>
        </w:tc>
      </w:tr>
      <w:tr w:rsidR="003C7761" w:rsidRPr="00F14A11" w:rsidTr="0023782B">
        <w:trPr>
          <w:trHeight w:val="1545"/>
        </w:trPr>
        <w:tc>
          <w:tcPr>
            <w:tcW w:w="1036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204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730" w:type="pct"/>
          </w:tcPr>
          <w:p w:rsidR="003C7761" w:rsidRPr="00F14A11" w:rsidRDefault="003C7761" w:rsidP="0023782B">
            <w:pPr>
              <w:jc w:val="both"/>
            </w:pPr>
            <w:r w:rsidRPr="00F14A11">
              <w:t>Реализация запланированных мероприятий на удовлетворительном уровне с единичными (свыше 3) замечаниями, отсутствие творческой активности за отчетный период</w:t>
            </w: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</w:tc>
        <w:tc>
          <w:tcPr>
            <w:tcW w:w="1030" w:type="pct"/>
          </w:tcPr>
          <w:p w:rsidR="003C7761" w:rsidRPr="00F14A11" w:rsidRDefault="003C7761" w:rsidP="0023782B">
            <w:pPr>
              <w:jc w:val="both"/>
            </w:pPr>
            <w:r w:rsidRPr="00F14A11">
              <w:t>54-30</w:t>
            </w:r>
          </w:p>
        </w:tc>
      </w:tr>
    </w:tbl>
    <w:p w:rsidR="003C7761" w:rsidRPr="00F14A11" w:rsidRDefault="003C7761" w:rsidP="00B17BFA">
      <w:pPr>
        <w:jc w:val="both"/>
      </w:pPr>
    </w:p>
    <w:tbl>
      <w:tblPr>
        <w:tblW w:w="49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2"/>
        <w:gridCol w:w="2268"/>
        <w:gridCol w:w="3267"/>
        <w:gridCol w:w="1933"/>
      </w:tblGrid>
      <w:tr w:rsidR="003C7761" w:rsidRPr="00F14A11" w:rsidTr="0023782B">
        <w:trPr>
          <w:trHeight w:val="465"/>
        </w:trPr>
        <w:tc>
          <w:tcPr>
            <w:tcW w:w="5000" w:type="pct"/>
            <w:gridSpan w:val="4"/>
          </w:tcPr>
          <w:p w:rsidR="003C7761" w:rsidRPr="00F14A11" w:rsidRDefault="003C7761" w:rsidP="0023782B">
            <w:pPr>
              <w:jc w:val="both"/>
              <w:rPr>
                <w:b/>
              </w:rPr>
            </w:pPr>
            <w:r w:rsidRPr="00F14A11">
              <w:rPr>
                <w:b/>
              </w:rPr>
              <w:t>ПКГ «Общеотраслевые должности служащих второго уровня»</w:t>
            </w:r>
          </w:p>
          <w:p w:rsidR="003C7761" w:rsidRPr="00F14A11" w:rsidRDefault="003C7761" w:rsidP="0023782B">
            <w:pPr>
              <w:jc w:val="both"/>
              <w:rPr>
                <w:b/>
              </w:rPr>
            </w:pPr>
            <w:r w:rsidRPr="00F14A11">
              <w:t xml:space="preserve"> </w:t>
            </w:r>
            <w:r w:rsidRPr="00F14A11">
              <w:rPr>
                <w:b/>
              </w:rPr>
              <w:t xml:space="preserve">(заведующий хозяйством) </w:t>
            </w:r>
          </w:p>
        </w:tc>
      </w:tr>
      <w:tr w:rsidR="003C7761" w:rsidRPr="00F14A11" w:rsidTr="0023782B">
        <w:trPr>
          <w:trHeight w:val="1515"/>
        </w:trPr>
        <w:tc>
          <w:tcPr>
            <w:tcW w:w="1036" w:type="pct"/>
            <w:vMerge w:val="restart"/>
          </w:tcPr>
          <w:p w:rsidR="003C7761" w:rsidRPr="00F14A11" w:rsidRDefault="003C7761" w:rsidP="0023782B">
            <w:pPr>
              <w:jc w:val="both"/>
            </w:pPr>
            <w:r w:rsidRPr="00F14A11">
              <w:t>Соблюдение требований техники безопасности и охраны труда, соблюдение сроков подготовки профильной документации, обеспечение ее систематизации и сохранности</w:t>
            </w: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</w:tc>
        <w:tc>
          <w:tcPr>
            <w:tcW w:w="1204" w:type="pct"/>
            <w:vMerge w:val="restart"/>
          </w:tcPr>
          <w:p w:rsidR="003C7761" w:rsidRPr="00F14A11" w:rsidRDefault="003C7761" w:rsidP="0023782B">
            <w:pPr>
              <w:jc w:val="both"/>
            </w:pPr>
            <w:r w:rsidRPr="00F14A11">
              <w:t>2 квалификационный уровень</w:t>
            </w:r>
          </w:p>
        </w:tc>
        <w:tc>
          <w:tcPr>
            <w:tcW w:w="1734" w:type="pct"/>
          </w:tcPr>
          <w:p w:rsidR="003C7761" w:rsidRPr="00F14A11" w:rsidRDefault="003C7761" w:rsidP="0023782B">
            <w:pPr>
              <w:jc w:val="both"/>
            </w:pPr>
            <w:r w:rsidRPr="00F14A11">
              <w:t>Отсутствие обоснованных замечаний, жалоб по итогам работы за отчетный период</w:t>
            </w:r>
          </w:p>
        </w:tc>
        <w:tc>
          <w:tcPr>
            <w:tcW w:w="1026" w:type="pct"/>
          </w:tcPr>
          <w:p w:rsidR="003C7761" w:rsidRPr="00F14A11" w:rsidRDefault="003C7761" w:rsidP="0023782B">
            <w:pPr>
              <w:jc w:val="both"/>
            </w:pPr>
            <w:r w:rsidRPr="00F14A11">
              <w:t>47</w:t>
            </w:r>
          </w:p>
        </w:tc>
      </w:tr>
      <w:tr w:rsidR="003C7761" w:rsidRPr="00F14A11" w:rsidTr="0023782B">
        <w:trPr>
          <w:trHeight w:val="1440"/>
        </w:trPr>
        <w:tc>
          <w:tcPr>
            <w:tcW w:w="1036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204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734" w:type="pct"/>
          </w:tcPr>
          <w:p w:rsidR="003C7761" w:rsidRPr="00F14A11" w:rsidRDefault="003C7761" w:rsidP="0023782B">
            <w:pPr>
              <w:jc w:val="both"/>
            </w:pPr>
            <w:r w:rsidRPr="00F14A11">
              <w:t>Отсутствие или наличие единичных (не более 2-3), отсутствие случаев, организация работ на удовлетворительном уровне по уборке помещений, благоустройству территории учреждения</w:t>
            </w:r>
          </w:p>
        </w:tc>
        <w:tc>
          <w:tcPr>
            <w:tcW w:w="1026" w:type="pct"/>
          </w:tcPr>
          <w:p w:rsidR="003C7761" w:rsidRPr="00F14A11" w:rsidRDefault="003C7761" w:rsidP="0023782B">
            <w:pPr>
              <w:jc w:val="both"/>
            </w:pPr>
            <w:r w:rsidRPr="00F14A11">
              <w:t>46-32</w:t>
            </w:r>
          </w:p>
        </w:tc>
      </w:tr>
      <w:tr w:rsidR="003C7761" w:rsidRPr="00F14A11" w:rsidTr="0023782B">
        <w:trPr>
          <w:trHeight w:val="131"/>
        </w:trPr>
        <w:tc>
          <w:tcPr>
            <w:tcW w:w="1036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204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734" w:type="pct"/>
          </w:tcPr>
          <w:p w:rsidR="003C7761" w:rsidRPr="00F14A11" w:rsidRDefault="003C7761" w:rsidP="0023782B">
            <w:pPr>
              <w:jc w:val="both"/>
            </w:pPr>
            <w:r w:rsidRPr="00F14A11">
              <w:t>Наличие единичных (более 2-3) замечаний по итогам работы за отчетный период, не рациональное расходование материалов и средств, выделяемых для хозяйственных целей</w:t>
            </w:r>
          </w:p>
        </w:tc>
        <w:tc>
          <w:tcPr>
            <w:tcW w:w="1026" w:type="pct"/>
          </w:tcPr>
          <w:p w:rsidR="003C7761" w:rsidRPr="00F14A11" w:rsidRDefault="003C7761" w:rsidP="0023782B">
            <w:pPr>
              <w:jc w:val="both"/>
            </w:pPr>
            <w:r w:rsidRPr="00F14A11">
              <w:tab/>
              <w:t>31-7</w:t>
            </w:r>
          </w:p>
        </w:tc>
      </w:tr>
    </w:tbl>
    <w:p w:rsidR="003C7761" w:rsidRPr="00F14A11" w:rsidRDefault="003C7761" w:rsidP="00B17BFA">
      <w:pPr>
        <w:jc w:val="both"/>
      </w:pPr>
    </w:p>
    <w:tbl>
      <w:tblPr>
        <w:tblW w:w="49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1"/>
        <w:gridCol w:w="2837"/>
        <w:gridCol w:w="2551"/>
        <w:gridCol w:w="1941"/>
      </w:tblGrid>
      <w:tr w:rsidR="003C7761" w:rsidRPr="00F14A11" w:rsidTr="0023782B">
        <w:tc>
          <w:tcPr>
            <w:tcW w:w="5000" w:type="pct"/>
            <w:gridSpan w:val="4"/>
          </w:tcPr>
          <w:p w:rsidR="003C7761" w:rsidRPr="00F14A11" w:rsidRDefault="003C7761" w:rsidP="0023782B">
            <w:pPr>
              <w:jc w:val="both"/>
              <w:rPr>
                <w:b/>
              </w:rPr>
            </w:pPr>
            <w:r w:rsidRPr="00F14A11">
              <w:rPr>
                <w:b/>
              </w:rPr>
              <w:t xml:space="preserve">ПКГ «Общеотраслевые должности служащих третьего уровня» </w:t>
            </w:r>
          </w:p>
          <w:p w:rsidR="003C7761" w:rsidRPr="00F14A11" w:rsidRDefault="003C7761" w:rsidP="0023782B">
            <w:pPr>
              <w:jc w:val="both"/>
              <w:rPr>
                <w:b/>
              </w:rPr>
            </w:pPr>
            <w:r w:rsidRPr="00F14A11">
              <w:rPr>
                <w:b/>
              </w:rPr>
              <w:t>(бухгалтер, экономист)</w:t>
            </w:r>
          </w:p>
          <w:p w:rsidR="003C7761" w:rsidRPr="00F14A11" w:rsidRDefault="003C7761" w:rsidP="0023782B">
            <w:pPr>
              <w:jc w:val="both"/>
            </w:pPr>
          </w:p>
        </w:tc>
      </w:tr>
      <w:tr w:rsidR="003C7761" w:rsidRPr="00F14A11" w:rsidTr="0023782B">
        <w:trPr>
          <w:trHeight w:val="1550"/>
        </w:trPr>
        <w:tc>
          <w:tcPr>
            <w:tcW w:w="1110" w:type="pct"/>
            <w:vMerge w:val="restart"/>
          </w:tcPr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  <w:r w:rsidRPr="00F14A11">
              <w:t>Обеспечение представления бюджетной отчетности.</w:t>
            </w: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</w:tc>
        <w:tc>
          <w:tcPr>
            <w:tcW w:w="1506" w:type="pct"/>
            <w:vMerge w:val="restart"/>
          </w:tcPr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  <w:r w:rsidRPr="00F14A11">
              <w:t>Осуществление качественно (без замечаний или с единичными замечаниями, пени, штрафами (3) в установленные сроки) оформления, ведения экономической, бухгалтерской документации, бюджетной и бухгалтерской отчетности по итогам работы за отчетный период</w:t>
            </w:r>
          </w:p>
        </w:tc>
        <w:tc>
          <w:tcPr>
            <w:tcW w:w="1354" w:type="pct"/>
          </w:tcPr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  <w:r w:rsidRPr="00F14A11">
              <w:t>1 квалификационный уровень</w:t>
            </w:r>
          </w:p>
        </w:tc>
        <w:tc>
          <w:tcPr>
            <w:tcW w:w="1030" w:type="pct"/>
          </w:tcPr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  <w:r w:rsidRPr="00F14A11">
              <w:t>47</w:t>
            </w:r>
          </w:p>
        </w:tc>
      </w:tr>
      <w:tr w:rsidR="003C7761" w:rsidRPr="00F14A11" w:rsidTr="0023782B">
        <w:trPr>
          <w:trHeight w:val="1228"/>
        </w:trPr>
        <w:tc>
          <w:tcPr>
            <w:tcW w:w="1110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506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354" w:type="pct"/>
          </w:tcPr>
          <w:p w:rsidR="003C7761" w:rsidRPr="00F14A11" w:rsidRDefault="003C7761" w:rsidP="0023782B">
            <w:pPr>
              <w:jc w:val="both"/>
            </w:pPr>
            <w:r w:rsidRPr="00F14A11">
              <w:t>2 квалификационный уровень</w:t>
            </w:r>
          </w:p>
        </w:tc>
        <w:tc>
          <w:tcPr>
            <w:tcW w:w="1030" w:type="pct"/>
          </w:tcPr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  <w:r w:rsidRPr="00F14A11">
              <w:t>52</w:t>
            </w:r>
          </w:p>
        </w:tc>
      </w:tr>
      <w:tr w:rsidR="003C7761" w:rsidRPr="00F14A11" w:rsidTr="0023782B">
        <w:trPr>
          <w:trHeight w:val="1110"/>
        </w:trPr>
        <w:tc>
          <w:tcPr>
            <w:tcW w:w="1110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506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354" w:type="pct"/>
          </w:tcPr>
          <w:p w:rsidR="003C7761" w:rsidRPr="00F14A11" w:rsidRDefault="003C7761" w:rsidP="0023782B">
            <w:pPr>
              <w:jc w:val="both"/>
            </w:pPr>
            <w:r w:rsidRPr="00F14A11">
              <w:t>3 квалификационный уровень</w:t>
            </w:r>
          </w:p>
        </w:tc>
        <w:tc>
          <w:tcPr>
            <w:tcW w:w="1030" w:type="pct"/>
          </w:tcPr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  <w:r w:rsidRPr="00F14A11">
              <w:t>57</w:t>
            </w:r>
          </w:p>
        </w:tc>
      </w:tr>
      <w:tr w:rsidR="003C7761" w:rsidRPr="00F14A11" w:rsidTr="0023782B">
        <w:trPr>
          <w:trHeight w:val="945"/>
        </w:trPr>
        <w:tc>
          <w:tcPr>
            <w:tcW w:w="1110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506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354" w:type="pct"/>
          </w:tcPr>
          <w:p w:rsidR="003C7761" w:rsidRPr="00F14A11" w:rsidRDefault="003C7761" w:rsidP="0023782B">
            <w:pPr>
              <w:jc w:val="both"/>
            </w:pPr>
            <w:r w:rsidRPr="00F14A11">
              <w:t>4 квалификационный уровень</w:t>
            </w:r>
          </w:p>
        </w:tc>
        <w:tc>
          <w:tcPr>
            <w:tcW w:w="1030" w:type="pct"/>
          </w:tcPr>
          <w:p w:rsidR="003C7761" w:rsidRPr="00F14A11" w:rsidRDefault="003C7761" w:rsidP="0023782B">
            <w:pPr>
              <w:jc w:val="both"/>
            </w:pPr>
            <w:r w:rsidRPr="00F14A11">
              <w:t>69</w:t>
            </w:r>
          </w:p>
        </w:tc>
      </w:tr>
      <w:tr w:rsidR="003C7761" w:rsidRPr="00F14A11" w:rsidTr="0023782B">
        <w:trPr>
          <w:trHeight w:val="591"/>
        </w:trPr>
        <w:tc>
          <w:tcPr>
            <w:tcW w:w="1110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506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354" w:type="pct"/>
          </w:tcPr>
          <w:p w:rsidR="003C7761" w:rsidRPr="00F14A11" w:rsidRDefault="003C7761" w:rsidP="0023782B">
            <w:pPr>
              <w:jc w:val="both"/>
            </w:pPr>
            <w:r w:rsidRPr="00F14A11">
              <w:t>5 квалификационный уровень</w:t>
            </w:r>
          </w:p>
        </w:tc>
        <w:tc>
          <w:tcPr>
            <w:tcW w:w="1030" w:type="pct"/>
          </w:tcPr>
          <w:p w:rsidR="003C7761" w:rsidRPr="00F14A11" w:rsidRDefault="003C7761" w:rsidP="0023782B">
            <w:pPr>
              <w:jc w:val="both"/>
            </w:pPr>
            <w:r w:rsidRPr="00F14A11">
              <w:t>80</w:t>
            </w:r>
          </w:p>
        </w:tc>
      </w:tr>
    </w:tbl>
    <w:p w:rsidR="003C7761" w:rsidRPr="00F14A11" w:rsidRDefault="003C7761" w:rsidP="00B17BFA">
      <w:pPr>
        <w:jc w:val="both"/>
      </w:pPr>
    </w:p>
    <w:tbl>
      <w:tblPr>
        <w:tblW w:w="49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7"/>
        <w:gridCol w:w="1988"/>
        <w:gridCol w:w="3403"/>
        <w:gridCol w:w="1942"/>
      </w:tblGrid>
      <w:tr w:rsidR="003C7761" w:rsidRPr="00F14A11" w:rsidTr="0023782B">
        <w:trPr>
          <w:trHeight w:val="855"/>
        </w:trPr>
        <w:tc>
          <w:tcPr>
            <w:tcW w:w="5000" w:type="pct"/>
            <w:gridSpan w:val="4"/>
          </w:tcPr>
          <w:p w:rsidR="003C7761" w:rsidRPr="00F14A11" w:rsidRDefault="003C7761" w:rsidP="0023782B">
            <w:pPr>
              <w:jc w:val="both"/>
              <w:rPr>
                <w:b/>
              </w:rPr>
            </w:pPr>
            <w:r w:rsidRPr="00F14A11">
              <w:rPr>
                <w:b/>
              </w:rPr>
              <w:t xml:space="preserve">ПКГ «Общеотраслевые должности служащих третьего уровня» </w:t>
            </w:r>
          </w:p>
          <w:p w:rsidR="003C7761" w:rsidRPr="00F14A11" w:rsidRDefault="003C7761" w:rsidP="0023782B">
            <w:pPr>
              <w:jc w:val="both"/>
              <w:rPr>
                <w:b/>
              </w:rPr>
            </w:pPr>
            <w:r w:rsidRPr="00F14A11">
              <w:rPr>
                <w:b/>
              </w:rPr>
              <w:t>(специалист по кадрам)</w:t>
            </w:r>
          </w:p>
        </w:tc>
      </w:tr>
      <w:tr w:rsidR="003C7761" w:rsidRPr="00F14A11" w:rsidTr="0023782B">
        <w:trPr>
          <w:trHeight w:val="3675"/>
        </w:trPr>
        <w:tc>
          <w:tcPr>
            <w:tcW w:w="1108" w:type="pct"/>
            <w:vMerge w:val="restart"/>
          </w:tcPr>
          <w:p w:rsidR="003C7761" w:rsidRPr="00F14A11" w:rsidRDefault="003C7761" w:rsidP="0023782B">
            <w:pPr>
              <w:jc w:val="both"/>
            </w:pPr>
            <w:r w:rsidRPr="00F14A11">
              <w:t>Обеспечение подготовки в соответствии с требованиями законодательства, локальных правовых актов учреждения (Положений, приказов,</w:t>
            </w:r>
          </w:p>
          <w:p w:rsidR="003C7761" w:rsidRPr="00F14A11" w:rsidRDefault="003C7761" w:rsidP="0023782B">
            <w:pPr>
              <w:jc w:val="both"/>
            </w:pPr>
            <w:r w:rsidRPr="00F14A11">
              <w:t xml:space="preserve">регламентов, других документов), соблюдение сроков,        </w:t>
            </w:r>
            <w:r w:rsidRPr="00F14A11">
              <w:br/>
              <w:t xml:space="preserve">установленных трудовым    </w:t>
            </w:r>
            <w:r w:rsidRPr="00F14A11">
              <w:br/>
              <w:t xml:space="preserve">законодательст - вом, по     </w:t>
            </w:r>
            <w:r w:rsidRPr="00F14A11">
              <w:br/>
              <w:t xml:space="preserve">оформлению приема,        </w:t>
            </w:r>
            <w:r w:rsidRPr="00F14A11">
              <w:br/>
              <w:t xml:space="preserve">перевода, увольнения      </w:t>
            </w:r>
            <w:r w:rsidRPr="00F14A11">
              <w:br/>
              <w:t>работников, оформление</w:t>
            </w:r>
            <w:r w:rsidRPr="00F14A11">
              <w:br/>
              <w:t xml:space="preserve">приказов по кадровым      </w:t>
            </w:r>
            <w:r w:rsidRPr="00F14A11">
              <w:br/>
              <w:t>вопросам</w:t>
            </w:r>
          </w:p>
        </w:tc>
        <w:tc>
          <w:tcPr>
            <w:tcW w:w="1055" w:type="pct"/>
            <w:vMerge w:val="restart"/>
          </w:tcPr>
          <w:p w:rsidR="003C7761" w:rsidRPr="00F14A11" w:rsidRDefault="003C7761" w:rsidP="0023782B">
            <w:pPr>
              <w:jc w:val="both"/>
            </w:pPr>
            <w:r w:rsidRPr="00F14A11">
              <w:t>1 квалификационный уровень</w:t>
            </w:r>
          </w:p>
        </w:tc>
        <w:tc>
          <w:tcPr>
            <w:tcW w:w="1806" w:type="pct"/>
          </w:tcPr>
          <w:p w:rsidR="003C7761" w:rsidRPr="00F14A11" w:rsidRDefault="003C7761" w:rsidP="0023782B">
            <w:pPr>
              <w:jc w:val="both"/>
            </w:pPr>
            <w:r w:rsidRPr="00F14A11">
              <w:t xml:space="preserve">Отсутствие удовлетворенных заявлений и исков в судах, обоснованных предписаний, замечаний, претензий, жалоб  по итогам работы за отчетный период, обеспечение своевременной подготовки кадровой документации в соответствии с требованиями законодательства   </w:t>
            </w:r>
          </w:p>
        </w:tc>
        <w:tc>
          <w:tcPr>
            <w:tcW w:w="1031" w:type="pct"/>
          </w:tcPr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  <w:r w:rsidRPr="00F14A11">
              <w:t>47</w:t>
            </w:r>
          </w:p>
        </w:tc>
      </w:tr>
      <w:tr w:rsidR="003C7761" w:rsidRPr="00F14A11" w:rsidTr="0023782B">
        <w:trPr>
          <w:trHeight w:val="4185"/>
        </w:trPr>
        <w:tc>
          <w:tcPr>
            <w:tcW w:w="1108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055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806" w:type="pct"/>
          </w:tcPr>
          <w:p w:rsidR="003C7761" w:rsidRPr="00F14A11" w:rsidRDefault="003C7761" w:rsidP="0023782B">
            <w:pPr>
              <w:jc w:val="both"/>
            </w:pPr>
            <w:r w:rsidRPr="00F14A11">
              <w:t xml:space="preserve">Наличие (не свыше 2) удовлетворенных заявлений и исков в судах, обоснованных предписаний, замечаний, претензий, жалоб  по итогам работы за отчетный период, обеспечение своевременной подготовки кадровой документации на удовлетворительном уровне с замечаниями (не свыше 3) в соответствии с требованиями законодательства    </w:t>
            </w: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  <w:r w:rsidRPr="00F14A11">
              <w:tab/>
            </w:r>
          </w:p>
        </w:tc>
        <w:tc>
          <w:tcPr>
            <w:tcW w:w="1031" w:type="pct"/>
          </w:tcPr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  <w:r w:rsidRPr="00F14A11">
              <w:t>46-32</w:t>
            </w:r>
          </w:p>
        </w:tc>
      </w:tr>
      <w:tr w:rsidR="003C7761" w:rsidRPr="00F14A11" w:rsidTr="0023782B">
        <w:trPr>
          <w:trHeight w:val="1920"/>
        </w:trPr>
        <w:tc>
          <w:tcPr>
            <w:tcW w:w="1108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055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806" w:type="pct"/>
          </w:tcPr>
          <w:p w:rsidR="003C7761" w:rsidRPr="00F14A11" w:rsidRDefault="003C7761" w:rsidP="0023782B">
            <w:pPr>
              <w:jc w:val="both"/>
            </w:pPr>
            <w:r w:rsidRPr="00F14A11">
              <w:t xml:space="preserve">Наличие (свыше 2) замечаний, удовлетворенных заявлений и исков в судах, обоснованных предписаний, претензий, жалоб  по итогам работы за отчетный период, несвоевременная подготовка кадровой документации с замечаниями (свыше 3) в соответствии с требованиями законодательства       </w:t>
            </w:r>
          </w:p>
          <w:p w:rsidR="003C7761" w:rsidRPr="00F14A11" w:rsidRDefault="003C7761" w:rsidP="0023782B">
            <w:pPr>
              <w:jc w:val="both"/>
            </w:pPr>
          </w:p>
        </w:tc>
        <w:tc>
          <w:tcPr>
            <w:tcW w:w="1031" w:type="pct"/>
          </w:tcPr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  <w:r w:rsidRPr="00F14A11">
              <w:t>31-7</w:t>
            </w:r>
          </w:p>
        </w:tc>
      </w:tr>
    </w:tbl>
    <w:p w:rsidR="003C7761" w:rsidRPr="00F14A11" w:rsidRDefault="003C7761" w:rsidP="00B17BFA">
      <w:pPr>
        <w:jc w:val="both"/>
      </w:pPr>
    </w:p>
    <w:p w:rsidR="003C7761" w:rsidRPr="00F14A11" w:rsidRDefault="003C7761" w:rsidP="00B17BFA">
      <w:pPr>
        <w:jc w:val="both"/>
      </w:pPr>
    </w:p>
    <w:tbl>
      <w:tblPr>
        <w:tblW w:w="49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7"/>
        <w:gridCol w:w="1988"/>
        <w:gridCol w:w="3403"/>
        <w:gridCol w:w="1942"/>
      </w:tblGrid>
      <w:tr w:rsidR="003C7761" w:rsidRPr="00F14A11" w:rsidTr="0023782B">
        <w:trPr>
          <w:trHeight w:val="786"/>
        </w:trPr>
        <w:tc>
          <w:tcPr>
            <w:tcW w:w="5000" w:type="pct"/>
            <w:gridSpan w:val="4"/>
          </w:tcPr>
          <w:p w:rsidR="003C7761" w:rsidRPr="00F14A11" w:rsidRDefault="003C7761" w:rsidP="0023782B">
            <w:pPr>
              <w:jc w:val="both"/>
              <w:rPr>
                <w:b/>
              </w:rPr>
            </w:pPr>
            <w:r w:rsidRPr="00F14A11">
              <w:rPr>
                <w:b/>
              </w:rPr>
              <w:t xml:space="preserve">ПКГ «Общеотраслевые должности служащих третьего уровня» </w:t>
            </w:r>
          </w:p>
          <w:p w:rsidR="003C7761" w:rsidRPr="00F14A11" w:rsidRDefault="003C7761" w:rsidP="0023782B">
            <w:pPr>
              <w:jc w:val="both"/>
              <w:rPr>
                <w:b/>
              </w:rPr>
            </w:pPr>
            <w:r w:rsidRPr="00F14A11">
              <w:rPr>
                <w:b/>
              </w:rPr>
              <w:t>(инженер, в том числе по охране труда, пожарной безопасности,</w:t>
            </w:r>
          </w:p>
          <w:p w:rsidR="003C7761" w:rsidRPr="00F14A11" w:rsidRDefault="003C7761" w:rsidP="0023782B">
            <w:pPr>
              <w:jc w:val="both"/>
              <w:rPr>
                <w:b/>
              </w:rPr>
            </w:pPr>
            <w:r w:rsidRPr="00F14A11">
              <w:rPr>
                <w:b/>
              </w:rPr>
              <w:t>инженер-программист, специалист по охране труда)</w:t>
            </w:r>
          </w:p>
        </w:tc>
      </w:tr>
      <w:tr w:rsidR="003C7761" w:rsidRPr="00F14A11" w:rsidTr="0023782B">
        <w:trPr>
          <w:trHeight w:val="3195"/>
        </w:trPr>
        <w:tc>
          <w:tcPr>
            <w:tcW w:w="1108" w:type="pct"/>
            <w:vMerge w:val="restart"/>
          </w:tcPr>
          <w:p w:rsidR="003C7761" w:rsidRPr="00F14A11" w:rsidRDefault="003C7761" w:rsidP="0023782B">
            <w:pPr>
              <w:jc w:val="both"/>
            </w:pPr>
            <w:r w:rsidRPr="00F14A11">
              <w:t>Соблюдение требований техники безопасности и охраны труда, соблюдение сроков подготовки профильной документации, обеспечение ее систематизации и сохранности</w:t>
            </w:r>
          </w:p>
        </w:tc>
        <w:tc>
          <w:tcPr>
            <w:tcW w:w="1055" w:type="pct"/>
            <w:vMerge w:val="restart"/>
          </w:tcPr>
          <w:p w:rsidR="003C7761" w:rsidRPr="00F14A11" w:rsidRDefault="003C7761" w:rsidP="0023782B">
            <w:pPr>
              <w:jc w:val="both"/>
            </w:pPr>
            <w:r w:rsidRPr="00F14A11">
              <w:t>1 квалификационный уровень</w:t>
            </w:r>
          </w:p>
        </w:tc>
        <w:tc>
          <w:tcPr>
            <w:tcW w:w="1806" w:type="pct"/>
          </w:tcPr>
          <w:p w:rsidR="003C7761" w:rsidRPr="00F14A11" w:rsidRDefault="003C7761" w:rsidP="0023782B">
            <w:pPr>
              <w:jc w:val="both"/>
            </w:pPr>
            <w:r w:rsidRPr="00F14A11">
              <w:t>Выполнение требований техники безопасности и охраны труда, отсутствие зафиксированных документально обоснованных предписаний контрольно-надзорных органов, претензий, замечаний, отсутствие случаев производственного травматизма по итогам работы за отчетный период, организация работы по проведению мероприятий по созданию безопасных условий труда</w:t>
            </w:r>
          </w:p>
          <w:p w:rsidR="003C7761" w:rsidRPr="00F14A11" w:rsidRDefault="003C7761" w:rsidP="0023782B">
            <w:pPr>
              <w:jc w:val="both"/>
            </w:pPr>
          </w:p>
        </w:tc>
        <w:tc>
          <w:tcPr>
            <w:tcW w:w="1031" w:type="pct"/>
          </w:tcPr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  <w:r w:rsidRPr="00F14A11">
              <w:t>47</w:t>
            </w:r>
          </w:p>
        </w:tc>
      </w:tr>
      <w:tr w:rsidR="003C7761" w:rsidRPr="00F14A11" w:rsidTr="0023782B">
        <w:trPr>
          <w:trHeight w:val="945"/>
        </w:trPr>
        <w:tc>
          <w:tcPr>
            <w:tcW w:w="1108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055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806" w:type="pct"/>
          </w:tcPr>
          <w:p w:rsidR="003C7761" w:rsidRPr="00F14A11" w:rsidRDefault="003C7761" w:rsidP="0023782B">
            <w:pPr>
              <w:jc w:val="both"/>
            </w:pPr>
            <w:r w:rsidRPr="00F14A11">
              <w:t>Выполнение требований техники безопасности и охраны труда, наличие (не свыше 2) зафиксированных документально обоснованных предписаний контрольно-надзорных органов, претензий, замечаний, отсутствие случаев производственного травматизма по итогам работы за отчетный период, организация работы по проведению мероприятий на удовлетворительном уровне, с замечаниями (не свыше 3)  по созданию безопасных условий труда</w:t>
            </w:r>
          </w:p>
          <w:p w:rsidR="003C7761" w:rsidRPr="00F14A11" w:rsidRDefault="003C7761" w:rsidP="0023782B">
            <w:pPr>
              <w:jc w:val="both"/>
            </w:pPr>
          </w:p>
        </w:tc>
        <w:tc>
          <w:tcPr>
            <w:tcW w:w="1031" w:type="pct"/>
          </w:tcPr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  <w:r w:rsidRPr="00F14A11">
              <w:t>46-32</w:t>
            </w:r>
          </w:p>
        </w:tc>
      </w:tr>
      <w:tr w:rsidR="003C7761" w:rsidRPr="00F14A11" w:rsidTr="0023782B">
        <w:trPr>
          <w:trHeight w:val="4163"/>
        </w:trPr>
        <w:tc>
          <w:tcPr>
            <w:tcW w:w="1108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055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806" w:type="pct"/>
          </w:tcPr>
          <w:p w:rsidR="003C7761" w:rsidRPr="00F14A11" w:rsidRDefault="003C7761" w:rsidP="0023782B">
            <w:pPr>
              <w:jc w:val="both"/>
            </w:pPr>
            <w:r w:rsidRPr="00F14A11">
              <w:t>Выполнение требований техники безопасности и охраны труда, наличие (свыше 2) замечаний, предписаний надзорных органов. Отсутствие случаев производственного травматизма по итогам работы за отчетный период, организация работы по проведению мероприятий на удовлетворительном уровне, с замечаниями (свыше 3)  по созданию безопасных условий труда</w:t>
            </w:r>
          </w:p>
        </w:tc>
        <w:tc>
          <w:tcPr>
            <w:tcW w:w="1031" w:type="pct"/>
          </w:tcPr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  <w:r w:rsidRPr="00F14A11">
              <w:t>31-7</w:t>
            </w:r>
          </w:p>
        </w:tc>
      </w:tr>
    </w:tbl>
    <w:p w:rsidR="003C7761" w:rsidRPr="00F14A11" w:rsidRDefault="003C7761" w:rsidP="00B17BFA">
      <w:pPr>
        <w:jc w:val="both"/>
      </w:pPr>
    </w:p>
    <w:tbl>
      <w:tblPr>
        <w:tblW w:w="49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7"/>
        <w:gridCol w:w="1988"/>
        <w:gridCol w:w="3403"/>
        <w:gridCol w:w="1942"/>
      </w:tblGrid>
      <w:tr w:rsidR="003C7761" w:rsidRPr="00F14A11" w:rsidTr="0023782B">
        <w:trPr>
          <w:trHeight w:val="840"/>
        </w:trPr>
        <w:tc>
          <w:tcPr>
            <w:tcW w:w="5000" w:type="pct"/>
            <w:gridSpan w:val="4"/>
          </w:tcPr>
          <w:p w:rsidR="003C7761" w:rsidRPr="00F14A11" w:rsidRDefault="003C7761" w:rsidP="0023782B">
            <w:pPr>
              <w:jc w:val="both"/>
              <w:rPr>
                <w:b/>
              </w:rPr>
            </w:pPr>
            <w:r w:rsidRPr="00F14A11">
              <w:rPr>
                <w:b/>
              </w:rPr>
              <w:t xml:space="preserve">ПКГ «Общеотраслевые должности служащих третьего уровня» </w:t>
            </w:r>
          </w:p>
          <w:p w:rsidR="003C7761" w:rsidRPr="00F14A11" w:rsidRDefault="003C7761" w:rsidP="0023782B">
            <w:pPr>
              <w:jc w:val="both"/>
              <w:rPr>
                <w:b/>
              </w:rPr>
            </w:pPr>
            <w:r w:rsidRPr="00F14A11">
              <w:rPr>
                <w:b/>
              </w:rPr>
              <w:t>(юрисконсульт)</w:t>
            </w:r>
          </w:p>
        </w:tc>
      </w:tr>
      <w:tr w:rsidR="003C7761" w:rsidRPr="00F14A11" w:rsidTr="0023782B">
        <w:trPr>
          <w:trHeight w:val="993"/>
        </w:trPr>
        <w:tc>
          <w:tcPr>
            <w:tcW w:w="1108" w:type="pct"/>
            <w:vMerge w:val="restart"/>
          </w:tcPr>
          <w:p w:rsidR="003C7761" w:rsidRPr="00F14A11" w:rsidRDefault="003C7761" w:rsidP="0023782B">
            <w:pPr>
              <w:jc w:val="both"/>
            </w:pPr>
            <w:r w:rsidRPr="00F14A11">
              <w:t>Обеспечение подготовки документов в соответствии с требованиями законодательства, локальных правовых актов учреждения (Положений, приказов, регламентов, других документов)</w:t>
            </w: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</w:tc>
        <w:tc>
          <w:tcPr>
            <w:tcW w:w="1055" w:type="pct"/>
            <w:vMerge w:val="restart"/>
          </w:tcPr>
          <w:p w:rsidR="003C7761" w:rsidRPr="00F14A11" w:rsidRDefault="003C7761" w:rsidP="0023782B">
            <w:pPr>
              <w:jc w:val="both"/>
            </w:pPr>
            <w:r w:rsidRPr="00F14A11">
              <w:t>1 квалификационный уровень</w:t>
            </w:r>
          </w:p>
        </w:tc>
        <w:tc>
          <w:tcPr>
            <w:tcW w:w="1806" w:type="pct"/>
          </w:tcPr>
          <w:p w:rsidR="003C7761" w:rsidRPr="00F14A11" w:rsidRDefault="003C7761" w:rsidP="0023782B">
            <w:pPr>
              <w:jc w:val="both"/>
            </w:pPr>
            <w:r w:rsidRPr="00F14A11">
              <w:t>Качественный уровень (отсутствие или наличие единичных (до3)  удовлетворенных заявлений и исков в судах, обоснованных предписаний, замечаний, претензий, жалоб по итогам работы за отчетный период</w:t>
            </w:r>
          </w:p>
        </w:tc>
        <w:tc>
          <w:tcPr>
            <w:tcW w:w="1031" w:type="pct"/>
          </w:tcPr>
          <w:p w:rsidR="003C7761" w:rsidRPr="00F14A11" w:rsidRDefault="003C7761" w:rsidP="0023782B">
            <w:pPr>
              <w:jc w:val="both"/>
            </w:pPr>
            <w:r w:rsidRPr="00F14A11">
              <w:t>47</w:t>
            </w:r>
          </w:p>
        </w:tc>
      </w:tr>
      <w:tr w:rsidR="003C7761" w:rsidRPr="00F14A11" w:rsidTr="0023782B">
        <w:trPr>
          <w:trHeight w:val="1140"/>
        </w:trPr>
        <w:tc>
          <w:tcPr>
            <w:tcW w:w="1108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055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806" w:type="pct"/>
          </w:tcPr>
          <w:p w:rsidR="003C7761" w:rsidRPr="00F14A11" w:rsidRDefault="003C7761" w:rsidP="0023782B">
            <w:pPr>
              <w:jc w:val="both"/>
            </w:pPr>
            <w:r w:rsidRPr="00F14A11">
              <w:t>Наличие единичных (не более 2-3) замечаний, претензий, жалоб по итогам работы за отчетный период</w:t>
            </w:r>
          </w:p>
        </w:tc>
        <w:tc>
          <w:tcPr>
            <w:tcW w:w="1031" w:type="pct"/>
          </w:tcPr>
          <w:p w:rsidR="003C7761" w:rsidRPr="00F14A11" w:rsidRDefault="003C7761" w:rsidP="0023782B">
            <w:pPr>
              <w:jc w:val="both"/>
            </w:pPr>
            <w:r w:rsidRPr="00F14A11">
              <w:t>46-32</w:t>
            </w:r>
          </w:p>
        </w:tc>
      </w:tr>
      <w:tr w:rsidR="003C7761" w:rsidRPr="00F14A11" w:rsidTr="0023782B">
        <w:trPr>
          <w:trHeight w:val="600"/>
        </w:trPr>
        <w:tc>
          <w:tcPr>
            <w:tcW w:w="1108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055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806" w:type="pct"/>
          </w:tcPr>
          <w:p w:rsidR="003C7761" w:rsidRPr="00F14A11" w:rsidRDefault="003C7761" w:rsidP="0023782B">
            <w:pPr>
              <w:jc w:val="both"/>
            </w:pPr>
            <w:r w:rsidRPr="00F14A11">
              <w:t>Наличие (свыше 3) замечаний, претензий, жалоб  по итогам работы за отчетный период</w:t>
            </w:r>
          </w:p>
          <w:p w:rsidR="003C7761" w:rsidRPr="00F14A11" w:rsidRDefault="003C7761" w:rsidP="0023782B">
            <w:pPr>
              <w:jc w:val="both"/>
            </w:pPr>
          </w:p>
        </w:tc>
        <w:tc>
          <w:tcPr>
            <w:tcW w:w="1031" w:type="pct"/>
          </w:tcPr>
          <w:p w:rsidR="003C7761" w:rsidRPr="00F14A11" w:rsidRDefault="003C7761" w:rsidP="0023782B">
            <w:pPr>
              <w:jc w:val="both"/>
            </w:pPr>
            <w:r w:rsidRPr="00F14A11">
              <w:t>31-7</w:t>
            </w:r>
          </w:p>
        </w:tc>
      </w:tr>
      <w:tr w:rsidR="003C7761" w:rsidRPr="00F14A11" w:rsidTr="0023782B">
        <w:trPr>
          <w:trHeight w:val="600"/>
        </w:trPr>
        <w:tc>
          <w:tcPr>
            <w:tcW w:w="1108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055" w:type="pct"/>
          </w:tcPr>
          <w:p w:rsidR="003C7761" w:rsidRPr="00F14A11" w:rsidRDefault="003C7761" w:rsidP="0023782B">
            <w:pPr>
              <w:jc w:val="both"/>
            </w:pPr>
            <w:r w:rsidRPr="00F14A11">
              <w:t>2 квалификационный уровень</w:t>
            </w:r>
          </w:p>
        </w:tc>
        <w:tc>
          <w:tcPr>
            <w:tcW w:w="1806" w:type="pct"/>
          </w:tcPr>
          <w:p w:rsidR="003C7761" w:rsidRPr="00F14A11" w:rsidRDefault="003C7761" w:rsidP="0023782B">
            <w:pPr>
              <w:jc w:val="both"/>
            </w:pPr>
            <w:r w:rsidRPr="00F14A11">
              <w:t>Качественный уровень (отсутствие или наличие единичных (до3)  удовлетворенных заявлений и исков в судах, обоснованных предписаний, замечаний, претензий, жалоб по итогам работы за отчетный период</w:t>
            </w:r>
          </w:p>
        </w:tc>
        <w:tc>
          <w:tcPr>
            <w:tcW w:w="1031" w:type="pct"/>
          </w:tcPr>
          <w:p w:rsidR="003C7761" w:rsidRPr="00F14A11" w:rsidRDefault="003C7761" w:rsidP="0023782B">
            <w:pPr>
              <w:jc w:val="both"/>
            </w:pPr>
            <w:r w:rsidRPr="00F14A11">
              <w:t>52</w:t>
            </w:r>
          </w:p>
        </w:tc>
      </w:tr>
    </w:tbl>
    <w:p w:rsidR="003C7761" w:rsidRPr="00F14A11" w:rsidRDefault="003C7761" w:rsidP="00B17BFA">
      <w:pPr>
        <w:jc w:val="both"/>
      </w:pPr>
    </w:p>
    <w:p w:rsidR="003C7761" w:rsidRDefault="003C7761" w:rsidP="00B17BFA">
      <w:pPr>
        <w:jc w:val="both"/>
      </w:pPr>
    </w:p>
    <w:p w:rsidR="003C7761" w:rsidRDefault="003C7761" w:rsidP="00B17BFA">
      <w:pPr>
        <w:jc w:val="both"/>
      </w:pPr>
    </w:p>
    <w:p w:rsidR="003C7761" w:rsidRPr="00F14A11" w:rsidRDefault="003C7761" w:rsidP="00B17BFA">
      <w:pPr>
        <w:jc w:val="both"/>
      </w:pPr>
    </w:p>
    <w:p w:rsidR="003C7761" w:rsidRPr="00F14A11" w:rsidRDefault="003C7761" w:rsidP="00B17BFA">
      <w:pPr>
        <w:jc w:val="both"/>
      </w:pPr>
    </w:p>
    <w:tbl>
      <w:tblPr>
        <w:tblW w:w="49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2"/>
        <w:gridCol w:w="2477"/>
        <w:gridCol w:w="3050"/>
        <w:gridCol w:w="1941"/>
      </w:tblGrid>
      <w:tr w:rsidR="003C7761" w:rsidRPr="00F14A11" w:rsidTr="0023782B">
        <w:trPr>
          <w:trHeight w:val="471"/>
        </w:trPr>
        <w:tc>
          <w:tcPr>
            <w:tcW w:w="5000" w:type="pct"/>
            <w:gridSpan w:val="4"/>
          </w:tcPr>
          <w:p w:rsidR="003C7761" w:rsidRPr="00F14A11" w:rsidRDefault="003C7761" w:rsidP="0023782B">
            <w:pPr>
              <w:jc w:val="both"/>
              <w:rPr>
                <w:b/>
              </w:rPr>
            </w:pPr>
            <w:r w:rsidRPr="00F14A11">
              <w:rPr>
                <w:b/>
              </w:rPr>
              <w:t xml:space="preserve">ПКГ «Общеотраслевые должности служащих третьего уровня» </w:t>
            </w:r>
          </w:p>
          <w:p w:rsidR="003C7761" w:rsidRPr="00F14A11" w:rsidRDefault="003C7761" w:rsidP="0023782B">
            <w:pPr>
              <w:jc w:val="both"/>
              <w:rPr>
                <w:b/>
              </w:rPr>
            </w:pPr>
            <w:r w:rsidRPr="00F14A11">
              <w:rPr>
                <w:b/>
              </w:rPr>
              <w:t>(психолог)</w:t>
            </w:r>
          </w:p>
        </w:tc>
      </w:tr>
      <w:tr w:rsidR="003C7761" w:rsidRPr="00F14A11" w:rsidTr="0023782B">
        <w:trPr>
          <w:trHeight w:val="2116"/>
        </w:trPr>
        <w:tc>
          <w:tcPr>
            <w:tcW w:w="1036" w:type="pct"/>
          </w:tcPr>
          <w:p w:rsidR="003C7761" w:rsidRPr="00F14A11" w:rsidRDefault="003C7761" w:rsidP="0023782B">
            <w:pPr>
              <w:jc w:val="both"/>
            </w:pPr>
            <w:r w:rsidRPr="00F14A11">
              <w:t>Применение современных методик, внедрение инновационных методов и технологий в реабилитационный процесс, проявление систематической творческой активности</w:t>
            </w:r>
          </w:p>
        </w:tc>
        <w:tc>
          <w:tcPr>
            <w:tcW w:w="1315" w:type="pct"/>
          </w:tcPr>
          <w:p w:rsidR="003C7761" w:rsidRPr="00F14A11" w:rsidRDefault="003C7761" w:rsidP="0023782B">
            <w:pPr>
              <w:jc w:val="both"/>
            </w:pPr>
            <w:r w:rsidRPr="00F14A11">
              <w:t>Реализация запланированных мероприятий:</w:t>
            </w:r>
          </w:p>
          <w:p w:rsidR="003C7761" w:rsidRPr="00F14A11" w:rsidRDefault="003C7761" w:rsidP="0023782B">
            <w:pPr>
              <w:jc w:val="both"/>
            </w:pPr>
            <w:r w:rsidRPr="00F14A11">
              <w:t>а) в полном объеме;</w:t>
            </w:r>
          </w:p>
          <w:p w:rsidR="003C7761" w:rsidRPr="00F14A11" w:rsidRDefault="003C7761" w:rsidP="0023782B">
            <w:pPr>
              <w:jc w:val="both"/>
            </w:pPr>
            <w:r w:rsidRPr="00F14A11">
              <w:t>б) на удовлетворительном уровне с единичными (не свыше3) замечаниями;</w:t>
            </w:r>
          </w:p>
          <w:p w:rsidR="003C7761" w:rsidRPr="00F14A11" w:rsidRDefault="003C7761" w:rsidP="0023782B">
            <w:pPr>
              <w:jc w:val="both"/>
            </w:pPr>
            <w:r w:rsidRPr="00F14A11">
              <w:t>2. проявление творческой активности:</w:t>
            </w:r>
          </w:p>
          <w:p w:rsidR="003C7761" w:rsidRPr="00F14A11" w:rsidRDefault="003C7761" w:rsidP="0023782B">
            <w:pPr>
              <w:jc w:val="both"/>
            </w:pPr>
            <w:r w:rsidRPr="00F14A11">
              <w:t>а) систематической;</w:t>
            </w:r>
          </w:p>
          <w:p w:rsidR="003C7761" w:rsidRPr="00F14A11" w:rsidRDefault="003C7761" w:rsidP="0023782B">
            <w:pPr>
              <w:jc w:val="both"/>
            </w:pPr>
            <w:r w:rsidRPr="00F14A11">
              <w:t>б) проявление творческой активности только в отдельных случаях) по итогам работы за отчетный год</w:t>
            </w:r>
          </w:p>
        </w:tc>
        <w:tc>
          <w:tcPr>
            <w:tcW w:w="1619" w:type="pct"/>
          </w:tcPr>
          <w:p w:rsidR="003C7761" w:rsidRPr="00F14A11" w:rsidRDefault="003C7761" w:rsidP="0023782B">
            <w:pPr>
              <w:jc w:val="both"/>
            </w:pPr>
            <w:r w:rsidRPr="00F14A11">
              <w:t xml:space="preserve">1 квалификационный уровень </w:t>
            </w:r>
          </w:p>
        </w:tc>
        <w:tc>
          <w:tcPr>
            <w:tcW w:w="1030" w:type="pct"/>
          </w:tcPr>
          <w:p w:rsidR="003C7761" w:rsidRPr="00F14A11" w:rsidRDefault="003C7761" w:rsidP="0023782B">
            <w:pPr>
              <w:jc w:val="both"/>
            </w:pPr>
            <w:r w:rsidRPr="00F14A11">
              <w:t>47</w:t>
            </w:r>
          </w:p>
        </w:tc>
      </w:tr>
    </w:tbl>
    <w:p w:rsidR="003C7761" w:rsidRPr="00F14A11" w:rsidRDefault="003C7761" w:rsidP="00B17BFA">
      <w:pPr>
        <w:jc w:val="both"/>
      </w:pPr>
    </w:p>
    <w:p w:rsidR="003C7761" w:rsidRPr="00F14A11" w:rsidRDefault="003C7761" w:rsidP="00B17BFA">
      <w:pPr>
        <w:jc w:val="both"/>
      </w:pPr>
    </w:p>
    <w:p w:rsidR="003C7761" w:rsidRPr="00F14A11" w:rsidRDefault="003C7761" w:rsidP="00B17BFA">
      <w:pPr>
        <w:jc w:val="both"/>
      </w:pPr>
    </w:p>
    <w:p w:rsidR="003C7761" w:rsidRPr="00F14A11" w:rsidRDefault="003C7761" w:rsidP="00B17BFA">
      <w:pPr>
        <w:jc w:val="both"/>
      </w:pPr>
    </w:p>
    <w:tbl>
      <w:tblPr>
        <w:tblW w:w="49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2"/>
        <w:gridCol w:w="2477"/>
        <w:gridCol w:w="3050"/>
        <w:gridCol w:w="1941"/>
      </w:tblGrid>
      <w:tr w:rsidR="003C7761" w:rsidRPr="00F14A11" w:rsidTr="0023782B">
        <w:trPr>
          <w:trHeight w:val="471"/>
        </w:trPr>
        <w:tc>
          <w:tcPr>
            <w:tcW w:w="5000" w:type="pct"/>
            <w:gridSpan w:val="4"/>
          </w:tcPr>
          <w:p w:rsidR="003C7761" w:rsidRPr="00F14A11" w:rsidRDefault="003C7761" w:rsidP="0023782B">
            <w:pPr>
              <w:jc w:val="both"/>
              <w:rPr>
                <w:b/>
              </w:rPr>
            </w:pPr>
            <w:r w:rsidRPr="00F14A11">
              <w:rPr>
                <w:b/>
              </w:rPr>
              <w:t xml:space="preserve">ПКГ «Должности педагогических работников» </w:t>
            </w:r>
          </w:p>
          <w:p w:rsidR="003C7761" w:rsidRPr="00F14A11" w:rsidRDefault="003C7761" w:rsidP="0023782B">
            <w:pPr>
              <w:jc w:val="both"/>
              <w:rPr>
                <w:b/>
              </w:rPr>
            </w:pPr>
            <w:r w:rsidRPr="00F14A11">
              <w:rPr>
                <w:b/>
              </w:rPr>
              <w:t>(методист)</w:t>
            </w:r>
          </w:p>
        </w:tc>
      </w:tr>
      <w:tr w:rsidR="003C7761" w:rsidRPr="00F14A11" w:rsidTr="0023782B">
        <w:trPr>
          <w:trHeight w:val="2116"/>
        </w:trPr>
        <w:tc>
          <w:tcPr>
            <w:tcW w:w="1036" w:type="pct"/>
          </w:tcPr>
          <w:p w:rsidR="003C7761" w:rsidRPr="00F14A11" w:rsidRDefault="003C7761" w:rsidP="0023782B">
            <w:pPr>
              <w:jc w:val="both"/>
            </w:pPr>
            <w:r w:rsidRPr="00F14A11">
              <w:t>Применение современных методик, внедрение инновационных методов и технологий в реабилитационный процесс, проявление систематической творческой активности</w:t>
            </w:r>
          </w:p>
        </w:tc>
        <w:tc>
          <w:tcPr>
            <w:tcW w:w="1315" w:type="pct"/>
          </w:tcPr>
          <w:p w:rsidR="003C7761" w:rsidRPr="00F14A11" w:rsidRDefault="003C7761" w:rsidP="0023782B">
            <w:pPr>
              <w:jc w:val="both"/>
            </w:pPr>
            <w:r w:rsidRPr="00F14A11">
              <w:t>Реализация запланированных мероприятий:</w:t>
            </w:r>
          </w:p>
          <w:p w:rsidR="003C7761" w:rsidRPr="00F14A11" w:rsidRDefault="003C7761" w:rsidP="0023782B">
            <w:pPr>
              <w:jc w:val="both"/>
            </w:pPr>
            <w:r w:rsidRPr="00F14A11">
              <w:t>а) в полном объеме;</w:t>
            </w:r>
          </w:p>
          <w:p w:rsidR="003C7761" w:rsidRPr="00F14A11" w:rsidRDefault="003C7761" w:rsidP="0023782B">
            <w:pPr>
              <w:jc w:val="both"/>
            </w:pPr>
            <w:r w:rsidRPr="00F14A11">
              <w:t>б) на удовлетворительном уровне с единичными (не свыше3) замечаниями;</w:t>
            </w:r>
          </w:p>
          <w:p w:rsidR="003C7761" w:rsidRPr="00F14A11" w:rsidRDefault="003C7761" w:rsidP="0023782B">
            <w:pPr>
              <w:jc w:val="both"/>
            </w:pPr>
            <w:r w:rsidRPr="00F14A11">
              <w:t>2. проявление творческой активности:</w:t>
            </w:r>
          </w:p>
          <w:p w:rsidR="003C7761" w:rsidRPr="00F14A11" w:rsidRDefault="003C7761" w:rsidP="0023782B">
            <w:pPr>
              <w:jc w:val="both"/>
            </w:pPr>
            <w:r w:rsidRPr="00F14A11">
              <w:t>а) систематической;</w:t>
            </w:r>
          </w:p>
          <w:p w:rsidR="003C7761" w:rsidRPr="00F14A11" w:rsidRDefault="003C7761" w:rsidP="0023782B">
            <w:pPr>
              <w:jc w:val="both"/>
            </w:pPr>
            <w:r w:rsidRPr="00F14A11">
              <w:t>б) проявление творческой активности только в отдельных случаях) по итогам работы за отчетный год</w:t>
            </w:r>
          </w:p>
        </w:tc>
        <w:tc>
          <w:tcPr>
            <w:tcW w:w="1619" w:type="pct"/>
          </w:tcPr>
          <w:p w:rsidR="003C7761" w:rsidRPr="00F14A11" w:rsidRDefault="003C7761" w:rsidP="0023782B">
            <w:pPr>
              <w:jc w:val="both"/>
            </w:pPr>
            <w:r w:rsidRPr="00F14A11">
              <w:t xml:space="preserve">3 квалификационный уровень (среднее профессиональное образование) </w:t>
            </w:r>
          </w:p>
        </w:tc>
        <w:tc>
          <w:tcPr>
            <w:tcW w:w="1030" w:type="pct"/>
          </w:tcPr>
          <w:p w:rsidR="003C7761" w:rsidRPr="00F14A11" w:rsidRDefault="003C7761" w:rsidP="0023782B">
            <w:pPr>
              <w:jc w:val="both"/>
            </w:pPr>
            <w:r w:rsidRPr="00F14A11">
              <w:t>70</w:t>
            </w:r>
          </w:p>
        </w:tc>
      </w:tr>
    </w:tbl>
    <w:p w:rsidR="003C7761" w:rsidRPr="00F14A11" w:rsidRDefault="003C7761" w:rsidP="00B17BFA">
      <w:pPr>
        <w:jc w:val="both"/>
      </w:pPr>
    </w:p>
    <w:p w:rsidR="003C7761" w:rsidRPr="00F14A11" w:rsidRDefault="003C7761" w:rsidP="00B17BFA">
      <w:pPr>
        <w:jc w:val="both"/>
      </w:pPr>
    </w:p>
    <w:p w:rsidR="003C7761" w:rsidRPr="00F14A11" w:rsidRDefault="003C7761" w:rsidP="00B17BFA">
      <w:pPr>
        <w:jc w:val="both"/>
      </w:pPr>
    </w:p>
    <w:p w:rsidR="003C7761" w:rsidRPr="00F14A11" w:rsidRDefault="003C7761" w:rsidP="00B17BFA">
      <w:pPr>
        <w:jc w:val="both"/>
      </w:pPr>
    </w:p>
    <w:p w:rsidR="003C7761" w:rsidRPr="00F14A11" w:rsidRDefault="003C7761" w:rsidP="00B17BFA">
      <w:pPr>
        <w:jc w:val="both"/>
      </w:pPr>
    </w:p>
    <w:tbl>
      <w:tblPr>
        <w:tblW w:w="49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2"/>
        <w:gridCol w:w="2477"/>
        <w:gridCol w:w="3050"/>
        <w:gridCol w:w="1941"/>
      </w:tblGrid>
      <w:tr w:rsidR="003C7761" w:rsidRPr="00F14A11" w:rsidTr="0023782B">
        <w:trPr>
          <w:trHeight w:val="471"/>
        </w:trPr>
        <w:tc>
          <w:tcPr>
            <w:tcW w:w="5000" w:type="pct"/>
            <w:gridSpan w:val="4"/>
          </w:tcPr>
          <w:p w:rsidR="003C7761" w:rsidRPr="00F14A11" w:rsidRDefault="003C7761" w:rsidP="0023782B">
            <w:pPr>
              <w:jc w:val="both"/>
              <w:rPr>
                <w:b/>
              </w:rPr>
            </w:pPr>
            <w:r w:rsidRPr="00F14A11">
              <w:rPr>
                <w:b/>
              </w:rPr>
              <w:t xml:space="preserve">ПКГ «Должности работников культуры, искусства и кинематографии среднего звена» </w:t>
            </w:r>
          </w:p>
          <w:p w:rsidR="003C7761" w:rsidRPr="00F14A11" w:rsidRDefault="003C7761" w:rsidP="0023782B">
            <w:pPr>
              <w:jc w:val="both"/>
              <w:rPr>
                <w:b/>
              </w:rPr>
            </w:pPr>
            <w:r w:rsidRPr="00F14A11">
              <w:rPr>
                <w:b/>
              </w:rPr>
              <w:t>(руководитель кружка, культорганизатор)</w:t>
            </w:r>
          </w:p>
        </w:tc>
      </w:tr>
      <w:tr w:rsidR="003C7761" w:rsidRPr="00F14A11" w:rsidTr="0023782B">
        <w:trPr>
          <w:trHeight w:val="2116"/>
        </w:trPr>
        <w:tc>
          <w:tcPr>
            <w:tcW w:w="1036" w:type="pct"/>
          </w:tcPr>
          <w:p w:rsidR="003C7761" w:rsidRPr="00F14A11" w:rsidRDefault="003C7761" w:rsidP="0023782B">
            <w:pPr>
              <w:jc w:val="both"/>
            </w:pPr>
            <w:r w:rsidRPr="00F14A11">
              <w:t>Проявление систематической творческой активности</w:t>
            </w:r>
          </w:p>
        </w:tc>
        <w:tc>
          <w:tcPr>
            <w:tcW w:w="1315" w:type="pct"/>
          </w:tcPr>
          <w:p w:rsidR="003C7761" w:rsidRPr="00F14A11" w:rsidRDefault="003C7761" w:rsidP="0023782B">
            <w:pPr>
              <w:jc w:val="both"/>
            </w:pPr>
            <w:r w:rsidRPr="00F14A11">
              <w:t>Реализация запланированных мероприятий за отчетный период без замечаний</w:t>
            </w:r>
          </w:p>
        </w:tc>
        <w:tc>
          <w:tcPr>
            <w:tcW w:w="1619" w:type="pct"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030" w:type="pct"/>
          </w:tcPr>
          <w:p w:rsidR="003C7761" w:rsidRPr="00F14A11" w:rsidRDefault="003C7761" w:rsidP="0023782B">
            <w:pPr>
              <w:jc w:val="both"/>
            </w:pPr>
            <w:r w:rsidRPr="00F14A11">
              <w:t>39</w:t>
            </w:r>
          </w:p>
        </w:tc>
      </w:tr>
    </w:tbl>
    <w:p w:rsidR="003C7761" w:rsidRPr="00F14A11" w:rsidRDefault="003C7761" w:rsidP="00B17BFA">
      <w:pPr>
        <w:jc w:val="both"/>
      </w:pPr>
    </w:p>
    <w:p w:rsidR="003C7761" w:rsidRPr="00F14A11" w:rsidRDefault="003C7761" w:rsidP="00B17BFA">
      <w:pPr>
        <w:jc w:val="both"/>
      </w:pPr>
    </w:p>
    <w:tbl>
      <w:tblPr>
        <w:tblW w:w="49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2125"/>
        <w:gridCol w:w="3403"/>
        <w:gridCol w:w="1941"/>
      </w:tblGrid>
      <w:tr w:rsidR="003C7761" w:rsidRPr="00F14A11" w:rsidTr="0023782B">
        <w:trPr>
          <w:trHeight w:val="758"/>
        </w:trPr>
        <w:tc>
          <w:tcPr>
            <w:tcW w:w="5000" w:type="pct"/>
            <w:gridSpan w:val="4"/>
          </w:tcPr>
          <w:p w:rsidR="003C7761" w:rsidRPr="00F14A11" w:rsidRDefault="003C7761" w:rsidP="0023782B">
            <w:pPr>
              <w:jc w:val="both"/>
              <w:rPr>
                <w:b/>
              </w:rPr>
            </w:pPr>
            <w:r w:rsidRPr="00F14A11">
              <w:rPr>
                <w:b/>
              </w:rPr>
              <w:t>ПКГ «Общеотраслевые профессии рабочих первого уровня»</w:t>
            </w:r>
          </w:p>
          <w:p w:rsidR="003C7761" w:rsidRPr="00F14A11" w:rsidRDefault="003C7761" w:rsidP="0023782B">
            <w:pPr>
              <w:jc w:val="both"/>
              <w:rPr>
                <w:b/>
              </w:rPr>
            </w:pPr>
            <w:r w:rsidRPr="00F14A11">
              <w:rPr>
                <w:b/>
              </w:rPr>
              <w:t>(уборщик служебных помещений)</w:t>
            </w:r>
          </w:p>
          <w:p w:rsidR="003C7761" w:rsidRPr="00F14A11" w:rsidRDefault="003C7761" w:rsidP="0023782B">
            <w:pPr>
              <w:jc w:val="both"/>
            </w:pPr>
          </w:p>
        </w:tc>
      </w:tr>
      <w:tr w:rsidR="003C7761" w:rsidRPr="00F14A11" w:rsidTr="0023782B">
        <w:trPr>
          <w:trHeight w:val="2520"/>
        </w:trPr>
        <w:tc>
          <w:tcPr>
            <w:tcW w:w="1036" w:type="pct"/>
            <w:vMerge w:val="restart"/>
          </w:tcPr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  <w:r w:rsidRPr="00F14A11">
              <w:t>Обеспечение сохранности технологического оборудования, хозяйственного инвентаря,  соблюдение требований техники безопасности и охраны труда</w:t>
            </w:r>
          </w:p>
        </w:tc>
        <w:tc>
          <w:tcPr>
            <w:tcW w:w="1128" w:type="pct"/>
            <w:vMerge w:val="restart"/>
          </w:tcPr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  <w:r w:rsidRPr="00F14A11">
              <w:t>1 квалификационный уровень</w:t>
            </w:r>
          </w:p>
          <w:p w:rsidR="003C7761" w:rsidRPr="00F14A11" w:rsidRDefault="003C7761" w:rsidP="0023782B">
            <w:pPr>
              <w:jc w:val="both"/>
            </w:pPr>
          </w:p>
        </w:tc>
        <w:tc>
          <w:tcPr>
            <w:tcW w:w="1806" w:type="pct"/>
          </w:tcPr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  <w:r w:rsidRPr="00F14A11">
              <w:t>Отсутствие замечаний, отсутствие случаев производственного травматизма по итогам работы за отчетный период, отсутствие случаев порчи имущества учреждения</w:t>
            </w:r>
          </w:p>
        </w:tc>
        <w:tc>
          <w:tcPr>
            <w:tcW w:w="1030" w:type="pct"/>
          </w:tcPr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  <w:r w:rsidRPr="00F14A11">
              <w:t>33</w:t>
            </w:r>
          </w:p>
        </w:tc>
      </w:tr>
      <w:tr w:rsidR="003C7761" w:rsidRPr="00F14A11" w:rsidTr="0023782B">
        <w:trPr>
          <w:trHeight w:val="585"/>
        </w:trPr>
        <w:tc>
          <w:tcPr>
            <w:tcW w:w="1036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128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806" w:type="pct"/>
          </w:tcPr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  <w:r w:rsidRPr="00F14A11">
              <w:t>Наличие единичных (не более 2) замечаний, отсутствие случаев производственного травматизма по итогам работы за отчетный период, отсутствие случаев порчи имущества учреждения</w:t>
            </w:r>
          </w:p>
          <w:p w:rsidR="003C7761" w:rsidRPr="00F14A11" w:rsidRDefault="003C7761" w:rsidP="0023782B">
            <w:pPr>
              <w:jc w:val="both"/>
            </w:pPr>
          </w:p>
        </w:tc>
        <w:tc>
          <w:tcPr>
            <w:tcW w:w="1030" w:type="pct"/>
          </w:tcPr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  <w:r w:rsidRPr="00F14A11">
              <w:t>32-19</w:t>
            </w:r>
          </w:p>
        </w:tc>
      </w:tr>
      <w:tr w:rsidR="003C7761" w:rsidRPr="00F14A11" w:rsidTr="0023782B">
        <w:trPr>
          <w:trHeight w:val="180"/>
        </w:trPr>
        <w:tc>
          <w:tcPr>
            <w:tcW w:w="1036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128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806" w:type="pct"/>
          </w:tcPr>
          <w:p w:rsidR="003C7761" w:rsidRPr="00F14A11" w:rsidRDefault="003C7761" w:rsidP="0023782B">
            <w:pPr>
              <w:jc w:val="both"/>
            </w:pPr>
            <w:r w:rsidRPr="00F14A11">
              <w:t>Наличие (более 2) замечаний, отсутствие случаев производственного травматизма по итогам работы за отчетный период, отсутствие случаев порчи имущества учреждения</w:t>
            </w: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</w:tc>
        <w:tc>
          <w:tcPr>
            <w:tcW w:w="1030" w:type="pct"/>
          </w:tcPr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  <w:r w:rsidRPr="00F14A11">
              <w:t>18-4</w:t>
            </w: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</w:tc>
      </w:tr>
    </w:tbl>
    <w:p w:rsidR="003C7761" w:rsidRPr="00F14A11" w:rsidRDefault="003C7761" w:rsidP="00B17BFA">
      <w:pPr>
        <w:jc w:val="both"/>
      </w:pPr>
    </w:p>
    <w:p w:rsidR="003C7761" w:rsidRDefault="003C7761" w:rsidP="00B17BFA">
      <w:pPr>
        <w:jc w:val="both"/>
      </w:pPr>
    </w:p>
    <w:p w:rsidR="003C7761" w:rsidRDefault="003C7761" w:rsidP="00B17BFA">
      <w:pPr>
        <w:jc w:val="both"/>
      </w:pPr>
    </w:p>
    <w:p w:rsidR="003C7761" w:rsidRDefault="003C7761" w:rsidP="00B17BFA">
      <w:pPr>
        <w:jc w:val="both"/>
      </w:pPr>
    </w:p>
    <w:p w:rsidR="003C7761" w:rsidRDefault="003C7761" w:rsidP="00B17BFA">
      <w:pPr>
        <w:jc w:val="both"/>
      </w:pPr>
    </w:p>
    <w:p w:rsidR="003C7761" w:rsidRDefault="003C7761" w:rsidP="00B17BFA">
      <w:pPr>
        <w:jc w:val="both"/>
      </w:pPr>
    </w:p>
    <w:p w:rsidR="003C7761" w:rsidRDefault="003C7761" w:rsidP="00B17BFA">
      <w:pPr>
        <w:jc w:val="both"/>
      </w:pPr>
    </w:p>
    <w:p w:rsidR="003C7761" w:rsidRPr="00F14A11" w:rsidRDefault="003C7761" w:rsidP="00B17BFA">
      <w:pPr>
        <w:jc w:val="both"/>
      </w:pPr>
    </w:p>
    <w:tbl>
      <w:tblPr>
        <w:tblW w:w="49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2125"/>
        <w:gridCol w:w="3403"/>
        <w:gridCol w:w="1941"/>
      </w:tblGrid>
      <w:tr w:rsidR="003C7761" w:rsidRPr="00F14A11" w:rsidTr="0023782B">
        <w:trPr>
          <w:trHeight w:val="542"/>
        </w:trPr>
        <w:tc>
          <w:tcPr>
            <w:tcW w:w="5000" w:type="pct"/>
            <w:gridSpan w:val="4"/>
          </w:tcPr>
          <w:p w:rsidR="003C7761" w:rsidRPr="00F14A11" w:rsidRDefault="003C7761" w:rsidP="0023782B">
            <w:pPr>
              <w:jc w:val="both"/>
              <w:rPr>
                <w:b/>
              </w:rPr>
            </w:pPr>
            <w:r w:rsidRPr="00F14A11">
              <w:rPr>
                <w:b/>
              </w:rPr>
              <w:t>ПКГ «</w:t>
            </w:r>
            <w:r w:rsidRPr="00F14A11">
              <w:t>О</w:t>
            </w:r>
            <w:r w:rsidRPr="00F14A11">
              <w:rPr>
                <w:b/>
              </w:rPr>
              <w:t>бщеотраслевые профессии рабочих второго уровня»</w:t>
            </w:r>
          </w:p>
          <w:p w:rsidR="003C7761" w:rsidRPr="00F14A11" w:rsidRDefault="003C7761" w:rsidP="0023782B">
            <w:pPr>
              <w:jc w:val="both"/>
              <w:rPr>
                <w:b/>
              </w:rPr>
            </w:pPr>
            <w:r w:rsidRPr="00F14A11">
              <w:rPr>
                <w:b/>
              </w:rPr>
              <w:t>(водитель автомобиля, водители специальных легковых автомобилей, автобусов, имеющие 1 класс, выполняющие важные (особо важные) работы  и ответственные работы (занятые перевозкой обслуживаемых в учреждениях социального обслуживания)</w:t>
            </w:r>
          </w:p>
        </w:tc>
      </w:tr>
      <w:tr w:rsidR="003C7761" w:rsidRPr="00F14A11" w:rsidTr="0023782B">
        <w:trPr>
          <w:trHeight w:val="838"/>
        </w:trPr>
        <w:tc>
          <w:tcPr>
            <w:tcW w:w="1036" w:type="pct"/>
            <w:vMerge w:val="restart"/>
          </w:tcPr>
          <w:p w:rsidR="003C7761" w:rsidRPr="00F14A11" w:rsidRDefault="003C7761" w:rsidP="0023782B">
            <w:pPr>
              <w:jc w:val="both"/>
            </w:pPr>
            <w:r w:rsidRPr="00F14A11">
              <w:t>Обеспечение сохранности технологического оборудования, хозяйственного инвентаря, своевременное выявление и устранение мелких неисправностей, соблюдение требований техники безопасности и охраны труда</w:t>
            </w: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</w:tc>
        <w:tc>
          <w:tcPr>
            <w:tcW w:w="1128" w:type="pct"/>
            <w:vMerge w:val="restart"/>
          </w:tcPr>
          <w:p w:rsidR="003C7761" w:rsidRPr="00F14A11" w:rsidRDefault="003C7761" w:rsidP="0023782B">
            <w:pPr>
              <w:jc w:val="both"/>
            </w:pPr>
            <w:r w:rsidRPr="00F14A11">
              <w:t>3 квалификацион ный уровень</w:t>
            </w: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</w:p>
        </w:tc>
        <w:tc>
          <w:tcPr>
            <w:tcW w:w="1806" w:type="pct"/>
          </w:tcPr>
          <w:p w:rsidR="003C7761" w:rsidRPr="00F14A11" w:rsidRDefault="003C7761" w:rsidP="0023782B">
            <w:pPr>
              <w:jc w:val="both"/>
            </w:pPr>
            <w:r w:rsidRPr="00F14A11">
              <w:t>Отсутствие замечаний, отсутствие случаев производственного травматизма, обеспечение безаварийной работы на линии по итогам работы за отчетный период</w:t>
            </w:r>
          </w:p>
        </w:tc>
        <w:tc>
          <w:tcPr>
            <w:tcW w:w="1030" w:type="pct"/>
          </w:tcPr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  <w:r w:rsidRPr="00F14A11">
              <w:t>52</w:t>
            </w:r>
          </w:p>
        </w:tc>
      </w:tr>
      <w:tr w:rsidR="003C7761" w:rsidRPr="00F14A11" w:rsidTr="0023782B">
        <w:trPr>
          <w:trHeight w:val="838"/>
        </w:trPr>
        <w:tc>
          <w:tcPr>
            <w:tcW w:w="1036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128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806" w:type="pct"/>
          </w:tcPr>
          <w:p w:rsidR="003C7761" w:rsidRPr="00F14A11" w:rsidRDefault="003C7761" w:rsidP="0023782B">
            <w:pPr>
              <w:jc w:val="both"/>
            </w:pPr>
            <w:r w:rsidRPr="00F14A11">
              <w:t>Отсутствие или наличие единичных (не более 2-3) замечаний,  отсутствие случаев производственного травматизма, обеспечение безаварийной работы по итогам работы за отчетный период</w:t>
            </w:r>
          </w:p>
        </w:tc>
        <w:tc>
          <w:tcPr>
            <w:tcW w:w="1030" w:type="pct"/>
          </w:tcPr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  <w:r w:rsidRPr="00F14A11">
              <w:t>51-37</w:t>
            </w:r>
          </w:p>
        </w:tc>
      </w:tr>
      <w:tr w:rsidR="003C7761" w:rsidRPr="00F14A11" w:rsidTr="0023782B">
        <w:trPr>
          <w:trHeight w:val="870"/>
        </w:trPr>
        <w:tc>
          <w:tcPr>
            <w:tcW w:w="1036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128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806" w:type="pct"/>
          </w:tcPr>
          <w:p w:rsidR="003C7761" w:rsidRPr="00F14A11" w:rsidRDefault="003C7761" w:rsidP="0023782B">
            <w:pPr>
              <w:jc w:val="both"/>
            </w:pPr>
            <w:r w:rsidRPr="00F14A11">
              <w:t>Наличие (более 3) замечаний, отсутствие случаев производственного травматизма по итогам работы за отчетный период</w:t>
            </w:r>
          </w:p>
        </w:tc>
        <w:tc>
          <w:tcPr>
            <w:tcW w:w="1030" w:type="pct"/>
          </w:tcPr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  <w:r w:rsidRPr="00F14A11">
              <w:t>36-22</w:t>
            </w:r>
          </w:p>
        </w:tc>
      </w:tr>
      <w:tr w:rsidR="003C7761" w:rsidRPr="00F14A11" w:rsidTr="0023782B">
        <w:trPr>
          <w:trHeight w:val="938"/>
        </w:trPr>
        <w:tc>
          <w:tcPr>
            <w:tcW w:w="1036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128" w:type="pct"/>
            <w:vMerge w:val="restart"/>
          </w:tcPr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  <w:r w:rsidRPr="00F14A11">
              <w:t>4 квалификационный уровень</w:t>
            </w:r>
          </w:p>
          <w:p w:rsidR="003C7761" w:rsidRPr="00F14A11" w:rsidRDefault="003C7761" w:rsidP="0023782B">
            <w:pPr>
              <w:jc w:val="both"/>
            </w:pPr>
          </w:p>
        </w:tc>
        <w:tc>
          <w:tcPr>
            <w:tcW w:w="1806" w:type="pct"/>
          </w:tcPr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  <w:r w:rsidRPr="00F14A11">
              <w:t>Отсутствие замечаний,  отсутствие случаев производственного травматизма, обеспечение безаварийной работы на линии по итогам работы за отчетный период</w:t>
            </w:r>
          </w:p>
        </w:tc>
        <w:tc>
          <w:tcPr>
            <w:tcW w:w="1030" w:type="pct"/>
          </w:tcPr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  <w:r w:rsidRPr="00F14A11">
              <w:t>63</w:t>
            </w:r>
          </w:p>
        </w:tc>
      </w:tr>
      <w:tr w:rsidR="003C7761" w:rsidRPr="00F14A11" w:rsidTr="0023782B">
        <w:trPr>
          <w:trHeight w:val="826"/>
        </w:trPr>
        <w:tc>
          <w:tcPr>
            <w:tcW w:w="1036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128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806" w:type="pct"/>
          </w:tcPr>
          <w:p w:rsidR="003C7761" w:rsidRPr="00F14A11" w:rsidRDefault="003C7761" w:rsidP="0023782B">
            <w:pPr>
              <w:jc w:val="both"/>
            </w:pPr>
            <w:r w:rsidRPr="00F14A11">
              <w:t>Отсутствие или наличие единичных (не более 2-3) замечаний, отсутствие случаев производственного травматизма, обеспечение безаварийной работы по итогам работы за отчетный период</w:t>
            </w:r>
          </w:p>
        </w:tc>
        <w:tc>
          <w:tcPr>
            <w:tcW w:w="1030" w:type="pct"/>
          </w:tcPr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  <w:r w:rsidRPr="00F14A11">
              <w:t>62-48</w:t>
            </w:r>
          </w:p>
        </w:tc>
      </w:tr>
      <w:tr w:rsidR="003C7761" w:rsidRPr="00F14A11" w:rsidTr="0023782B">
        <w:trPr>
          <w:trHeight w:val="1671"/>
        </w:trPr>
        <w:tc>
          <w:tcPr>
            <w:tcW w:w="1036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128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806" w:type="pct"/>
          </w:tcPr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  <w:r w:rsidRPr="00F14A11">
              <w:t>Наличие (более 3) замечаний,  отсутствие случаев производственного травматизма по итогам работы за отчетный период</w:t>
            </w:r>
          </w:p>
        </w:tc>
        <w:tc>
          <w:tcPr>
            <w:tcW w:w="1030" w:type="pct"/>
          </w:tcPr>
          <w:p w:rsidR="003C7761" w:rsidRPr="00F14A11" w:rsidRDefault="003C7761" w:rsidP="0023782B">
            <w:pPr>
              <w:jc w:val="both"/>
            </w:pPr>
          </w:p>
          <w:p w:rsidR="003C7761" w:rsidRPr="00F14A11" w:rsidRDefault="003C7761" w:rsidP="0023782B">
            <w:pPr>
              <w:jc w:val="both"/>
            </w:pPr>
            <w:r w:rsidRPr="00F14A11">
              <w:t>47-32</w:t>
            </w:r>
          </w:p>
        </w:tc>
      </w:tr>
    </w:tbl>
    <w:p w:rsidR="003C7761" w:rsidRPr="00F14A11" w:rsidRDefault="003C7761" w:rsidP="00B17BFA">
      <w:pPr>
        <w:jc w:val="both"/>
      </w:pPr>
    </w:p>
    <w:p w:rsidR="003C7761" w:rsidRDefault="003C7761" w:rsidP="00B17BFA">
      <w:pPr>
        <w:jc w:val="both"/>
      </w:pPr>
    </w:p>
    <w:p w:rsidR="003C7761" w:rsidRDefault="003C7761" w:rsidP="00B17BFA">
      <w:pPr>
        <w:jc w:val="both"/>
      </w:pPr>
    </w:p>
    <w:p w:rsidR="003C7761" w:rsidRPr="00F14A11" w:rsidRDefault="003C7761" w:rsidP="00B17BFA">
      <w:pPr>
        <w:jc w:val="both"/>
      </w:pPr>
    </w:p>
    <w:tbl>
      <w:tblPr>
        <w:tblW w:w="49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2125"/>
        <w:gridCol w:w="3403"/>
        <w:gridCol w:w="1941"/>
      </w:tblGrid>
      <w:tr w:rsidR="003C7761" w:rsidRPr="00F14A11" w:rsidTr="0023782B">
        <w:trPr>
          <w:trHeight w:val="699"/>
        </w:trPr>
        <w:tc>
          <w:tcPr>
            <w:tcW w:w="5000" w:type="pct"/>
            <w:gridSpan w:val="4"/>
          </w:tcPr>
          <w:p w:rsidR="003C7761" w:rsidRPr="00F14A11" w:rsidRDefault="003C7761" w:rsidP="0023782B">
            <w:pPr>
              <w:jc w:val="both"/>
              <w:rPr>
                <w:b/>
              </w:rPr>
            </w:pPr>
            <w:r w:rsidRPr="00F14A11">
              <w:rPr>
                <w:b/>
              </w:rPr>
              <w:t>ПКГ работников физической культуры и спорта второго уровня</w:t>
            </w:r>
          </w:p>
          <w:p w:rsidR="003C7761" w:rsidRPr="00F14A11" w:rsidRDefault="003C7761" w:rsidP="0023782B">
            <w:pPr>
              <w:jc w:val="both"/>
              <w:rPr>
                <w:b/>
              </w:rPr>
            </w:pPr>
            <w:r w:rsidRPr="00F14A11">
              <w:rPr>
                <w:b/>
              </w:rPr>
              <w:t>(инструктор по адаптивной физической культуре)</w:t>
            </w:r>
          </w:p>
        </w:tc>
      </w:tr>
      <w:tr w:rsidR="003C7761" w:rsidRPr="00F14A11" w:rsidTr="0023782B">
        <w:trPr>
          <w:trHeight w:val="4663"/>
        </w:trPr>
        <w:tc>
          <w:tcPr>
            <w:tcW w:w="1036" w:type="pct"/>
            <w:vMerge w:val="restart"/>
          </w:tcPr>
          <w:p w:rsidR="003C7761" w:rsidRPr="00F14A11" w:rsidRDefault="003C7761" w:rsidP="0023782B">
            <w:pPr>
              <w:jc w:val="both"/>
            </w:pPr>
            <w:r w:rsidRPr="00F14A11">
              <w:t xml:space="preserve">Применение современных    </w:t>
            </w:r>
            <w:r w:rsidRPr="00F14A11">
              <w:br/>
              <w:t xml:space="preserve">методик, внедрение инновационных   </w:t>
            </w:r>
            <w:r w:rsidRPr="00F14A11">
              <w:br/>
              <w:t xml:space="preserve">методов и технологий в    </w:t>
            </w:r>
            <w:r w:rsidRPr="00F14A11">
              <w:br/>
              <w:t>реабилитационный процесс, проявление систематической творческой активности</w:t>
            </w:r>
          </w:p>
          <w:p w:rsidR="003C7761" w:rsidRPr="00F14A11" w:rsidRDefault="003C7761" w:rsidP="0023782B">
            <w:pPr>
              <w:jc w:val="both"/>
            </w:pPr>
            <w:r w:rsidRPr="00F14A11">
              <w:t xml:space="preserve">Применение современных    </w:t>
            </w:r>
            <w:r w:rsidRPr="00F14A11">
              <w:br/>
              <w:t xml:space="preserve">методик, внедрение инновационных   </w:t>
            </w:r>
            <w:r w:rsidRPr="00F14A11">
              <w:br/>
              <w:t xml:space="preserve">методов и технологий в    </w:t>
            </w:r>
            <w:r w:rsidRPr="00F14A11">
              <w:br/>
              <w:t>реабилитационный процесс, проявление систематической творческой активности</w:t>
            </w:r>
          </w:p>
        </w:tc>
        <w:tc>
          <w:tcPr>
            <w:tcW w:w="1128" w:type="pct"/>
            <w:vMerge w:val="restart"/>
          </w:tcPr>
          <w:p w:rsidR="003C7761" w:rsidRPr="00F14A11" w:rsidRDefault="003C7761" w:rsidP="0023782B">
            <w:pPr>
              <w:jc w:val="both"/>
            </w:pPr>
            <w:r w:rsidRPr="00F14A11">
              <w:t>1 квалификационный уровень</w:t>
            </w:r>
          </w:p>
          <w:p w:rsidR="003C7761" w:rsidRPr="00F14A11" w:rsidRDefault="003C7761" w:rsidP="0023782B">
            <w:pPr>
              <w:jc w:val="both"/>
            </w:pPr>
          </w:p>
        </w:tc>
        <w:tc>
          <w:tcPr>
            <w:tcW w:w="1806" w:type="pct"/>
          </w:tcPr>
          <w:p w:rsidR="003C7761" w:rsidRPr="00F14A11" w:rsidRDefault="003C7761" w:rsidP="0023782B">
            <w:pPr>
              <w:jc w:val="both"/>
            </w:pPr>
            <w:r w:rsidRPr="00F14A11">
              <w:t>Реализация запланированных мероприятий в полном объеме на высоком уровне без замечаний, проявление систематической творческой активности за отчетный период</w:t>
            </w:r>
          </w:p>
        </w:tc>
        <w:tc>
          <w:tcPr>
            <w:tcW w:w="1030" w:type="pct"/>
          </w:tcPr>
          <w:p w:rsidR="003C7761" w:rsidRPr="00F14A11" w:rsidRDefault="003C7761" w:rsidP="0023782B">
            <w:pPr>
              <w:jc w:val="both"/>
            </w:pPr>
            <w:r w:rsidRPr="00F14A11">
              <w:t>52</w:t>
            </w:r>
          </w:p>
        </w:tc>
      </w:tr>
      <w:tr w:rsidR="003C7761" w:rsidRPr="00F14A11" w:rsidTr="0023782B">
        <w:trPr>
          <w:trHeight w:val="2085"/>
        </w:trPr>
        <w:tc>
          <w:tcPr>
            <w:tcW w:w="1036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128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806" w:type="pct"/>
          </w:tcPr>
          <w:p w:rsidR="003C7761" w:rsidRPr="00F14A11" w:rsidRDefault="003C7761" w:rsidP="0023782B">
            <w:pPr>
              <w:jc w:val="both"/>
            </w:pPr>
            <w:r w:rsidRPr="00F14A11">
              <w:t>Реализация запланированных мероприятий в полном объеме на удовлетворительном уровне с единичными (не свыше 2) замечаниями, проявление творческой активности в отдельных случаях за отчетный период</w:t>
            </w:r>
          </w:p>
        </w:tc>
        <w:tc>
          <w:tcPr>
            <w:tcW w:w="1030" w:type="pct"/>
          </w:tcPr>
          <w:p w:rsidR="003C7761" w:rsidRPr="00F14A11" w:rsidRDefault="003C7761" w:rsidP="0023782B">
            <w:pPr>
              <w:jc w:val="both"/>
            </w:pPr>
            <w:r w:rsidRPr="00F14A11">
              <w:t>51-47</w:t>
            </w:r>
          </w:p>
        </w:tc>
      </w:tr>
      <w:tr w:rsidR="003C7761" w:rsidRPr="00F14A11" w:rsidTr="0023782B">
        <w:trPr>
          <w:trHeight w:val="2085"/>
        </w:trPr>
        <w:tc>
          <w:tcPr>
            <w:tcW w:w="1036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128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806" w:type="pct"/>
          </w:tcPr>
          <w:p w:rsidR="003C7761" w:rsidRPr="00F14A11" w:rsidRDefault="003C7761" w:rsidP="0023782B">
            <w:pPr>
              <w:jc w:val="both"/>
            </w:pPr>
            <w:r w:rsidRPr="00F14A11">
              <w:t>Реализация запланированных мероприятий на удовлетворительном уровне с единичными (не свыше 3) замечаниями, без проявления творческой активности в отдельных случаях за отчетный период</w:t>
            </w:r>
          </w:p>
        </w:tc>
        <w:tc>
          <w:tcPr>
            <w:tcW w:w="1030" w:type="pct"/>
          </w:tcPr>
          <w:p w:rsidR="003C7761" w:rsidRPr="00F14A11" w:rsidRDefault="003C7761" w:rsidP="0023782B">
            <w:pPr>
              <w:jc w:val="both"/>
            </w:pPr>
            <w:r w:rsidRPr="00F14A11">
              <w:t>46-32</w:t>
            </w:r>
          </w:p>
        </w:tc>
      </w:tr>
      <w:tr w:rsidR="003C7761" w:rsidRPr="00F14A11" w:rsidTr="0023782B">
        <w:trPr>
          <w:trHeight w:val="2085"/>
        </w:trPr>
        <w:tc>
          <w:tcPr>
            <w:tcW w:w="1036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128" w:type="pct"/>
            <w:vMerge/>
          </w:tcPr>
          <w:p w:rsidR="003C7761" w:rsidRPr="00F14A11" w:rsidRDefault="003C7761" w:rsidP="0023782B">
            <w:pPr>
              <w:jc w:val="both"/>
            </w:pPr>
          </w:p>
        </w:tc>
        <w:tc>
          <w:tcPr>
            <w:tcW w:w="1806" w:type="pct"/>
          </w:tcPr>
          <w:p w:rsidR="003C7761" w:rsidRPr="00F14A11" w:rsidRDefault="003C7761" w:rsidP="0023782B">
            <w:pPr>
              <w:jc w:val="both"/>
            </w:pPr>
            <w:r w:rsidRPr="00F14A11">
              <w:t>Реализация запланированных мероприятий на удовлетворительном уровне с замечаниями (свыше 3), отсутствие творческой активности за отчетный период</w:t>
            </w:r>
          </w:p>
        </w:tc>
        <w:tc>
          <w:tcPr>
            <w:tcW w:w="1030" w:type="pct"/>
          </w:tcPr>
          <w:p w:rsidR="003C7761" w:rsidRPr="00F14A11" w:rsidRDefault="003C7761" w:rsidP="0023782B">
            <w:pPr>
              <w:jc w:val="both"/>
            </w:pPr>
            <w:r w:rsidRPr="00F14A11">
              <w:t>31-17</w:t>
            </w:r>
          </w:p>
        </w:tc>
      </w:tr>
    </w:tbl>
    <w:p w:rsidR="003C7761" w:rsidRPr="00F14A11" w:rsidRDefault="003C7761" w:rsidP="00B17BFA">
      <w:pPr>
        <w:jc w:val="both"/>
      </w:pPr>
    </w:p>
    <w:p w:rsidR="003C7761" w:rsidRPr="00F14A11" w:rsidRDefault="003C7761" w:rsidP="00B17BFA">
      <w:pPr>
        <w:jc w:val="both"/>
      </w:pPr>
      <w:r w:rsidRPr="00F14A11">
        <w:t xml:space="preserve"> *- предельное количество баллов определяется в учреждении на основе штатного расписания  в соответствии с подпунктом 6.7 видов, условий, размеров и порядка выплат стимулирующего характера, в том числе критериев оценки результативности и качества труда работников муниципальных учреждений.  </w:t>
      </w:r>
    </w:p>
    <w:p w:rsidR="003C7761" w:rsidRPr="00F14A11" w:rsidRDefault="003C7761" w:rsidP="00B17BFA">
      <w:pPr>
        <w:jc w:val="both"/>
      </w:pPr>
    </w:p>
    <w:p w:rsidR="003C7761" w:rsidRDefault="003C7761" w:rsidP="00B17BFA">
      <w:pPr>
        <w:jc w:val="both"/>
      </w:pPr>
    </w:p>
    <w:p w:rsidR="003C7761" w:rsidRDefault="003C7761" w:rsidP="00B17BFA">
      <w:pPr>
        <w:jc w:val="both"/>
      </w:pPr>
    </w:p>
    <w:p w:rsidR="003C7761" w:rsidRDefault="003C7761" w:rsidP="00B17BFA">
      <w:pPr>
        <w:jc w:val="both"/>
      </w:pPr>
    </w:p>
    <w:p w:rsidR="003C7761" w:rsidRDefault="003C7761" w:rsidP="00563DF8">
      <w:pPr>
        <w:jc w:val="both"/>
      </w:pPr>
      <w:r>
        <w:t xml:space="preserve">                                                                                                         Приложение №4</w:t>
      </w:r>
    </w:p>
    <w:p w:rsidR="003C7761" w:rsidRDefault="003C7761" w:rsidP="00563DF8">
      <w:pPr>
        <w:jc w:val="both"/>
      </w:pPr>
      <w:r>
        <w:t xml:space="preserve">                                                                                 к постановлению администрации</w:t>
      </w:r>
    </w:p>
    <w:p w:rsidR="003C7761" w:rsidRDefault="003C7761" w:rsidP="00563DF8">
      <w:pPr>
        <w:jc w:val="both"/>
      </w:pPr>
      <w:r>
        <w:t xml:space="preserve">                                                                            Сухобузимского района от 23.12.2015 №575-п</w:t>
      </w:r>
    </w:p>
    <w:p w:rsidR="003C7761" w:rsidRDefault="003C7761" w:rsidP="00563DF8">
      <w:pPr>
        <w:jc w:val="both"/>
      </w:pPr>
    </w:p>
    <w:p w:rsidR="003C7761" w:rsidRDefault="003C7761" w:rsidP="00563DF8">
      <w:pPr>
        <w:jc w:val="both"/>
      </w:pPr>
    </w:p>
    <w:p w:rsidR="003C7761" w:rsidRPr="00F14A11" w:rsidRDefault="003C7761" w:rsidP="00563DF8">
      <w:pPr>
        <w:jc w:val="both"/>
      </w:pPr>
      <w:r>
        <w:t xml:space="preserve">                                                                                                                </w:t>
      </w:r>
      <w:r w:rsidRPr="00F14A11">
        <w:t>Приложение № 7</w:t>
      </w:r>
    </w:p>
    <w:p w:rsidR="003C7761" w:rsidRDefault="003C7761" w:rsidP="00563DF8">
      <w:pPr>
        <w:jc w:val="both"/>
      </w:pPr>
      <w:r>
        <w:t xml:space="preserve">                                                                  </w:t>
      </w:r>
      <w:r w:rsidRPr="00F14A11">
        <w:t xml:space="preserve"> к положению об оплате и стимулировании труда </w:t>
      </w:r>
    </w:p>
    <w:p w:rsidR="003C7761" w:rsidRDefault="003C7761" w:rsidP="00563DF8">
      <w:pPr>
        <w:jc w:val="both"/>
      </w:pPr>
      <w:r>
        <w:t xml:space="preserve">                                                              работников муниципального бюджетного учреждения                                                                                     </w:t>
      </w:r>
    </w:p>
    <w:p w:rsidR="003C7761" w:rsidRDefault="003C7761" w:rsidP="00563DF8">
      <w:pPr>
        <w:jc w:val="both"/>
      </w:pPr>
      <w:r>
        <w:t xml:space="preserve">                                                 </w:t>
      </w:r>
      <w:r w:rsidRPr="00F14A11">
        <w:t xml:space="preserve"> «Комплексный центр социального обслуживания населения»</w:t>
      </w:r>
    </w:p>
    <w:p w:rsidR="003C7761" w:rsidRPr="00F14A11" w:rsidRDefault="003C7761" w:rsidP="00563DF8">
      <w:pPr>
        <w:jc w:val="both"/>
      </w:pPr>
      <w:r>
        <w:t xml:space="preserve">                                                  </w:t>
      </w:r>
      <w:r w:rsidRPr="00F14A11">
        <w:t xml:space="preserve"> Сухобузимского района на 201</w:t>
      </w:r>
      <w:r>
        <w:t>6</w:t>
      </w:r>
      <w:r w:rsidRPr="00F14A11">
        <w:t>-201</w:t>
      </w:r>
      <w:r>
        <w:t>8</w:t>
      </w:r>
      <w:r w:rsidRPr="00F14A11">
        <w:t xml:space="preserve"> годы.</w:t>
      </w:r>
    </w:p>
    <w:p w:rsidR="003C7761" w:rsidRPr="00F14A11" w:rsidRDefault="003C7761" w:rsidP="00563DF8">
      <w:pPr>
        <w:jc w:val="both"/>
      </w:pPr>
    </w:p>
    <w:p w:rsidR="003C7761" w:rsidRPr="00F14A11" w:rsidRDefault="003C7761" w:rsidP="00563DF8">
      <w:pPr>
        <w:jc w:val="both"/>
      </w:pPr>
    </w:p>
    <w:p w:rsidR="003C7761" w:rsidRPr="00F14A11" w:rsidRDefault="003C7761" w:rsidP="00563DF8">
      <w:pPr>
        <w:jc w:val="center"/>
      </w:pPr>
      <w:r w:rsidRPr="00F14A11">
        <w:t>ПОКАЗАТЕЛИ И КРИТЕРИИ БАЛЬНОЙ ОЦЕНКИ РЕЗУЛЬТАТИВНОСТИ ТРУДА ДЛЯ УСТАНОВЛЕНИЯ РАБОТНИКАМ УЧРЕЖДЕНИЯ ВЫПЛАТ ЗА КАЧЕСТВО ВЫПОЛНЯЕМЫХ РАБОТ</w:t>
      </w:r>
    </w:p>
    <w:p w:rsidR="003C7761" w:rsidRPr="00F14A11" w:rsidRDefault="003C7761" w:rsidP="00563DF8">
      <w:pPr>
        <w:jc w:val="center"/>
      </w:pPr>
      <w:r w:rsidRPr="00F14A11">
        <w:t>ПО ИТОГАМ РАБОТЫ ЗА ОТЧЕТНЫЙ ПЕРИОД</w:t>
      </w:r>
    </w:p>
    <w:p w:rsidR="003C7761" w:rsidRPr="00F14A11" w:rsidRDefault="003C7761" w:rsidP="00563DF8">
      <w:pPr>
        <w:jc w:val="center"/>
      </w:pPr>
      <w:r w:rsidRPr="00F14A11">
        <w:t>(МЕСЯЦ, КВАРТАЛ)</w:t>
      </w:r>
    </w:p>
    <w:p w:rsidR="003C7761" w:rsidRPr="00F14A11" w:rsidRDefault="003C7761" w:rsidP="00563DF8">
      <w:pPr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0"/>
        <w:gridCol w:w="2520"/>
        <w:gridCol w:w="3060"/>
        <w:gridCol w:w="1719"/>
      </w:tblGrid>
      <w:tr w:rsidR="003C7761" w:rsidRPr="00F14A11" w:rsidTr="0062648A">
        <w:tc>
          <w:tcPr>
            <w:tcW w:w="2340" w:type="dxa"/>
          </w:tcPr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  <w:r w:rsidRPr="00F14A11">
              <w:t>Показатели</w:t>
            </w:r>
          </w:p>
        </w:tc>
        <w:tc>
          <w:tcPr>
            <w:tcW w:w="2520" w:type="dxa"/>
          </w:tcPr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  <w:r w:rsidRPr="00F14A11">
              <w:t>Квалификационный уровень</w:t>
            </w:r>
          </w:p>
        </w:tc>
        <w:tc>
          <w:tcPr>
            <w:tcW w:w="3060" w:type="dxa"/>
          </w:tcPr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  <w:r w:rsidRPr="00F14A11">
              <w:t xml:space="preserve">Интерпретация </w:t>
            </w:r>
          </w:p>
          <w:p w:rsidR="003C7761" w:rsidRPr="00F14A11" w:rsidRDefault="003C7761" w:rsidP="0062648A">
            <w:pPr>
              <w:jc w:val="both"/>
            </w:pPr>
            <w:r w:rsidRPr="00F14A11">
              <w:t>критерия оценки</w:t>
            </w:r>
          </w:p>
          <w:p w:rsidR="003C7761" w:rsidRPr="00F14A11" w:rsidRDefault="003C7761" w:rsidP="0062648A">
            <w:pPr>
              <w:jc w:val="both"/>
            </w:pPr>
            <w:r w:rsidRPr="00F14A11">
              <w:t>показателя</w:t>
            </w:r>
          </w:p>
          <w:p w:rsidR="003C7761" w:rsidRPr="00F14A11" w:rsidRDefault="003C7761" w:rsidP="0062648A">
            <w:pPr>
              <w:jc w:val="both"/>
            </w:pPr>
          </w:p>
        </w:tc>
        <w:tc>
          <w:tcPr>
            <w:tcW w:w="1719" w:type="dxa"/>
          </w:tcPr>
          <w:p w:rsidR="003C7761" w:rsidRPr="00F14A11" w:rsidRDefault="003C7761" w:rsidP="0062648A">
            <w:pPr>
              <w:jc w:val="both"/>
            </w:pPr>
            <w:r w:rsidRPr="00F14A11">
              <w:t>Предельное количество</w:t>
            </w:r>
          </w:p>
          <w:p w:rsidR="003C7761" w:rsidRPr="00F14A11" w:rsidRDefault="003C7761" w:rsidP="0062648A">
            <w:pPr>
              <w:jc w:val="both"/>
            </w:pPr>
            <w:r w:rsidRPr="00F14A11">
              <w:t>баллов для установления выплат работнику**</w:t>
            </w:r>
          </w:p>
        </w:tc>
      </w:tr>
      <w:tr w:rsidR="003C7761" w:rsidRPr="00F14A11" w:rsidTr="0062648A">
        <w:tc>
          <w:tcPr>
            <w:tcW w:w="9639" w:type="dxa"/>
            <w:gridSpan w:val="4"/>
          </w:tcPr>
          <w:p w:rsidR="003C7761" w:rsidRPr="00F14A11" w:rsidRDefault="003C7761" w:rsidP="0062648A">
            <w:pPr>
              <w:jc w:val="both"/>
              <w:rPr>
                <w:b/>
              </w:rPr>
            </w:pPr>
            <w:r w:rsidRPr="00F14A11">
              <w:rPr>
                <w:b/>
              </w:rPr>
              <w:t xml:space="preserve">Профессиональные квалификационные группы  (далее ПКГ) должностей работников, </w:t>
            </w:r>
          </w:p>
          <w:p w:rsidR="003C7761" w:rsidRPr="00F14A11" w:rsidRDefault="003C7761" w:rsidP="0062648A">
            <w:pPr>
              <w:jc w:val="both"/>
            </w:pPr>
            <w:r w:rsidRPr="00F14A11">
              <w:rPr>
                <w:b/>
              </w:rPr>
              <w:t xml:space="preserve">занятых в сфере предоставления социальных услуг» </w:t>
            </w:r>
          </w:p>
        </w:tc>
      </w:tr>
      <w:tr w:rsidR="003C7761" w:rsidRPr="00F14A11" w:rsidTr="0062648A">
        <w:tc>
          <w:tcPr>
            <w:tcW w:w="9639" w:type="dxa"/>
            <w:gridSpan w:val="4"/>
          </w:tcPr>
          <w:p w:rsidR="003C7761" w:rsidRPr="00F14A11" w:rsidRDefault="003C7761" w:rsidP="0062648A">
            <w:pPr>
              <w:jc w:val="both"/>
              <w:rPr>
                <w:b/>
              </w:rPr>
            </w:pPr>
            <w:r w:rsidRPr="00F14A11">
              <w:rPr>
                <w:b/>
              </w:rPr>
              <w:t xml:space="preserve"> ПКГ «Должности специалистов второго уровня, </w:t>
            </w:r>
          </w:p>
          <w:p w:rsidR="003C7761" w:rsidRPr="00F14A11" w:rsidRDefault="003C7761" w:rsidP="0062648A">
            <w:pPr>
              <w:jc w:val="both"/>
              <w:rPr>
                <w:b/>
              </w:rPr>
            </w:pPr>
            <w:r w:rsidRPr="00F14A11">
              <w:rPr>
                <w:b/>
              </w:rPr>
              <w:t>осуществляющих предоставление социальных услуг»</w:t>
            </w:r>
          </w:p>
          <w:p w:rsidR="003C7761" w:rsidRPr="00F14A11" w:rsidRDefault="003C7761" w:rsidP="0062648A">
            <w:pPr>
              <w:jc w:val="both"/>
              <w:rPr>
                <w:b/>
              </w:rPr>
            </w:pPr>
            <w:r w:rsidRPr="00F14A11">
              <w:rPr>
                <w:b/>
              </w:rPr>
              <w:t>(социальный работник)</w:t>
            </w:r>
          </w:p>
        </w:tc>
      </w:tr>
      <w:tr w:rsidR="003C7761" w:rsidRPr="00F14A11" w:rsidTr="0062648A">
        <w:trPr>
          <w:trHeight w:val="1190"/>
        </w:trPr>
        <w:tc>
          <w:tcPr>
            <w:tcW w:w="2340" w:type="dxa"/>
            <w:vMerge w:val="restart"/>
          </w:tcPr>
          <w:p w:rsidR="003C7761" w:rsidRPr="00F14A11" w:rsidRDefault="003C7761" w:rsidP="0062648A">
            <w:pPr>
              <w:jc w:val="both"/>
            </w:pPr>
            <w:r w:rsidRPr="00F14A11">
              <w:t xml:space="preserve">Соответствие оказанных   </w:t>
            </w:r>
            <w:r w:rsidRPr="00F14A11">
              <w:br/>
              <w:t xml:space="preserve">муниципальных социальных услуг       </w:t>
            </w:r>
            <w:r w:rsidRPr="00F14A11">
              <w:br/>
              <w:t xml:space="preserve">стандартам качества         </w:t>
            </w:r>
            <w:r w:rsidRPr="00F14A11">
              <w:br/>
              <w:t>услуг, соблюдение принципов этики</w:t>
            </w:r>
          </w:p>
        </w:tc>
        <w:tc>
          <w:tcPr>
            <w:tcW w:w="2520" w:type="dxa"/>
            <w:vMerge w:val="restart"/>
          </w:tcPr>
          <w:p w:rsidR="003C7761" w:rsidRPr="00F14A11" w:rsidRDefault="003C7761" w:rsidP="0062648A">
            <w:pPr>
              <w:jc w:val="both"/>
            </w:pPr>
            <w:r w:rsidRPr="00F14A11">
              <w:t>2 квалификационный уровень</w:t>
            </w:r>
          </w:p>
        </w:tc>
        <w:tc>
          <w:tcPr>
            <w:tcW w:w="3060" w:type="dxa"/>
          </w:tcPr>
          <w:p w:rsidR="003C7761" w:rsidRPr="00F14A11" w:rsidRDefault="003C7761" w:rsidP="0062648A">
            <w:pPr>
              <w:jc w:val="both"/>
            </w:pPr>
            <w:r w:rsidRPr="00F14A11">
              <w:t>Отсутствие обоснованных жалоб клиентов,  замечаний за отчетный период</w:t>
            </w:r>
          </w:p>
        </w:tc>
        <w:tc>
          <w:tcPr>
            <w:tcW w:w="1719" w:type="dxa"/>
          </w:tcPr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  <w:r w:rsidRPr="00F14A11">
              <w:t>61</w:t>
            </w:r>
          </w:p>
        </w:tc>
      </w:tr>
      <w:tr w:rsidR="003C7761" w:rsidRPr="00F14A11" w:rsidTr="0062648A">
        <w:trPr>
          <w:trHeight w:val="1185"/>
        </w:trPr>
        <w:tc>
          <w:tcPr>
            <w:tcW w:w="234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252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3060" w:type="dxa"/>
          </w:tcPr>
          <w:p w:rsidR="003C7761" w:rsidRPr="00F14A11" w:rsidRDefault="003C7761" w:rsidP="0062648A">
            <w:pPr>
              <w:jc w:val="both"/>
            </w:pPr>
            <w:r w:rsidRPr="00F14A11">
              <w:t>Наличие единичных (до 2) обоснованных жалоб клиентов,  замечаний за отчетный период</w:t>
            </w:r>
          </w:p>
          <w:p w:rsidR="003C7761" w:rsidRPr="00F14A11" w:rsidRDefault="003C7761" w:rsidP="0062648A">
            <w:pPr>
              <w:jc w:val="both"/>
            </w:pPr>
          </w:p>
        </w:tc>
        <w:tc>
          <w:tcPr>
            <w:tcW w:w="1719" w:type="dxa"/>
          </w:tcPr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  <w:r w:rsidRPr="00F14A11">
              <w:t>60-41</w:t>
            </w:r>
          </w:p>
        </w:tc>
      </w:tr>
      <w:tr w:rsidR="003C7761" w:rsidRPr="00F14A11" w:rsidTr="0062648A">
        <w:trPr>
          <w:trHeight w:val="1440"/>
        </w:trPr>
        <w:tc>
          <w:tcPr>
            <w:tcW w:w="234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252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3060" w:type="dxa"/>
          </w:tcPr>
          <w:p w:rsidR="003C7761" w:rsidRPr="00F14A11" w:rsidRDefault="003C7761" w:rsidP="0062648A">
            <w:pPr>
              <w:jc w:val="both"/>
            </w:pPr>
            <w:r w:rsidRPr="00F14A11">
              <w:t>Наличие единичных (свыше 2) обоснованных жалоб клиентов,  замечаний за отчетный период</w:t>
            </w:r>
          </w:p>
          <w:p w:rsidR="003C7761" w:rsidRPr="00F14A11" w:rsidRDefault="003C7761" w:rsidP="0062648A">
            <w:pPr>
              <w:jc w:val="both"/>
            </w:pPr>
          </w:p>
        </w:tc>
        <w:tc>
          <w:tcPr>
            <w:tcW w:w="1719" w:type="dxa"/>
          </w:tcPr>
          <w:p w:rsidR="003C7761" w:rsidRPr="00F14A11" w:rsidRDefault="003C7761" w:rsidP="0062648A">
            <w:pPr>
              <w:jc w:val="both"/>
            </w:pPr>
            <w:r w:rsidRPr="00F14A11">
              <w:t>40-21</w:t>
            </w:r>
          </w:p>
        </w:tc>
      </w:tr>
      <w:tr w:rsidR="003C7761" w:rsidRPr="00F14A11" w:rsidTr="0062648A">
        <w:trPr>
          <w:trHeight w:val="480"/>
        </w:trPr>
        <w:tc>
          <w:tcPr>
            <w:tcW w:w="234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252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3060" w:type="dxa"/>
          </w:tcPr>
          <w:p w:rsidR="003C7761" w:rsidRPr="00F14A11" w:rsidRDefault="003C7761" w:rsidP="0062648A">
            <w:pPr>
              <w:jc w:val="both"/>
            </w:pPr>
            <w:r w:rsidRPr="00F14A11">
              <w:t>Наличие единичных (свыше 3) обоснованных жалоб клиентов,  замечаний за отчетный период</w:t>
            </w:r>
          </w:p>
        </w:tc>
        <w:tc>
          <w:tcPr>
            <w:tcW w:w="1719" w:type="dxa"/>
          </w:tcPr>
          <w:p w:rsidR="003C7761" w:rsidRPr="00F14A11" w:rsidRDefault="003C7761" w:rsidP="0062648A">
            <w:pPr>
              <w:jc w:val="both"/>
            </w:pPr>
            <w:r w:rsidRPr="00F14A11">
              <w:t>20-3</w:t>
            </w:r>
          </w:p>
        </w:tc>
      </w:tr>
    </w:tbl>
    <w:p w:rsidR="003C7761" w:rsidRDefault="003C7761" w:rsidP="00563DF8">
      <w:pPr>
        <w:jc w:val="both"/>
      </w:pPr>
    </w:p>
    <w:p w:rsidR="003C7761" w:rsidRPr="00F14A11" w:rsidRDefault="003C7761" w:rsidP="00563DF8">
      <w:pPr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0"/>
        <w:gridCol w:w="2520"/>
        <w:gridCol w:w="3060"/>
        <w:gridCol w:w="1719"/>
      </w:tblGrid>
      <w:tr w:rsidR="003C7761" w:rsidRPr="00F14A11" w:rsidTr="0062648A">
        <w:tc>
          <w:tcPr>
            <w:tcW w:w="9639" w:type="dxa"/>
            <w:gridSpan w:val="4"/>
          </w:tcPr>
          <w:p w:rsidR="003C7761" w:rsidRPr="00F14A11" w:rsidRDefault="003C7761" w:rsidP="0062648A">
            <w:pPr>
              <w:jc w:val="both"/>
              <w:rPr>
                <w:b/>
              </w:rPr>
            </w:pPr>
            <w:r w:rsidRPr="00F14A11">
              <w:rPr>
                <w:b/>
              </w:rPr>
              <w:t xml:space="preserve">ПКГ «Должности специалистов  третьего уровня, </w:t>
            </w:r>
          </w:p>
          <w:p w:rsidR="003C7761" w:rsidRPr="00F14A11" w:rsidRDefault="003C7761" w:rsidP="0062648A">
            <w:pPr>
              <w:jc w:val="both"/>
              <w:rPr>
                <w:b/>
              </w:rPr>
            </w:pPr>
            <w:r w:rsidRPr="00F14A11">
              <w:rPr>
                <w:b/>
              </w:rPr>
              <w:t>осуществляющих предоставление социальных услуг»</w:t>
            </w:r>
          </w:p>
          <w:p w:rsidR="003C7761" w:rsidRPr="00F14A11" w:rsidRDefault="003C7761" w:rsidP="0062648A">
            <w:pPr>
              <w:jc w:val="both"/>
              <w:rPr>
                <w:b/>
              </w:rPr>
            </w:pPr>
            <w:r w:rsidRPr="00F14A11">
              <w:rPr>
                <w:b/>
              </w:rPr>
              <w:t xml:space="preserve">(специалист по социальной работе, </w:t>
            </w:r>
          </w:p>
          <w:p w:rsidR="003C7761" w:rsidRPr="00F14A11" w:rsidRDefault="003C7761" w:rsidP="0062648A">
            <w:pPr>
              <w:jc w:val="both"/>
              <w:rPr>
                <w:b/>
              </w:rPr>
            </w:pPr>
            <w:r w:rsidRPr="00F14A11">
              <w:rPr>
                <w:b/>
              </w:rPr>
              <w:t>специалист по реабилитации инвалидов)</w:t>
            </w:r>
          </w:p>
          <w:p w:rsidR="003C7761" w:rsidRPr="00F14A11" w:rsidRDefault="003C7761" w:rsidP="0062648A">
            <w:pPr>
              <w:jc w:val="both"/>
            </w:pPr>
          </w:p>
        </w:tc>
      </w:tr>
      <w:tr w:rsidR="003C7761" w:rsidRPr="00F14A11" w:rsidTr="0062648A">
        <w:tc>
          <w:tcPr>
            <w:tcW w:w="2340" w:type="dxa"/>
            <w:vMerge w:val="restart"/>
          </w:tcPr>
          <w:p w:rsidR="003C7761" w:rsidRPr="00F14A11" w:rsidRDefault="003C7761" w:rsidP="0062648A">
            <w:pPr>
              <w:jc w:val="both"/>
            </w:pPr>
            <w:r w:rsidRPr="00F14A11">
              <w:t xml:space="preserve">Соответствие оказанных   </w:t>
            </w:r>
            <w:r w:rsidRPr="00F14A11">
              <w:br/>
              <w:t xml:space="preserve">муниципальных социальных услуг       </w:t>
            </w:r>
            <w:r w:rsidRPr="00F14A11">
              <w:br/>
              <w:t xml:space="preserve">стандартам качества         </w:t>
            </w:r>
            <w:r w:rsidRPr="00F14A11">
              <w:br/>
              <w:t>муниципальных услуг, соблюдение принципов этики</w:t>
            </w:r>
          </w:p>
        </w:tc>
        <w:tc>
          <w:tcPr>
            <w:tcW w:w="2520" w:type="dxa"/>
            <w:vMerge w:val="restart"/>
          </w:tcPr>
          <w:p w:rsidR="003C7761" w:rsidRPr="00F14A11" w:rsidRDefault="003C7761" w:rsidP="0062648A">
            <w:pPr>
              <w:jc w:val="both"/>
            </w:pPr>
            <w:r w:rsidRPr="00F14A11">
              <w:t>1 квалификационный уровень</w:t>
            </w: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</w:tc>
        <w:tc>
          <w:tcPr>
            <w:tcW w:w="3060" w:type="dxa"/>
          </w:tcPr>
          <w:p w:rsidR="003C7761" w:rsidRPr="00F14A11" w:rsidRDefault="003C7761" w:rsidP="0062648A">
            <w:pPr>
              <w:jc w:val="both"/>
            </w:pPr>
            <w:r w:rsidRPr="00F14A11">
              <w:t>Отсутствие обоснованных жалоб клиентов,  замечаний за отчетный период</w:t>
            </w:r>
          </w:p>
        </w:tc>
        <w:tc>
          <w:tcPr>
            <w:tcW w:w="1719" w:type="dxa"/>
          </w:tcPr>
          <w:p w:rsidR="003C7761" w:rsidRPr="00F14A11" w:rsidRDefault="003C7761" w:rsidP="0062648A">
            <w:pPr>
              <w:jc w:val="both"/>
            </w:pPr>
            <w:r w:rsidRPr="00F14A11">
              <w:t>94</w:t>
            </w:r>
          </w:p>
        </w:tc>
      </w:tr>
      <w:tr w:rsidR="003C7761" w:rsidRPr="00F14A11" w:rsidTr="0062648A">
        <w:trPr>
          <w:trHeight w:val="1320"/>
        </w:trPr>
        <w:tc>
          <w:tcPr>
            <w:tcW w:w="234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252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3060" w:type="dxa"/>
          </w:tcPr>
          <w:p w:rsidR="003C7761" w:rsidRPr="00F14A11" w:rsidRDefault="003C7761" w:rsidP="0062648A">
            <w:pPr>
              <w:jc w:val="both"/>
            </w:pPr>
            <w:r w:rsidRPr="00F14A11">
              <w:t>Наличие единичных (до 2) обоснованных жалоб клиентов,  замечаний за отчетный период</w:t>
            </w:r>
          </w:p>
          <w:p w:rsidR="003C7761" w:rsidRPr="00F14A11" w:rsidRDefault="003C7761" w:rsidP="0062648A">
            <w:pPr>
              <w:jc w:val="both"/>
            </w:pPr>
          </w:p>
        </w:tc>
        <w:tc>
          <w:tcPr>
            <w:tcW w:w="1719" w:type="dxa"/>
          </w:tcPr>
          <w:p w:rsidR="003C7761" w:rsidRPr="00F14A11" w:rsidRDefault="003C7761" w:rsidP="0062648A">
            <w:pPr>
              <w:jc w:val="both"/>
            </w:pPr>
            <w:r w:rsidRPr="00F14A11">
              <w:t>93-73</w:t>
            </w:r>
          </w:p>
        </w:tc>
      </w:tr>
      <w:tr w:rsidR="003C7761" w:rsidRPr="00F14A11" w:rsidTr="0062648A">
        <w:trPr>
          <w:trHeight w:val="885"/>
        </w:trPr>
        <w:tc>
          <w:tcPr>
            <w:tcW w:w="234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252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3060" w:type="dxa"/>
          </w:tcPr>
          <w:p w:rsidR="003C7761" w:rsidRPr="00F14A11" w:rsidRDefault="003C7761" w:rsidP="0062648A">
            <w:pPr>
              <w:jc w:val="both"/>
            </w:pPr>
            <w:r w:rsidRPr="00F14A11">
              <w:t>Наличие единичных (свыше 2) обоснованных жалоб клиентов,  замечаний за отчетный период</w:t>
            </w:r>
          </w:p>
        </w:tc>
        <w:tc>
          <w:tcPr>
            <w:tcW w:w="1719" w:type="dxa"/>
          </w:tcPr>
          <w:p w:rsidR="003C7761" w:rsidRPr="00F14A11" w:rsidRDefault="003C7761" w:rsidP="0062648A">
            <w:pPr>
              <w:jc w:val="both"/>
            </w:pPr>
            <w:r w:rsidRPr="00F14A11">
              <w:t>72-53</w:t>
            </w:r>
          </w:p>
        </w:tc>
      </w:tr>
      <w:tr w:rsidR="003C7761" w:rsidRPr="00F14A11" w:rsidTr="0062648A">
        <w:trPr>
          <w:trHeight w:val="1080"/>
        </w:trPr>
        <w:tc>
          <w:tcPr>
            <w:tcW w:w="234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252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3060" w:type="dxa"/>
          </w:tcPr>
          <w:p w:rsidR="003C7761" w:rsidRPr="00F14A11" w:rsidRDefault="003C7761" w:rsidP="0062648A">
            <w:pPr>
              <w:jc w:val="both"/>
            </w:pPr>
            <w:r w:rsidRPr="00F14A11">
              <w:t>Наличие единичных (свыше 3) обоснованных жалоб клиентов,  замечаний за отчетный период</w:t>
            </w:r>
          </w:p>
        </w:tc>
        <w:tc>
          <w:tcPr>
            <w:tcW w:w="1719" w:type="dxa"/>
          </w:tcPr>
          <w:p w:rsidR="003C7761" w:rsidRPr="00F14A11" w:rsidRDefault="003C7761" w:rsidP="0062648A">
            <w:pPr>
              <w:jc w:val="both"/>
            </w:pPr>
            <w:r w:rsidRPr="00F14A11">
              <w:t>52-12</w:t>
            </w:r>
          </w:p>
        </w:tc>
      </w:tr>
      <w:tr w:rsidR="003C7761" w:rsidRPr="00F14A11" w:rsidTr="0062648A">
        <w:trPr>
          <w:trHeight w:val="735"/>
        </w:trPr>
        <w:tc>
          <w:tcPr>
            <w:tcW w:w="234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2520" w:type="dxa"/>
            <w:vMerge w:val="restart"/>
          </w:tcPr>
          <w:p w:rsidR="003C7761" w:rsidRPr="00F14A11" w:rsidRDefault="003C7761" w:rsidP="0062648A">
            <w:pPr>
              <w:jc w:val="both"/>
            </w:pPr>
            <w:r w:rsidRPr="00F14A11">
              <w:t>2 квалификационный уровень</w:t>
            </w:r>
          </w:p>
          <w:p w:rsidR="003C7761" w:rsidRPr="00F14A11" w:rsidRDefault="003C7761" w:rsidP="0062648A">
            <w:pPr>
              <w:jc w:val="both"/>
            </w:pPr>
          </w:p>
        </w:tc>
        <w:tc>
          <w:tcPr>
            <w:tcW w:w="3060" w:type="dxa"/>
          </w:tcPr>
          <w:p w:rsidR="003C7761" w:rsidRPr="00F14A11" w:rsidRDefault="003C7761" w:rsidP="0062648A">
            <w:pPr>
              <w:jc w:val="both"/>
            </w:pPr>
            <w:r w:rsidRPr="00F14A11">
              <w:t>Отсутствие обоснованных жалоб клиентов,  замечаний за отчетный период</w:t>
            </w:r>
          </w:p>
        </w:tc>
        <w:tc>
          <w:tcPr>
            <w:tcW w:w="1719" w:type="dxa"/>
          </w:tcPr>
          <w:p w:rsidR="003C7761" w:rsidRPr="00F14A11" w:rsidRDefault="003C7761" w:rsidP="0062648A">
            <w:pPr>
              <w:jc w:val="both"/>
            </w:pPr>
            <w:r w:rsidRPr="00F14A11">
              <w:t>103</w:t>
            </w:r>
          </w:p>
        </w:tc>
      </w:tr>
      <w:tr w:rsidR="003C7761" w:rsidRPr="00F14A11" w:rsidTr="0062648A">
        <w:trPr>
          <w:trHeight w:val="840"/>
        </w:trPr>
        <w:tc>
          <w:tcPr>
            <w:tcW w:w="234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252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3060" w:type="dxa"/>
          </w:tcPr>
          <w:p w:rsidR="003C7761" w:rsidRPr="00F14A11" w:rsidRDefault="003C7761" w:rsidP="0062648A">
            <w:pPr>
              <w:jc w:val="both"/>
            </w:pPr>
            <w:r w:rsidRPr="00F14A11">
              <w:t>Наличие единичных (до 2) обоснованных жалоб клиентов,  замечаний за отчетный период</w:t>
            </w:r>
          </w:p>
          <w:p w:rsidR="003C7761" w:rsidRPr="00F14A11" w:rsidRDefault="003C7761" w:rsidP="0062648A">
            <w:pPr>
              <w:jc w:val="both"/>
            </w:pPr>
          </w:p>
        </w:tc>
        <w:tc>
          <w:tcPr>
            <w:tcW w:w="1719" w:type="dxa"/>
          </w:tcPr>
          <w:p w:rsidR="003C7761" w:rsidRPr="00F14A11" w:rsidRDefault="003C7761" w:rsidP="0062648A">
            <w:pPr>
              <w:jc w:val="both"/>
            </w:pPr>
            <w:r w:rsidRPr="00F14A11">
              <w:t>102-74</w:t>
            </w:r>
          </w:p>
        </w:tc>
      </w:tr>
      <w:tr w:rsidR="003C7761" w:rsidRPr="00F14A11" w:rsidTr="0062648A">
        <w:trPr>
          <w:trHeight w:val="810"/>
        </w:trPr>
        <w:tc>
          <w:tcPr>
            <w:tcW w:w="234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252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3060" w:type="dxa"/>
          </w:tcPr>
          <w:p w:rsidR="003C7761" w:rsidRPr="00F14A11" w:rsidRDefault="003C7761" w:rsidP="0062648A">
            <w:pPr>
              <w:jc w:val="both"/>
            </w:pPr>
            <w:r w:rsidRPr="00F14A11">
              <w:t>Наличие единичных (свыше 2) обоснованных жалоб клиентов,  замечаний за отчетный период</w:t>
            </w:r>
          </w:p>
        </w:tc>
        <w:tc>
          <w:tcPr>
            <w:tcW w:w="1719" w:type="dxa"/>
          </w:tcPr>
          <w:p w:rsidR="003C7761" w:rsidRPr="00F14A11" w:rsidRDefault="003C7761" w:rsidP="0062648A">
            <w:pPr>
              <w:jc w:val="both"/>
            </w:pPr>
            <w:r w:rsidRPr="00F14A11">
              <w:t>73-54</w:t>
            </w:r>
          </w:p>
        </w:tc>
      </w:tr>
      <w:tr w:rsidR="003C7761" w:rsidRPr="00F14A11" w:rsidTr="0062648A">
        <w:trPr>
          <w:trHeight w:val="825"/>
        </w:trPr>
        <w:tc>
          <w:tcPr>
            <w:tcW w:w="234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252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3060" w:type="dxa"/>
          </w:tcPr>
          <w:p w:rsidR="003C7761" w:rsidRPr="00F14A11" w:rsidRDefault="003C7761" w:rsidP="0062648A">
            <w:pPr>
              <w:jc w:val="both"/>
            </w:pPr>
            <w:r w:rsidRPr="00F14A11">
              <w:t>Наличие единичных (свыше 3) обоснованных жалоб клиентов,  замечаний за отчетный период</w:t>
            </w:r>
          </w:p>
        </w:tc>
        <w:tc>
          <w:tcPr>
            <w:tcW w:w="1719" w:type="dxa"/>
          </w:tcPr>
          <w:p w:rsidR="003C7761" w:rsidRPr="00F14A11" w:rsidRDefault="003C7761" w:rsidP="0062648A">
            <w:pPr>
              <w:jc w:val="both"/>
            </w:pPr>
            <w:r w:rsidRPr="00F14A11">
              <w:t>53-24</w:t>
            </w:r>
          </w:p>
        </w:tc>
      </w:tr>
    </w:tbl>
    <w:p w:rsidR="003C7761" w:rsidRPr="00F14A11" w:rsidRDefault="003C7761" w:rsidP="00563DF8">
      <w:pPr>
        <w:jc w:val="both"/>
      </w:pPr>
    </w:p>
    <w:p w:rsidR="003C7761" w:rsidRDefault="003C7761" w:rsidP="00563DF8">
      <w:pPr>
        <w:jc w:val="both"/>
      </w:pPr>
    </w:p>
    <w:p w:rsidR="003C7761" w:rsidRDefault="003C7761" w:rsidP="00563DF8">
      <w:pPr>
        <w:jc w:val="both"/>
      </w:pPr>
    </w:p>
    <w:p w:rsidR="003C7761" w:rsidRDefault="003C7761" w:rsidP="00563DF8">
      <w:pPr>
        <w:jc w:val="both"/>
      </w:pPr>
    </w:p>
    <w:p w:rsidR="003C7761" w:rsidRDefault="003C7761" w:rsidP="00563DF8">
      <w:pPr>
        <w:jc w:val="both"/>
      </w:pPr>
    </w:p>
    <w:p w:rsidR="003C7761" w:rsidRDefault="003C7761" w:rsidP="00563DF8">
      <w:pPr>
        <w:jc w:val="both"/>
      </w:pPr>
    </w:p>
    <w:p w:rsidR="003C7761" w:rsidRDefault="003C7761" w:rsidP="00563DF8">
      <w:pPr>
        <w:jc w:val="both"/>
      </w:pPr>
    </w:p>
    <w:p w:rsidR="003C7761" w:rsidRDefault="003C7761" w:rsidP="00563DF8">
      <w:pPr>
        <w:jc w:val="both"/>
      </w:pPr>
    </w:p>
    <w:p w:rsidR="003C7761" w:rsidRPr="00F14A11" w:rsidRDefault="003C7761" w:rsidP="00563DF8">
      <w:pPr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0"/>
        <w:gridCol w:w="2520"/>
        <w:gridCol w:w="3060"/>
        <w:gridCol w:w="1719"/>
      </w:tblGrid>
      <w:tr w:rsidR="003C7761" w:rsidRPr="00F14A11" w:rsidTr="0062648A">
        <w:tc>
          <w:tcPr>
            <w:tcW w:w="9639" w:type="dxa"/>
            <w:gridSpan w:val="4"/>
          </w:tcPr>
          <w:p w:rsidR="003C7761" w:rsidRPr="00F14A11" w:rsidRDefault="003C7761" w:rsidP="0062648A">
            <w:pPr>
              <w:jc w:val="both"/>
              <w:rPr>
                <w:b/>
              </w:rPr>
            </w:pPr>
            <w:r w:rsidRPr="00F14A11">
              <w:rPr>
                <w:b/>
              </w:rPr>
              <w:t xml:space="preserve">ПКГ «Должности руководителей в учреждениях, </w:t>
            </w:r>
          </w:p>
          <w:p w:rsidR="003C7761" w:rsidRPr="00F14A11" w:rsidRDefault="003C7761" w:rsidP="0062648A">
            <w:pPr>
              <w:jc w:val="both"/>
              <w:rPr>
                <w:b/>
              </w:rPr>
            </w:pPr>
            <w:r w:rsidRPr="00F14A11">
              <w:rPr>
                <w:b/>
              </w:rPr>
              <w:t>осуществляющих предоставление социальных услуг»</w:t>
            </w:r>
          </w:p>
          <w:p w:rsidR="003C7761" w:rsidRPr="00F14A11" w:rsidRDefault="003C7761" w:rsidP="0062648A">
            <w:pPr>
              <w:jc w:val="both"/>
              <w:rPr>
                <w:b/>
              </w:rPr>
            </w:pPr>
            <w:r w:rsidRPr="00F14A11">
              <w:rPr>
                <w:b/>
              </w:rPr>
              <w:t>(заведующий отделением)</w:t>
            </w:r>
          </w:p>
        </w:tc>
      </w:tr>
      <w:tr w:rsidR="003C7761" w:rsidRPr="00F14A11" w:rsidTr="0062648A">
        <w:trPr>
          <w:trHeight w:val="1365"/>
        </w:trPr>
        <w:tc>
          <w:tcPr>
            <w:tcW w:w="2340" w:type="dxa"/>
            <w:vMerge w:val="restart"/>
          </w:tcPr>
          <w:p w:rsidR="003C7761" w:rsidRPr="00F14A11" w:rsidRDefault="003C7761" w:rsidP="0062648A">
            <w:pPr>
              <w:jc w:val="both"/>
            </w:pPr>
            <w:r w:rsidRPr="00F14A11">
              <w:t xml:space="preserve">Соответствие оказанных   </w:t>
            </w:r>
            <w:r w:rsidRPr="00F14A11">
              <w:br/>
              <w:t xml:space="preserve">социальных услуг       </w:t>
            </w:r>
            <w:r w:rsidRPr="00F14A11">
              <w:br/>
              <w:t xml:space="preserve">стандартам качества         </w:t>
            </w:r>
            <w:r w:rsidRPr="00F14A11">
              <w:br/>
              <w:t>государственных услуг, соблюдение принципов этики</w:t>
            </w:r>
          </w:p>
        </w:tc>
        <w:tc>
          <w:tcPr>
            <w:tcW w:w="2520" w:type="dxa"/>
            <w:vMerge w:val="restart"/>
          </w:tcPr>
          <w:p w:rsidR="003C7761" w:rsidRPr="00F14A11" w:rsidRDefault="003C7761" w:rsidP="0062648A">
            <w:pPr>
              <w:jc w:val="both"/>
            </w:pPr>
            <w:r w:rsidRPr="00F14A11">
              <w:t>2 квалификационный уровень</w:t>
            </w:r>
          </w:p>
        </w:tc>
        <w:tc>
          <w:tcPr>
            <w:tcW w:w="3060" w:type="dxa"/>
          </w:tcPr>
          <w:p w:rsidR="003C7761" w:rsidRPr="00F14A11" w:rsidRDefault="003C7761" w:rsidP="0062648A">
            <w:pPr>
              <w:jc w:val="both"/>
            </w:pPr>
            <w:r w:rsidRPr="00F14A11">
              <w:t>Отсутствие обоснованных жалоб клиентов,  замечаний за отчетный период</w:t>
            </w:r>
          </w:p>
        </w:tc>
        <w:tc>
          <w:tcPr>
            <w:tcW w:w="1719" w:type="dxa"/>
          </w:tcPr>
          <w:p w:rsidR="003C7761" w:rsidRPr="00F14A11" w:rsidRDefault="003C7761" w:rsidP="0062648A">
            <w:pPr>
              <w:jc w:val="both"/>
            </w:pPr>
            <w:r w:rsidRPr="00F14A11">
              <w:t>120</w:t>
            </w:r>
          </w:p>
          <w:p w:rsidR="003C7761" w:rsidRPr="00F14A11" w:rsidRDefault="003C7761" w:rsidP="0062648A">
            <w:pPr>
              <w:jc w:val="both"/>
            </w:pPr>
          </w:p>
        </w:tc>
      </w:tr>
      <w:tr w:rsidR="003C7761" w:rsidRPr="00F14A11" w:rsidTr="0062648A">
        <w:trPr>
          <w:trHeight w:val="1170"/>
        </w:trPr>
        <w:tc>
          <w:tcPr>
            <w:tcW w:w="234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252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3060" w:type="dxa"/>
          </w:tcPr>
          <w:p w:rsidR="003C7761" w:rsidRPr="00F14A11" w:rsidRDefault="003C7761" w:rsidP="0062648A">
            <w:pPr>
              <w:jc w:val="both"/>
            </w:pPr>
            <w:r w:rsidRPr="00F14A11">
              <w:t>Наличие единичных (до 3) обоснованных жалоб клиентов,  замечаний за отчетный период</w:t>
            </w:r>
          </w:p>
          <w:p w:rsidR="003C7761" w:rsidRPr="00F14A11" w:rsidRDefault="003C7761" w:rsidP="0062648A">
            <w:pPr>
              <w:jc w:val="both"/>
            </w:pPr>
          </w:p>
        </w:tc>
        <w:tc>
          <w:tcPr>
            <w:tcW w:w="1719" w:type="dxa"/>
          </w:tcPr>
          <w:p w:rsidR="003C7761" w:rsidRPr="00F14A11" w:rsidRDefault="003C7761" w:rsidP="0062648A">
            <w:pPr>
              <w:jc w:val="both"/>
            </w:pPr>
            <w:r w:rsidRPr="00F14A11">
              <w:t>119-60</w:t>
            </w:r>
          </w:p>
        </w:tc>
      </w:tr>
      <w:tr w:rsidR="003C7761" w:rsidRPr="00F14A11" w:rsidTr="0062648A">
        <w:trPr>
          <w:trHeight w:val="765"/>
        </w:trPr>
        <w:tc>
          <w:tcPr>
            <w:tcW w:w="234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252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3060" w:type="dxa"/>
          </w:tcPr>
          <w:p w:rsidR="003C7761" w:rsidRPr="00F14A11" w:rsidRDefault="003C7761" w:rsidP="0062648A">
            <w:pPr>
              <w:jc w:val="both"/>
            </w:pPr>
            <w:r w:rsidRPr="00F14A11">
              <w:t>Наличие единичных (свыше 3) обоснованных жалоб клиентов,  замечаний за отчетный период</w:t>
            </w:r>
          </w:p>
        </w:tc>
        <w:tc>
          <w:tcPr>
            <w:tcW w:w="1719" w:type="dxa"/>
          </w:tcPr>
          <w:p w:rsidR="003C7761" w:rsidRPr="00F14A11" w:rsidRDefault="003C7761" w:rsidP="0062648A">
            <w:pPr>
              <w:jc w:val="both"/>
            </w:pPr>
            <w:r w:rsidRPr="00F14A11">
              <w:t>59-20</w:t>
            </w:r>
          </w:p>
        </w:tc>
      </w:tr>
    </w:tbl>
    <w:p w:rsidR="003C7761" w:rsidRPr="00F14A11" w:rsidRDefault="003C7761" w:rsidP="00563DF8">
      <w:pPr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0"/>
        <w:gridCol w:w="2520"/>
        <w:gridCol w:w="3060"/>
        <w:gridCol w:w="1719"/>
      </w:tblGrid>
      <w:tr w:rsidR="003C7761" w:rsidRPr="00F14A11" w:rsidTr="0062648A">
        <w:trPr>
          <w:trHeight w:val="225"/>
        </w:trPr>
        <w:tc>
          <w:tcPr>
            <w:tcW w:w="9639" w:type="dxa"/>
            <w:gridSpan w:val="4"/>
          </w:tcPr>
          <w:p w:rsidR="003C7761" w:rsidRPr="00F14A11" w:rsidRDefault="003C7761" w:rsidP="0062648A">
            <w:pPr>
              <w:jc w:val="both"/>
              <w:rPr>
                <w:b/>
              </w:rPr>
            </w:pPr>
          </w:p>
          <w:p w:rsidR="003C7761" w:rsidRPr="00F14A11" w:rsidRDefault="003C7761" w:rsidP="0062648A">
            <w:pPr>
              <w:jc w:val="both"/>
              <w:rPr>
                <w:b/>
              </w:rPr>
            </w:pPr>
            <w:r w:rsidRPr="00F14A11">
              <w:rPr>
                <w:b/>
              </w:rPr>
              <w:t xml:space="preserve"> ПКГ «Общеотраслевые должности служащих второго уровня»</w:t>
            </w:r>
          </w:p>
          <w:p w:rsidR="003C7761" w:rsidRPr="00F14A11" w:rsidRDefault="003C7761" w:rsidP="0062648A">
            <w:pPr>
              <w:jc w:val="both"/>
              <w:rPr>
                <w:b/>
              </w:rPr>
            </w:pPr>
            <w:r w:rsidRPr="00F14A11">
              <w:rPr>
                <w:b/>
              </w:rPr>
              <w:t xml:space="preserve"> (заведующий хозяйством)</w:t>
            </w:r>
          </w:p>
        </w:tc>
      </w:tr>
      <w:tr w:rsidR="003C7761" w:rsidRPr="00F14A11" w:rsidTr="0062648A">
        <w:trPr>
          <w:trHeight w:val="1125"/>
        </w:trPr>
        <w:tc>
          <w:tcPr>
            <w:tcW w:w="2340" w:type="dxa"/>
            <w:vMerge w:val="restart"/>
          </w:tcPr>
          <w:p w:rsidR="003C7761" w:rsidRPr="00F14A11" w:rsidRDefault="003C7761" w:rsidP="0062648A">
            <w:pPr>
              <w:jc w:val="both"/>
            </w:pPr>
            <w:r w:rsidRPr="00F14A11">
              <w:t xml:space="preserve">Обеспечение качества      </w:t>
            </w:r>
            <w:r w:rsidRPr="00F14A11">
              <w:br/>
              <w:t>выполняемых работ в части соблюдения требований техники безопасности и охраны труда, ведения учета и контроля товарно-материальных ценностей, материальных запасов</w:t>
            </w:r>
          </w:p>
        </w:tc>
        <w:tc>
          <w:tcPr>
            <w:tcW w:w="2520" w:type="dxa"/>
            <w:vMerge w:val="restart"/>
          </w:tcPr>
          <w:p w:rsidR="003C7761" w:rsidRPr="00F14A11" w:rsidRDefault="003C7761" w:rsidP="0062648A">
            <w:pPr>
              <w:jc w:val="both"/>
            </w:pPr>
            <w:r w:rsidRPr="00F14A11">
              <w:t>2 квалификационный уровень</w:t>
            </w:r>
          </w:p>
          <w:p w:rsidR="003C7761" w:rsidRPr="00F14A11" w:rsidRDefault="003C7761" w:rsidP="0062648A">
            <w:pPr>
              <w:jc w:val="both"/>
            </w:pPr>
          </w:p>
        </w:tc>
        <w:tc>
          <w:tcPr>
            <w:tcW w:w="3060" w:type="dxa"/>
          </w:tcPr>
          <w:p w:rsidR="003C7761" w:rsidRPr="00F14A11" w:rsidRDefault="003C7761" w:rsidP="0062648A">
            <w:pPr>
              <w:jc w:val="both"/>
            </w:pPr>
            <w:r w:rsidRPr="00F14A11">
              <w:t>Отсутствие обоснованных жалоб,  замечаний за отчетный период</w:t>
            </w:r>
          </w:p>
        </w:tc>
        <w:tc>
          <w:tcPr>
            <w:tcW w:w="1719" w:type="dxa"/>
          </w:tcPr>
          <w:p w:rsidR="003C7761" w:rsidRPr="00F14A11" w:rsidRDefault="003C7761" w:rsidP="0062648A">
            <w:pPr>
              <w:jc w:val="both"/>
            </w:pPr>
            <w:r w:rsidRPr="00F14A11">
              <w:t>71</w:t>
            </w: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</w:tc>
      </w:tr>
      <w:tr w:rsidR="003C7761" w:rsidRPr="00F14A11" w:rsidTr="0062648A">
        <w:trPr>
          <w:trHeight w:val="1185"/>
        </w:trPr>
        <w:tc>
          <w:tcPr>
            <w:tcW w:w="234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252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3060" w:type="dxa"/>
          </w:tcPr>
          <w:p w:rsidR="003C7761" w:rsidRPr="00F14A11" w:rsidRDefault="003C7761" w:rsidP="0062648A">
            <w:pPr>
              <w:jc w:val="both"/>
            </w:pPr>
            <w:r w:rsidRPr="00F14A11">
              <w:t>Наличие единичных (до 3) обоснованных жалоб,  замечаний за отчетный период</w:t>
            </w:r>
          </w:p>
        </w:tc>
        <w:tc>
          <w:tcPr>
            <w:tcW w:w="1719" w:type="dxa"/>
          </w:tcPr>
          <w:p w:rsidR="003C7761" w:rsidRPr="00F14A11" w:rsidRDefault="003C7761" w:rsidP="0062648A">
            <w:pPr>
              <w:jc w:val="both"/>
            </w:pPr>
            <w:r w:rsidRPr="00F14A11">
              <w:t>70-38</w:t>
            </w:r>
          </w:p>
        </w:tc>
      </w:tr>
      <w:tr w:rsidR="003C7761" w:rsidRPr="00F14A11" w:rsidTr="0062648A">
        <w:trPr>
          <w:trHeight w:val="1260"/>
        </w:trPr>
        <w:tc>
          <w:tcPr>
            <w:tcW w:w="234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252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3060" w:type="dxa"/>
          </w:tcPr>
          <w:p w:rsidR="003C7761" w:rsidRPr="00F14A11" w:rsidRDefault="003C7761" w:rsidP="0062648A">
            <w:pPr>
              <w:jc w:val="both"/>
            </w:pPr>
            <w:r w:rsidRPr="00F14A11">
              <w:t>Наличие единичных (свыше 3) обоснованных жалоб,  замечаний за отчетный период</w:t>
            </w:r>
          </w:p>
        </w:tc>
        <w:tc>
          <w:tcPr>
            <w:tcW w:w="1719" w:type="dxa"/>
          </w:tcPr>
          <w:p w:rsidR="003C7761" w:rsidRPr="00F14A11" w:rsidRDefault="003C7761" w:rsidP="0062648A">
            <w:pPr>
              <w:jc w:val="both"/>
            </w:pPr>
            <w:r w:rsidRPr="00F14A11">
              <w:t>37-8</w:t>
            </w:r>
          </w:p>
        </w:tc>
      </w:tr>
    </w:tbl>
    <w:p w:rsidR="003C7761" w:rsidRPr="00F14A11" w:rsidRDefault="003C7761" w:rsidP="00563DF8">
      <w:pPr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0"/>
        <w:gridCol w:w="2520"/>
        <w:gridCol w:w="3060"/>
        <w:gridCol w:w="1719"/>
      </w:tblGrid>
      <w:tr w:rsidR="003C7761" w:rsidRPr="00F14A11" w:rsidTr="0062648A">
        <w:tc>
          <w:tcPr>
            <w:tcW w:w="9639" w:type="dxa"/>
            <w:gridSpan w:val="4"/>
          </w:tcPr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  <w:rPr>
                <w:b/>
              </w:rPr>
            </w:pPr>
            <w:r w:rsidRPr="00F14A11">
              <w:rPr>
                <w:b/>
              </w:rPr>
              <w:t xml:space="preserve"> ПКГ «Общеотраслевые должности служащих третьего уровня» </w:t>
            </w:r>
          </w:p>
          <w:p w:rsidR="003C7761" w:rsidRPr="00F14A11" w:rsidRDefault="003C7761" w:rsidP="0062648A">
            <w:pPr>
              <w:jc w:val="both"/>
              <w:rPr>
                <w:b/>
              </w:rPr>
            </w:pPr>
            <w:r w:rsidRPr="00F14A11">
              <w:rPr>
                <w:b/>
              </w:rPr>
              <w:t>(бухгалтер, экономист)</w:t>
            </w:r>
          </w:p>
        </w:tc>
      </w:tr>
      <w:tr w:rsidR="003C7761" w:rsidRPr="00F14A11" w:rsidTr="0062648A">
        <w:trPr>
          <w:trHeight w:val="1123"/>
        </w:trPr>
        <w:tc>
          <w:tcPr>
            <w:tcW w:w="2340" w:type="dxa"/>
            <w:vMerge w:val="restart"/>
          </w:tcPr>
          <w:p w:rsidR="003C7761" w:rsidRPr="00F14A11" w:rsidRDefault="003C7761" w:rsidP="0062648A">
            <w:pPr>
              <w:jc w:val="both"/>
            </w:pPr>
            <w:r w:rsidRPr="00F14A11">
              <w:t>Обеспечение высокого качества работы при ведении бюджетной, бухгалтерской экономической документации,  отчетности</w:t>
            </w: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  <w:r w:rsidRPr="00F14A11">
              <w:t xml:space="preserve"> </w:t>
            </w:r>
          </w:p>
        </w:tc>
        <w:tc>
          <w:tcPr>
            <w:tcW w:w="2520" w:type="dxa"/>
            <w:vMerge w:val="restart"/>
          </w:tcPr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  <w:r w:rsidRPr="00F14A11">
              <w:t>Отсутствие или единичные замечания (до 3) (зафиксированные документально) по итогам работы за отчетный период</w:t>
            </w: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</w:tc>
        <w:tc>
          <w:tcPr>
            <w:tcW w:w="3060" w:type="dxa"/>
          </w:tcPr>
          <w:p w:rsidR="003C7761" w:rsidRPr="00F14A11" w:rsidRDefault="003C7761" w:rsidP="0062648A">
            <w:pPr>
              <w:jc w:val="both"/>
            </w:pPr>
            <w:r w:rsidRPr="00F14A11">
              <w:t xml:space="preserve">1 квалификационный уровень </w:t>
            </w:r>
          </w:p>
          <w:p w:rsidR="003C7761" w:rsidRPr="00F14A11" w:rsidRDefault="003C7761" w:rsidP="0062648A">
            <w:pPr>
              <w:jc w:val="both"/>
            </w:pPr>
          </w:p>
        </w:tc>
        <w:tc>
          <w:tcPr>
            <w:tcW w:w="1719" w:type="dxa"/>
          </w:tcPr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  <w:r w:rsidRPr="00F14A11">
              <w:t>71</w:t>
            </w: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</w:tc>
      </w:tr>
      <w:tr w:rsidR="003C7761" w:rsidRPr="00F14A11" w:rsidTr="0062648A">
        <w:trPr>
          <w:trHeight w:val="984"/>
        </w:trPr>
        <w:tc>
          <w:tcPr>
            <w:tcW w:w="234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252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3060" w:type="dxa"/>
          </w:tcPr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  <w:r w:rsidRPr="00F14A11">
              <w:t>2 квалификационный уровень</w:t>
            </w:r>
          </w:p>
          <w:p w:rsidR="003C7761" w:rsidRPr="00F14A11" w:rsidRDefault="003C7761" w:rsidP="0062648A">
            <w:pPr>
              <w:jc w:val="both"/>
            </w:pPr>
          </w:p>
        </w:tc>
        <w:tc>
          <w:tcPr>
            <w:tcW w:w="1719" w:type="dxa"/>
          </w:tcPr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  <w:r w:rsidRPr="00F14A11">
              <w:t>78</w:t>
            </w:r>
          </w:p>
        </w:tc>
      </w:tr>
      <w:tr w:rsidR="003C7761" w:rsidRPr="00F14A11" w:rsidTr="0062648A">
        <w:trPr>
          <w:trHeight w:val="690"/>
        </w:trPr>
        <w:tc>
          <w:tcPr>
            <w:tcW w:w="234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252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3060" w:type="dxa"/>
          </w:tcPr>
          <w:p w:rsidR="003C7761" w:rsidRPr="00F14A11" w:rsidRDefault="003C7761" w:rsidP="0062648A">
            <w:pPr>
              <w:jc w:val="both"/>
            </w:pPr>
            <w:r w:rsidRPr="00F14A11">
              <w:t>3 квалификационный уровень</w:t>
            </w:r>
          </w:p>
        </w:tc>
        <w:tc>
          <w:tcPr>
            <w:tcW w:w="1719" w:type="dxa"/>
          </w:tcPr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  <w:r w:rsidRPr="00F14A11">
              <w:t>86</w:t>
            </w:r>
          </w:p>
        </w:tc>
      </w:tr>
      <w:tr w:rsidR="003C7761" w:rsidRPr="00F14A11" w:rsidTr="0062648A">
        <w:trPr>
          <w:trHeight w:val="705"/>
        </w:trPr>
        <w:tc>
          <w:tcPr>
            <w:tcW w:w="234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252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3060" w:type="dxa"/>
          </w:tcPr>
          <w:p w:rsidR="003C7761" w:rsidRPr="00F14A11" w:rsidRDefault="003C7761" w:rsidP="0062648A">
            <w:pPr>
              <w:jc w:val="both"/>
            </w:pPr>
            <w:r w:rsidRPr="00F14A11">
              <w:t>4 квалификационный уровень</w:t>
            </w:r>
          </w:p>
        </w:tc>
        <w:tc>
          <w:tcPr>
            <w:tcW w:w="1719" w:type="dxa"/>
          </w:tcPr>
          <w:p w:rsidR="003C7761" w:rsidRPr="00F14A11" w:rsidRDefault="003C7761" w:rsidP="0062648A">
            <w:pPr>
              <w:jc w:val="both"/>
            </w:pPr>
            <w:r w:rsidRPr="00F14A11">
              <w:t>103</w:t>
            </w:r>
          </w:p>
        </w:tc>
      </w:tr>
      <w:tr w:rsidR="003C7761" w:rsidRPr="00F14A11" w:rsidTr="0062648A">
        <w:trPr>
          <w:trHeight w:val="1065"/>
        </w:trPr>
        <w:tc>
          <w:tcPr>
            <w:tcW w:w="234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252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3060" w:type="dxa"/>
          </w:tcPr>
          <w:p w:rsidR="003C7761" w:rsidRPr="00F14A11" w:rsidRDefault="003C7761" w:rsidP="0062648A">
            <w:pPr>
              <w:jc w:val="both"/>
            </w:pPr>
            <w:r w:rsidRPr="00F14A11">
              <w:t>5 квалификационный уровень</w:t>
            </w:r>
          </w:p>
        </w:tc>
        <w:tc>
          <w:tcPr>
            <w:tcW w:w="1719" w:type="dxa"/>
          </w:tcPr>
          <w:p w:rsidR="003C7761" w:rsidRPr="00F14A11" w:rsidRDefault="003C7761" w:rsidP="0062648A">
            <w:pPr>
              <w:jc w:val="both"/>
            </w:pPr>
            <w:r w:rsidRPr="00F14A11">
              <w:t>120</w:t>
            </w:r>
          </w:p>
        </w:tc>
      </w:tr>
    </w:tbl>
    <w:p w:rsidR="003C7761" w:rsidRPr="00F14A11" w:rsidRDefault="003C7761" w:rsidP="00563DF8">
      <w:pPr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0"/>
        <w:gridCol w:w="2520"/>
        <w:gridCol w:w="3060"/>
        <w:gridCol w:w="1719"/>
      </w:tblGrid>
      <w:tr w:rsidR="003C7761" w:rsidRPr="00F14A11" w:rsidTr="0062648A">
        <w:trPr>
          <w:trHeight w:val="697"/>
        </w:trPr>
        <w:tc>
          <w:tcPr>
            <w:tcW w:w="9639" w:type="dxa"/>
            <w:gridSpan w:val="4"/>
          </w:tcPr>
          <w:p w:rsidR="003C7761" w:rsidRPr="00F14A11" w:rsidRDefault="003C7761" w:rsidP="0062648A">
            <w:pPr>
              <w:jc w:val="both"/>
              <w:rPr>
                <w:b/>
              </w:rPr>
            </w:pPr>
            <w:r w:rsidRPr="00F14A11">
              <w:rPr>
                <w:b/>
              </w:rPr>
              <w:t xml:space="preserve"> ПКГ «Общеотраслевые должности служащих третьего уровня» </w:t>
            </w:r>
          </w:p>
          <w:p w:rsidR="003C7761" w:rsidRPr="00F14A11" w:rsidRDefault="003C7761" w:rsidP="0062648A">
            <w:pPr>
              <w:jc w:val="both"/>
              <w:rPr>
                <w:b/>
              </w:rPr>
            </w:pPr>
            <w:r w:rsidRPr="00F14A11">
              <w:rPr>
                <w:b/>
              </w:rPr>
              <w:t>(инженер, в том числе по охране труда, пожарной безопасности, инженер-программист</w:t>
            </w:r>
            <w:r>
              <w:rPr>
                <w:b/>
              </w:rPr>
              <w:t>, специалист по охране труда</w:t>
            </w:r>
            <w:r w:rsidRPr="00F14A11">
              <w:rPr>
                <w:b/>
              </w:rPr>
              <w:t>)</w:t>
            </w:r>
          </w:p>
          <w:p w:rsidR="003C7761" w:rsidRPr="00F14A11" w:rsidRDefault="003C7761" w:rsidP="0062648A">
            <w:pPr>
              <w:jc w:val="both"/>
            </w:pPr>
          </w:p>
        </w:tc>
      </w:tr>
      <w:tr w:rsidR="003C7761" w:rsidRPr="00F14A11" w:rsidTr="0062648A">
        <w:trPr>
          <w:trHeight w:val="1005"/>
        </w:trPr>
        <w:tc>
          <w:tcPr>
            <w:tcW w:w="2340" w:type="dxa"/>
            <w:vMerge w:val="restart"/>
          </w:tcPr>
          <w:p w:rsidR="003C7761" w:rsidRPr="00F14A11" w:rsidRDefault="003C7761" w:rsidP="0062648A">
            <w:pPr>
              <w:jc w:val="both"/>
            </w:pPr>
            <w:r w:rsidRPr="00F14A11">
              <w:t xml:space="preserve">Обеспечение качества      </w:t>
            </w:r>
            <w:r w:rsidRPr="00F14A11">
              <w:br/>
              <w:t>выполняемых работ в части соблюдения требований техники безопасности и охраны труда, обеспечения безаварийной, бесперебойной работы систем жизнеобеспечения учреждения</w:t>
            </w:r>
          </w:p>
        </w:tc>
        <w:tc>
          <w:tcPr>
            <w:tcW w:w="2520" w:type="dxa"/>
            <w:vMerge w:val="restart"/>
          </w:tcPr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  <w:r w:rsidRPr="00F14A11">
              <w:t>1 квалификационный уровень</w:t>
            </w: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</w:tc>
        <w:tc>
          <w:tcPr>
            <w:tcW w:w="3060" w:type="dxa"/>
          </w:tcPr>
          <w:p w:rsidR="003C7761" w:rsidRPr="00F14A11" w:rsidRDefault="003C7761" w:rsidP="0062648A">
            <w:pPr>
              <w:jc w:val="both"/>
            </w:pPr>
            <w:r w:rsidRPr="00F14A11">
              <w:t xml:space="preserve">Отсутствие зафиксированных документально замечаний, предписаний контрольно-надзорных органов, отсутствие случаев производственного травматизма  итогам работы за отчетный период      </w:t>
            </w:r>
          </w:p>
        </w:tc>
        <w:tc>
          <w:tcPr>
            <w:tcW w:w="1719" w:type="dxa"/>
          </w:tcPr>
          <w:p w:rsidR="003C7761" w:rsidRPr="00F14A11" w:rsidRDefault="003C7761" w:rsidP="0062648A">
            <w:pPr>
              <w:jc w:val="both"/>
            </w:pPr>
            <w:r w:rsidRPr="00F14A11">
              <w:t>71</w:t>
            </w:r>
          </w:p>
        </w:tc>
      </w:tr>
      <w:tr w:rsidR="003C7761" w:rsidRPr="00F14A11" w:rsidTr="0062648A">
        <w:trPr>
          <w:trHeight w:val="1545"/>
        </w:trPr>
        <w:tc>
          <w:tcPr>
            <w:tcW w:w="234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252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3060" w:type="dxa"/>
          </w:tcPr>
          <w:p w:rsidR="003C7761" w:rsidRPr="00F14A11" w:rsidRDefault="003C7761" w:rsidP="0062648A">
            <w:pPr>
              <w:jc w:val="both"/>
            </w:pPr>
            <w:r w:rsidRPr="00F14A11">
              <w:t xml:space="preserve">Наличие единичных (не свыше 3) зафиксированных документально замечаний, предписаний контрольно-надзорных органов, отсутствие случаев производственного травматизма  итогам работы за отчетный период      </w:t>
            </w:r>
          </w:p>
        </w:tc>
        <w:tc>
          <w:tcPr>
            <w:tcW w:w="1719" w:type="dxa"/>
          </w:tcPr>
          <w:p w:rsidR="003C7761" w:rsidRPr="00F14A11" w:rsidRDefault="003C7761" w:rsidP="0062648A">
            <w:pPr>
              <w:jc w:val="both"/>
            </w:pPr>
            <w:r w:rsidRPr="00F14A11">
              <w:t>70-41</w:t>
            </w:r>
          </w:p>
        </w:tc>
      </w:tr>
      <w:tr w:rsidR="003C7761" w:rsidRPr="00F14A11" w:rsidTr="0062648A">
        <w:trPr>
          <w:trHeight w:val="1005"/>
        </w:trPr>
        <w:tc>
          <w:tcPr>
            <w:tcW w:w="234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252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3060" w:type="dxa"/>
          </w:tcPr>
          <w:p w:rsidR="003C7761" w:rsidRPr="00F14A11" w:rsidRDefault="003C7761" w:rsidP="0062648A">
            <w:pPr>
              <w:jc w:val="both"/>
            </w:pPr>
            <w:r w:rsidRPr="00F14A11">
              <w:t xml:space="preserve">Наличие (свыше 3) зафиксированных документально замечаний, предписаний контрольно-надзорных органов, отсутствие случаев производственного травматизма  итогам работы за отчетный период      </w:t>
            </w:r>
          </w:p>
        </w:tc>
        <w:tc>
          <w:tcPr>
            <w:tcW w:w="1719" w:type="dxa"/>
          </w:tcPr>
          <w:p w:rsidR="003C7761" w:rsidRPr="00F14A11" w:rsidRDefault="003C7761" w:rsidP="0062648A">
            <w:pPr>
              <w:jc w:val="both"/>
            </w:pPr>
            <w:r w:rsidRPr="00F14A11">
              <w:t>40-8</w:t>
            </w:r>
          </w:p>
        </w:tc>
      </w:tr>
    </w:tbl>
    <w:p w:rsidR="003C7761" w:rsidRPr="00F14A11" w:rsidRDefault="003C7761" w:rsidP="00563DF8">
      <w:pPr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0"/>
        <w:gridCol w:w="2520"/>
        <w:gridCol w:w="3060"/>
        <w:gridCol w:w="1719"/>
      </w:tblGrid>
      <w:tr w:rsidR="003C7761" w:rsidRPr="00F14A11" w:rsidTr="0062648A">
        <w:trPr>
          <w:trHeight w:val="645"/>
        </w:trPr>
        <w:tc>
          <w:tcPr>
            <w:tcW w:w="9639" w:type="dxa"/>
            <w:gridSpan w:val="4"/>
          </w:tcPr>
          <w:p w:rsidR="003C7761" w:rsidRPr="00F14A11" w:rsidRDefault="003C7761" w:rsidP="0062648A">
            <w:pPr>
              <w:jc w:val="both"/>
              <w:rPr>
                <w:b/>
              </w:rPr>
            </w:pPr>
            <w:r w:rsidRPr="00F14A11">
              <w:rPr>
                <w:b/>
              </w:rPr>
              <w:t xml:space="preserve"> ПКГ «Общеотраслевые должности служащих третьего уровня» </w:t>
            </w:r>
          </w:p>
          <w:p w:rsidR="003C7761" w:rsidRPr="00F14A11" w:rsidRDefault="003C7761" w:rsidP="0062648A">
            <w:pPr>
              <w:jc w:val="both"/>
              <w:rPr>
                <w:b/>
              </w:rPr>
            </w:pPr>
            <w:r w:rsidRPr="00F14A11">
              <w:rPr>
                <w:b/>
              </w:rPr>
              <w:t>(специалист по кадрам)</w:t>
            </w:r>
          </w:p>
        </w:tc>
      </w:tr>
      <w:tr w:rsidR="003C7761" w:rsidRPr="00F14A11" w:rsidTr="0062648A">
        <w:trPr>
          <w:trHeight w:val="555"/>
        </w:trPr>
        <w:tc>
          <w:tcPr>
            <w:tcW w:w="2340" w:type="dxa"/>
            <w:vMerge w:val="restart"/>
          </w:tcPr>
          <w:p w:rsidR="003C7761" w:rsidRPr="00F14A11" w:rsidRDefault="003C7761" w:rsidP="0062648A">
            <w:pPr>
              <w:jc w:val="both"/>
            </w:pPr>
            <w:r w:rsidRPr="00F14A11">
              <w:t xml:space="preserve">Обеспечение качества      </w:t>
            </w:r>
            <w:r w:rsidRPr="00F14A11">
              <w:br/>
              <w:t xml:space="preserve">выполняемых работ в части   </w:t>
            </w:r>
            <w:r w:rsidRPr="00F14A11">
              <w:br/>
              <w:t xml:space="preserve">подготовки и отработки      </w:t>
            </w:r>
            <w:r w:rsidRPr="00F14A11">
              <w:br/>
              <w:t>документов</w:t>
            </w:r>
          </w:p>
        </w:tc>
        <w:tc>
          <w:tcPr>
            <w:tcW w:w="2520" w:type="dxa"/>
            <w:vMerge w:val="restart"/>
          </w:tcPr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  <w:r w:rsidRPr="00F14A11">
              <w:t>1 квалификационный уровень</w:t>
            </w: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</w:tc>
        <w:tc>
          <w:tcPr>
            <w:tcW w:w="3060" w:type="dxa"/>
          </w:tcPr>
          <w:p w:rsidR="003C7761" w:rsidRPr="00F14A11" w:rsidRDefault="003C7761" w:rsidP="0062648A">
            <w:pPr>
              <w:jc w:val="both"/>
            </w:pPr>
            <w:r w:rsidRPr="00F14A11">
              <w:t xml:space="preserve">Отсутствие замечаний в части качественной подготовки кадровой документации, кадровой отчетности по итогам работы за отчетный период, ведение кадрового делопроизводства на высоком уровне                      </w:t>
            </w:r>
          </w:p>
        </w:tc>
        <w:tc>
          <w:tcPr>
            <w:tcW w:w="1719" w:type="dxa"/>
          </w:tcPr>
          <w:p w:rsidR="003C7761" w:rsidRPr="00F14A11" w:rsidRDefault="003C7761" w:rsidP="0062648A">
            <w:pPr>
              <w:jc w:val="both"/>
            </w:pPr>
            <w:r w:rsidRPr="00F14A11">
              <w:t>71</w:t>
            </w:r>
          </w:p>
        </w:tc>
      </w:tr>
      <w:tr w:rsidR="003C7761" w:rsidRPr="00F14A11" w:rsidTr="0062648A">
        <w:trPr>
          <w:trHeight w:val="585"/>
        </w:trPr>
        <w:tc>
          <w:tcPr>
            <w:tcW w:w="234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252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3060" w:type="dxa"/>
          </w:tcPr>
          <w:p w:rsidR="003C7761" w:rsidRPr="00F14A11" w:rsidRDefault="003C7761" w:rsidP="0062648A">
            <w:pPr>
              <w:jc w:val="both"/>
            </w:pPr>
            <w:r w:rsidRPr="00F14A11">
              <w:t>Наличие единичных  (до 2) замечаний в части подготовки кадровой документации, кадровой отчетности по итогам работы за отчетный период, ведение кадрового делопроизводства с единичными (до 2) замечаниями</w:t>
            </w:r>
          </w:p>
        </w:tc>
        <w:tc>
          <w:tcPr>
            <w:tcW w:w="1719" w:type="dxa"/>
          </w:tcPr>
          <w:p w:rsidR="003C7761" w:rsidRPr="00F14A11" w:rsidRDefault="003C7761" w:rsidP="0062648A">
            <w:pPr>
              <w:jc w:val="both"/>
            </w:pPr>
            <w:r w:rsidRPr="00F14A11">
              <w:t>70-41</w:t>
            </w:r>
          </w:p>
        </w:tc>
      </w:tr>
      <w:tr w:rsidR="003C7761" w:rsidRPr="00F14A11" w:rsidTr="0062648A">
        <w:trPr>
          <w:trHeight w:val="780"/>
        </w:trPr>
        <w:tc>
          <w:tcPr>
            <w:tcW w:w="234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252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3060" w:type="dxa"/>
          </w:tcPr>
          <w:p w:rsidR="003C7761" w:rsidRPr="00F14A11" w:rsidRDefault="003C7761" w:rsidP="0062648A">
            <w:pPr>
              <w:jc w:val="both"/>
            </w:pPr>
            <w:r w:rsidRPr="00F14A11">
              <w:t>Наличие (свыше 2) замечаний в части подготовки кадровой документации, кадровой отчетности по итогам работы за отчетный период, ведение кадрового делопроизводства с замечаниями (свыше 2)</w:t>
            </w: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</w:tc>
        <w:tc>
          <w:tcPr>
            <w:tcW w:w="1719" w:type="dxa"/>
          </w:tcPr>
          <w:p w:rsidR="003C7761" w:rsidRPr="00F14A11" w:rsidRDefault="003C7761" w:rsidP="0062648A">
            <w:pPr>
              <w:jc w:val="both"/>
            </w:pPr>
            <w:r w:rsidRPr="00F14A11">
              <w:t>40-8</w:t>
            </w: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</w:tc>
      </w:tr>
    </w:tbl>
    <w:p w:rsidR="003C7761" w:rsidRPr="00F14A11" w:rsidRDefault="003C7761" w:rsidP="00563DF8">
      <w:pPr>
        <w:jc w:val="both"/>
      </w:pPr>
    </w:p>
    <w:p w:rsidR="003C7761" w:rsidRPr="00F14A11" w:rsidRDefault="003C7761" w:rsidP="00563DF8">
      <w:pPr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0"/>
        <w:gridCol w:w="2480"/>
        <w:gridCol w:w="3118"/>
        <w:gridCol w:w="1701"/>
      </w:tblGrid>
      <w:tr w:rsidR="003C7761" w:rsidRPr="00F14A11" w:rsidTr="0062648A">
        <w:trPr>
          <w:trHeight w:val="899"/>
        </w:trPr>
        <w:tc>
          <w:tcPr>
            <w:tcW w:w="9639" w:type="dxa"/>
            <w:gridSpan w:val="4"/>
          </w:tcPr>
          <w:p w:rsidR="003C7761" w:rsidRPr="00F14A11" w:rsidRDefault="003C7761" w:rsidP="0062648A">
            <w:pPr>
              <w:jc w:val="both"/>
              <w:rPr>
                <w:b/>
              </w:rPr>
            </w:pPr>
            <w:r w:rsidRPr="00F14A11">
              <w:rPr>
                <w:b/>
              </w:rPr>
              <w:t xml:space="preserve">ПКГ «Общеотраслевые должности служащих третьего уровня» </w:t>
            </w:r>
          </w:p>
          <w:p w:rsidR="003C7761" w:rsidRPr="00F14A11" w:rsidRDefault="003C7761" w:rsidP="0062648A">
            <w:pPr>
              <w:jc w:val="both"/>
              <w:rPr>
                <w:b/>
              </w:rPr>
            </w:pPr>
            <w:r w:rsidRPr="00F14A11">
              <w:rPr>
                <w:b/>
              </w:rPr>
              <w:t>(юрисконсульт)</w:t>
            </w:r>
          </w:p>
          <w:p w:rsidR="003C7761" w:rsidRPr="00F14A11" w:rsidRDefault="003C7761" w:rsidP="0062648A">
            <w:pPr>
              <w:jc w:val="both"/>
              <w:rPr>
                <w:b/>
              </w:rPr>
            </w:pPr>
          </w:p>
        </w:tc>
      </w:tr>
      <w:tr w:rsidR="003C7761" w:rsidRPr="00F14A11" w:rsidTr="0062648A">
        <w:trPr>
          <w:trHeight w:val="1037"/>
        </w:trPr>
        <w:tc>
          <w:tcPr>
            <w:tcW w:w="2340" w:type="dxa"/>
            <w:vMerge w:val="restart"/>
          </w:tcPr>
          <w:p w:rsidR="003C7761" w:rsidRPr="00F14A11" w:rsidRDefault="003C7761" w:rsidP="0062648A">
            <w:pPr>
              <w:jc w:val="both"/>
            </w:pPr>
            <w:r w:rsidRPr="00F14A11">
              <w:t>Обеспечение подготовки документов в соответствии с требованиями законодательства, локальных правовых актов учреждения (Положений, приказов, регламентов, других документов)</w:t>
            </w: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</w:tc>
        <w:tc>
          <w:tcPr>
            <w:tcW w:w="2480" w:type="dxa"/>
            <w:vMerge w:val="restart"/>
          </w:tcPr>
          <w:p w:rsidR="003C7761" w:rsidRPr="00F14A11" w:rsidRDefault="003C7761" w:rsidP="0062648A">
            <w:pPr>
              <w:jc w:val="both"/>
            </w:pPr>
            <w:r w:rsidRPr="00F14A11">
              <w:t>1 квалификационный уровень</w:t>
            </w:r>
          </w:p>
        </w:tc>
        <w:tc>
          <w:tcPr>
            <w:tcW w:w="3118" w:type="dxa"/>
          </w:tcPr>
          <w:p w:rsidR="003C7761" w:rsidRPr="00F14A11" w:rsidRDefault="003C7761" w:rsidP="0062648A">
            <w:pPr>
              <w:jc w:val="both"/>
            </w:pPr>
            <w:r w:rsidRPr="00F14A11">
              <w:t>Качественный уровень (отсутствие или наличие единичных (до 3)  удовлетворенных заявлений и исков в судах, обоснованных предписаний, замечаний, претензий, жалоб по итогам работы за отчетный период</w:t>
            </w:r>
          </w:p>
        </w:tc>
        <w:tc>
          <w:tcPr>
            <w:tcW w:w="1701" w:type="dxa"/>
          </w:tcPr>
          <w:p w:rsidR="003C7761" w:rsidRPr="00F14A11" w:rsidRDefault="003C7761" w:rsidP="0062648A">
            <w:pPr>
              <w:jc w:val="both"/>
            </w:pPr>
            <w:r w:rsidRPr="00F14A11">
              <w:t>71</w:t>
            </w:r>
          </w:p>
        </w:tc>
      </w:tr>
      <w:tr w:rsidR="003C7761" w:rsidRPr="00F14A11" w:rsidTr="0062648A">
        <w:trPr>
          <w:trHeight w:val="1440"/>
        </w:trPr>
        <w:tc>
          <w:tcPr>
            <w:tcW w:w="234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248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3118" w:type="dxa"/>
          </w:tcPr>
          <w:p w:rsidR="003C7761" w:rsidRPr="00F14A11" w:rsidRDefault="003C7761" w:rsidP="0062648A">
            <w:pPr>
              <w:jc w:val="both"/>
            </w:pPr>
            <w:r w:rsidRPr="00F14A11">
              <w:t>Наличие единичных (не более 2-3) замечаний, претензий, жалоб по итогам работы за отчетный период</w:t>
            </w:r>
          </w:p>
        </w:tc>
        <w:tc>
          <w:tcPr>
            <w:tcW w:w="1701" w:type="dxa"/>
          </w:tcPr>
          <w:p w:rsidR="003C7761" w:rsidRPr="00F14A11" w:rsidRDefault="003C7761" w:rsidP="0062648A">
            <w:pPr>
              <w:jc w:val="both"/>
            </w:pPr>
            <w:r w:rsidRPr="00F14A11">
              <w:t>70-41</w:t>
            </w:r>
          </w:p>
        </w:tc>
      </w:tr>
      <w:tr w:rsidR="003C7761" w:rsidRPr="00F14A11" w:rsidTr="0062648A">
        <w:trPr>
          <w:trHeight w:val="1470"/>
        </w:trPr>
        <w:tc>
          <w:tcPr>
            <w:tcW w:w="234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248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3118" w:type="dxa"/>
          </w:tcPr>
          <w:p w:rsidR="003C7761" w:rsidRPr="00F14A11" w:rsidRDefault="003C7761" w:rsidP="0062648A">
            <w:pPr>
              <w:jc w:val="both"/>
            </w:pPr>
            <w:r w:rsidRPr="00F14A11">
              <w:t>Наличие (свыше 3) замечаний, претензий, жалоб  по итогам работы за отчетный период</w:t>
            </w:r>
          </w:p>
          <w:p w:rsidR="003C7761" w:rsidRPr="00F14A11" w:rsidRDefault="003C7761" w:rsidP="0062648A">
            <w:pPr>
              <w:jc w:val="both"/>
            </w:pPr>
          </w:p>
        </w:tc>
        <w:tc>
          <w:tcPr>
            <w:tcW w:w="1701" w:type="dxa"/>
          </w:tcPr>
          <w:p w:rsidR="003C7761" w:rsidRPr="00F14A11" w:rsidRDefault="003C7761" w:rsidP="0062648A">
            <w:pPr>
              <w:jc w:val="both"/>
            </w:pPr>
            <w:r w:rsidRPr="00F14A11">
              <w:t>40-8</w:t>
            </w:r>
          </w:p>
        </w:tc>
      </w:tr>
      <w:tr w:rsidR="003C7761" w:rsidRPr="00F14A11" w:rsidTr="0062648A">
        <w:trPr>
          <w:trHeight w:val="1470"/>
        </w:trPr>
        <w:tc>
          <w:tcPr>
            <w:tcW w:w="234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2480" w:type="dxa"/>
          </w:tcPr>
          <w:p w:rsidR="003C7761" w:rsidRPr="00F14A11" w:rsidRDefault="003C7761" w:rsidP="0062648A">
            <w:pPr>
              <w:jc w:val="both"/>
            </w:pPr>
            <w:r w:rsidRPr="00F14A11">
              <w:t>2 квалификационный уровень</w:t>
            </w:r>
          </w:p>
        </w:tc>
        <w:tc>
          <w:tcPr>
            <w:tcW w:w="3118" w:type="dxa"/>
          </w:tcPr>
          <w:p w:rsidR="003C7761" w:rsidRPr="00F14A11" w:rsidRDefault="003C7761" w:rsidP="0062648A">
            <w:pPr>
              <w:jc w:val="both"/>
            </w:pPr>
            <w:r w:rsidRPr="00F14A11">
              <w:t>Качественный уровень (отсутствие или наличие единичных (до3)  удовлетворенных заявлений и исков в судах, обоснованных предписаний, замечаний, претензий, жалоб по итогам работы за отчетный период</w:t>
            </w:r>
          </w:p>
        </w:tc>
        <w:tc>
          <w:tcPr>
            <w:tcW w:w="1701" w:type="dxa"/>
          </w:tcPr>
          <w:p w:rsidR="003C7761" w:rsidRPr="00F14A11" w:rsidRDefault="003C7761" w:rsidP="0062648A">
            <w:pPr>
              <w:jc w:val="both"/>
            </w:pPr>
            <w:r w:rsidRPr="00F14A11">
              <w:t>78</w:t>
            </w:r>
          </w:p>
        </w:tc>
      </w:tr>
    </w:tbl>
    <w:p w:rsidR="003C7761" w:rsidRDefault="003C7761" w:rsidP="00563DF8">
      <w:pPr>
        <w:jc w:val="both"/>
        <w:rPr>
          <w:b/>
        </w:rPr>
      </w:pPr>
    </w:p>
    <w:p w:rsidR="003C7761" w:rsidRPr="00F14A11" w:rsidRDefault="003C7761" w:rsidP="00563DF8">
      <w:pPr>
        <w:jc w:val="both"/>
      </w:pPr>
    </w:p>
    <w:tbl>
      <w:tblPr>
        <w:tblW w:w="49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2"/>
        <w:gridCol w:w="2477"/>
        <w:gridCol w:w="3050"/>
        <w:gridCol w:w="1941"/>
      </w:tblGrid>
      <w:tr w:rsidR="003C7761" w:rsidRPr="00F14A11" w:rsidTr="0062648A">
        <w:trPr>
          <w:trHeight w:val="471"/>
        </w:trPr>
        <w:tc>
          <w:tcPr>
            <w:tcW w:w="5000" w:type="pct"/>
            <w:gridSpan w:val="4"/>
          </w:tcPr>
          <w:p w:rsidR="003C7761" w:rsidRPr="00F14A11" w:rsidRDefault="003C7761" w:rsidP="0062648A">
            <w:pPr>
              <w:jc w:val="both"/>
              <w:rPr>
                <w:b/>
              </w:rPr>
            </w:pPr>
            <w:r w:rsidRPr="00F14A11">
              <w:rPr>
                <w:b/>
              </w:rPr>
              <w:t xml:space="preserve">ПКГ «Общеотраслевые должности служащих третьего уровня» </w:t>
            </w:r>
          </w:p>
          <w:p w:rsidR="003C7761" w:rsidRPr="00F14A11" w:rsidRDefault="003C7761" w:rsidP="0062648A">
            <w:pPr>
              <w:jc w:val="both"/>
              <w:rPr>
                <w:b/>
              </w:rPr>
            </w:pPr>
            <w:r w:rsidRPr="00F14A11">
              <w:rPr>
                <w:b/>
              </w:rPr>
              <w:t>(психолог)</w:t>
            </w:r>
          </w:p>
        </w:tc>
      </w:tr>
      <w:tr w:rsidR="003C7761" w:rsidRPr="00F14A11" w:rsidTr="0062648A">
        <w:trPr>
          <w:trHeight w:val="2116"/>
        </w:trPr>
        <w:tc>
          <w:tcPr>
            <w:tcW w:w="1036" w:type="pct"/>
          </w:tcPr>
          <w:p w:rsidR="003C7761" w:rsidRPr="00F14A11" w:rsidRDefault="003C7761" w:rsidP="0062648A">
            <w:pPr>
              <w:jc w:val="both"/>
            </w:pPr>
            <w:r w:rsidRPr="00F14A11">
              <w:t>Применение современных методик, внедрение инновационных методов и технологий в реабилитационный процесс, проявление систематической творческой активности</w:t>
            </w:r>
          </w:p>
        </w:tc>
        <w:tc>
          <w:tcPr>
            <w:tcW w:w="1315" w:type="pct"/>
          </w:tcPr>
          <w:p w:rsidR="003C7761" w:rsidRPr="00F14A11" w:rsidRDefault="003C7761" w:rsidP="0062648A">
            <w:pPr>
              <w:jc w:val="both"/>
            </w:pPr>
            <w:r w:rsidRPr="00F14A11">
              <w:t>Реализация запланированных мероприятий:</w:t>
            </w:r>
          </w:p>
          <w:p w:rsidR="003C7761" w:rsidRPr="00F14A11" w:rsidRDefault="003C7761" w:rsidP="0062648A">
            <w:pPr>
              <w:jc w:val="both"/>
            </w:pPr>
            <w:r w:rsidRPr="00F14A11">
              <w:t>а) в полном объеме;</w:t>
            </w:r>
          </w:p>
          <w:p w:rsidR="003C7761" w:rsidRPr="00F14A11" w:rsidRDefault="003C7761" w:rsidP="0062648A">
            <w:pPr>
              <w:jc w:val="both"/>
            </w:pPr>
            <w:r w:rsidRPr="00F14A11">
              <w:t>б) на удовлетворительном уровне с единичными (не свыше3) замечаниями;</w:t>
            </w:r>
          </w:p>
          <w:p w:rsidR="003C7761" w:rsidRPr="00F14A11" w:rsidRDefault="003C7761" w:rsidP="0062648A">
            <w:pPr>
              <w:jc w:val="both"/>
            </w:pPr>
            <w:r w:rsidRPr="00F14A11">
              <w:t>2. проявление творческой активности:</w:t>
            </w:r>
          </w:p>
          <w:p w:rsidR="003C7761" w:rsidRPr="00F14A11" w:rsidRDefault="003C7761" w:rsidP="0062648A">
            <w:pPr>
              <w:jc w:val="both"/>
            </w:pPr>
            <w:r w:rsidRPr="00F14A11">
              <w:t>а) систематической;</w:t>
            </w:r>
          </w:p>
          <w:p w:rsidR="003C7761" w:rsidRPr="00F14A11" w:rsidRDefault="003C7761" w:rsidP="0062648A">
            <w:pPr>
              <w:jc w:val="both"/>
            </w:pPr>
            <w:r w:rsidRPr="00F14A11">
              <w:t>б) проявление творческой активности только в отдельных случаях) по итогам работы за отчетный год</w:t>
            </w:r>
          </w:p>
        </w:tc>
        <w:tc>
          <w:tcPr>
            <w:tcW w:w="1619" w:type="pct"/>
          </w:tcPr>
          <w:p w:rsidR="003C7761" w:rsidRPr="00F14A11" w:rsidRDefault="003C7761" w:rsidP="0062648A">
            <w:pPr>
              <w:jc w:val="both"/>
            </w:pPr>
            <w:r w:rsidRPr="00F14A11">
              <w:t xml:space="preserve">1 квалификационный уровень </w:t>
            </w:r>
          </w:p>
        </w:tc>
        <w:tc>
          <w:tcPr>
            <w:tcW w:w="1030" w:type="pct"/>
          </w:tcPr>
          <w:p w:rsidR="003C7761" w:rsidRPr="00F14A11" w:rsidRDefault="003C7761" w:rsidP="0062648A">
            <w:pPr>
              <w:jc w:val="both"/>
            </w:pPr>
            <w:r w:rsidRPr="00F14A11">
              <w:t>71</w:t>
            </w:r>
          </w:p>
        </w:tc>
      </w:tr>
    </w:tbl>
    <w:p w:rsidR="003C7761" w:rsidRPr="00F14A11" w:rsidRDefault="003C7761" w:rsidP="00563DF8">
      <w:pPr>
        <w:jc w:val="both"/>
      </w:pPr>
    </w:p>
    <w:tbl>
      <w:tblPr>
        <w:tblW w:w="49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2"/>
        <w:gridCol w:w="2477"/>
        <w:gridCol w:w="3050"/>
        <w:gridCol w:w="1941"/>
      </w:tblGrid>
      <w:tr w:rsidR="003C7761" w:rsidRPr="00F14A11" w:rsidTr="0062648A">
        <w:trPr>
          <w:trHeight w:val="471"/>
        </w:trPr>
        <w:tc>
          <w:tcPr>
            <w:tcW w:w="5000" w:type="pct"/>
            <w:gridSpan w:val="4"/>
          </w:tcPr>
          <w:p w:rsidR="003C7761" w:rsidRPr="00F14A11" w:rsidRDefault="003C7761" w:rsidP="0062648A">
            <w:pPr>
              <w:jc w:val="both"/>
              <w:rPr>
                <w:b/>
              </w:rPr>
            </w:pPr>
            <w:r w:rsidRPr="00F14A11">
              <w:rPr>
                <w:b/>
              </w:rPr>
              <w:t xml:space="preserve">ПКГ «Должности педагогических работников» </w:t>
            </w:r>
          </w:p>
          <w:p w:rsidR="003C7761" w:rsidRPr="00F14A11" w:rsidRDefault="003C7761" w:rsidP="0062648A">
            <w:pPr>
              <w:jc w:val="both"/>
              <w:rPr>
                <w:b/>
              </w:rPr>
            </w:pPr>
            <w:r w:rsidRPr="00F14A11">
              <w:rPr>
                <w:b/>
              </w:rPr>
              <w:t>(методист)</w:t>
            </w:r>
          </w:p>
        </w:tc>
      </w:tr>
      <w:tr w:rsidR="003C7761" w:rsidRPr="00F14A11" w:rsidTr="0062648A">
        <w:trPr>
          <w:trHeight w:val="2116"/>
        </w:trPr>
        <w:tc>
          <w:tcPr>
            <w:tcW w:w="1036" w:type="pct"/>
          </w:tcPr>
          <w:p w:rsidR="003C7761" w:rsidRPr="00F14A11" w:rsidRDefault="003C7761" w:rsidP="0062648A">
            <w:pPr>
              <w:jc w:val="both"/>
            </w:pPr>
            <w:r w:rsidRPr="00F14A11">
              <w:t>Применение современных методик, внедрение инновационных методов и технологий в реабилитационный процесс, проявление систематической творческой активности</w:t>
            </w:r>
          </w:p>
        </w:tc>
        <w:tc>
          <w:tcPr>
            <w:tcW w:w="1315" w:type="pct"/>
          </w:tcPr>
          <w:p w:rsidR="003C7761" w:rsidRPr="00F14A11" w:rsidRDefault="003C7761" w:rsidP="0062648A">
            <w:pPr>
              <w:jc w:val="both"/>
            </w:pPr>
            <w:r w:rsidRPr="00F14A11">
              <w:t>Реализация запланированных мероприятий:</w:t>
            </w:r>
          </w:p>
          <w:p w:rsidR="003C7761" w:rsidRPr="00F14A11" w:rsidRDefault="003C7761" w:rsidP="0062648A">
            <w:pPr>
              <w:jc w:val="both"/>
            </w:pPr>
            <w:r w:rsidRPr="00F14A11">
              <w:t>а) в полном объеме;</w:t>
            </w:r>
          </w:p>
          <w:p w:rsidR="003C7761" w:rsidRPr="00F14A11" w:rsidRDefault="003C7761" w:rsidP="0062648A">
            <w:pPr>
              <w:jc w:val="both"/>
            </w:pPr>
            <w:r w:rsidRPr="00F14A11">
              <w:t>б) на удовлетворительном уровне с единичными (не свыше3) замечаниями;</w:t>
            </w:r>
          </w:p>
          <w:p w:rsidR="003C7761" w:rsidRPr="00F14A11" w:rsidRDefault="003C7761" w:rsidP="0062648A">
            <w:pPr>
              <w:jc w:val="both"/>
            </w:pPr>
            <w:r w:rsidRPr="00F14A11">
              <w:t>2. проявление творческой активности:</w:t>
            </w:r>
          </w:p>
          <w:p w:rsidR="003C7761" w:rsidRPr="00F14A11" w:rsidRDefault="003C7761" w:rsidP="0062648A">
            <w:pPr>
              <w:jc w:val="both"/>
            </w:pPr>
            <w:r w:rsidRPr="00F14A11">
              <w:t>а) систематической;</w:t>
            </w:r>
          </w:p>
          <w:p w:rsidR="003C7761" w:rsidRPr="00F14A11" w:rsidRDefault="003C7761" w:rsidP="0062648A">
            <w:pPr>
              <w:jc w:val="both"/>
            </w:pPr>
            <w:r w:rsidRPr="00F14A11">
              <w:t>б) проявление творческой активности только в отдельных случаях) по итогам работы за отчетный год</w:t>
            </w:r>
          </w:p>
        </w:tc>
        <w:tc>
          <w:tcPr>
            <w:tcW w:w="1619" w:type="pct"/>
          </w:tcPr>
          <w:p w:rsidR="003C7761" w:rsidRPr="00F14A11" w:rsidRDefault="003C7761" w:rsidP="0062648A">
            <w:pPr>
              <w:jc w:val="both"/>
            </w:pPr>
            <w:r w:rsidRPr="00F14A11">
              <w:t xml:space="preserve">3 квалификационный уровень (среднее профессиональное образование) </w:t>
            </w:r>
          </w:p>
        </w:tc>
        <w:tc>
          <w:tcPr>
            <w:tcW w:w="1030" w:type="pct"/>
          </w:tcPr>
          <w:p w:rsidR="003C7761" w:rsidRPr="00F14A11" w:rsidRDefault="003C7761" w:rsidP="0062648A">
            <w:pPr>
              <w:jc w:val="both"/>
            </w:pPr>
            <w:r w:rsidRPr="00F14A11">
              <w:t>105</w:t>
            </w:r>
          </w:p>
        </w:tc>
      </w:tr>
    </w:tbl>
    <w:p w:rsidR="003C7761" w:rsidRPr="00F14A11" w:rsidRDefault="003C7761" w:rsidP="00563DF8">
      <w:pPr>
        <w:jc w:val="both"/>
      </w:pPr>
    </w:p>
    <w:p w:rsidR="003C7761" w:rsidRPr="00F14A11" w:rsidRDefault="003C7761" w:rsidP="00563DF8">
      <w:pPr>
        <w:jc w:val="both"/>
      </w:pPr>
    </w:p>
    <w:tbl>
      <w:tblPr>
        <w:tblW w:w="51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36"/>
        <w:gridCol w:w="2459"/>
        <w:gridCol w:w="3025"/>
        <w:gridCol w:w="2408"/>
      </w:tblGrid>
      <w:tr w:rsidR="003C7761" w:rsidRPr="00F14A11" w:rsidTr="0062648A">
        <w:trPr>
          <w:trHeight w:val="471"/>
        </w:trPr>
        <w:tc>
          <w:tcPr>
            <w:tcW w:w="5000" w:type="pct"/>
            <w:gridSpan w:val="4"/>
          </w:tcPr>
          <w:p w:rsidR="003C7761" w:rsidRPr="00F14A11" w:rsidRDefault="003C7761" w:rsidP="0062648A">
            <w:pPr>
              <w:jc w:val="both"/>
              <w:rPr>
                <w:b/>
              </w:rPr>
            </w:pPr>
            <w:r w:rsidRPr="00F14A11">
              <w:rPr>
                <w:b/>
              </w:rPr>
              <w:t xml:space="preserve">ПКГ «Должности работников культуры, искусства и кинематографии среднего звена» </w:t>
            </w:r>
          </w:p>
          <w:p w:rsidR="003C7761" w:rsidRPr="00F14A11" w:rsidRDefault="003C7761" w:rsidP="0062648A">
            <w:pPr>
              <w:jc w:val="both"/>
              <w:rPr>
                <w:b/>
              </w:rPr>
            </w:pPr>
            <w:r w:rsidRPr="00F14A11">
              <w:rPr>
                <w:b/>
              </w:rPr>
              <w:t>(руководитель кружка, культорганизатор)</w:t>
            </w:r>
          </w:p>
        </w:tc>
      </w:tr>
      <w:tr w:rsidR="003C7761" w:rsidRPr="00F14A11" w:rsidTr="0062648A">
        <w:trPr>
          <w:trHeight w:val="2116"/>
        </w:trPr>
        <w:tc>
          <w:tcPr>
            <w:tcW w:w="985" w:type="pct"/>
          </w:tcPr>
          <w:p w:rsidR="003C7761" w:rsidRPr="00F14A11" w:rsidRDefault="003C7761" w:rsidP="0062648A">
            <w:pPr>
              <w:jc w:val="both"/>
            </w:pPr>
            <w:r w:rsidRPr="00F14A11">
              <w:t>Проявление систематической творческой активности</w:t>
            </w:r>
          </w:p>
        </w:tc>
        <w:tc>
          <w:tcPr>
            <w:tcW w:w="1251" w:type="pct"/>
          </w:tcPr>
          <w:p w:rsidR="003C7761" w:rsidRPr="00F14A11" w:rsidRDefault="003C7761" w:rsidP="0062648A">
            <w:pPr>
              <w:jc w:val="both"/>
            </w:pPr>
            <w:r w:rsidRPr="00F14A11">
              <w:t>Реализация запланированных мероприятий за отчетный период без замечаний</w:t>
            </w:r>
          </w:p>
        </w:tc>
        <w:tc>
          <w:tcPr>
            <w:tcW w:w="1539" w:type="pct"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1225" w:type="pct"/>
          </w:tcPr>
          <w:p w:rsidR="003C7761" w:rsidRPr="00F14A11" w:rsidRDefault="003C7761" w:rsidP="0062648A">
            <w:pPr>
              <w:jc w:val="both"/>
            </w:pPr>
            <w:r w:rsidRPr="00F14A11">
              <w:t>58</w:t>
            </w:r>
          </w:p>
        </w:tc>
      </w:tr>
    </w:tbl>
    <w:p w:rsidR="003C7761" w:rsidRPr="00F14A11" w:rsidRDefault="003C7761" w:rsidP="00563DF8">
      <w:pPr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0"/>
        <w:gridCol w:w="2520"/>
        <w:gridCol w:w="3060"/>
        <w:gridCol w:w="1719"/>
      </w:tblGrid>
      <w:tr w:rsidR="003C7761" w:rsidRPr="00F14A11" w:rsidTr="0062648A">
        <w:trPr>
          <w:trHeight w:val="521"/>
        </w:trPr>
        <w:tc>
          <w:tcPr>
            <w:tcW w:w="9639" w:type="dxa"/>
            <w:gridSpan w:val="4"/>
          </w:tcPr>
          <w:p w:rsidR="003C7761" w:rsidRPr="00F14A11" w:rsidRDefault="003C7761" w:rsidP="0062648A">
            <w:pPr>
              <w:jc w:val="both"/>
              <w:rPr>
                <w:b/>
              </w:rPr>
            </w:pPr>
            <w:r w:rsidRPr="00F14A11">
              <w:rPr>
                <w:b/>
              </w:rPr>
              <w:t>ПКГ «</w:t>
            </w:r>
            <w:r w:rsidRPr="00F14A11">
              <w:t>О</w:t>
            </w:r>
            <w:r w:rsidRPr="00F14A11">
              <w:rPr>
                <w:b/>
              </w:rPr>
              <w:t>бщеотраслевые профессии рабочих первого уровня»</w:t>
            </w:r>
          </w:p>
          <w:p w:rsidR="003C7761" w:rsidRPr="00F14A11" w:rsidRDefault="003C7761" w:rsidP="0062648A">
            <w:pPr>
              <w:jc w:val="both"/>
              <w:rPr>
                <w:b/>
              </w:rPr>
            </w:pPr>
            <w:r w:rsidRPr="00F14A11">
              <w:rPr>
                <w:b/>
              </w:rPr>
              <w:t>(уборщик служебных помещений)</w:t>
            </w:r>
          </w:p>
        </w:tc>
      </w:tr>
      <w:tr w:rsidR="003C7761" w:rsidRPr="00F14A11" w:rsidTr="0062648A">
        <w:trPr>
          <w:trHeight w:val="1365"/>
        </w:trPr>
        <w:tc>
          <w:tcPr>
            <w:tcW w:w="2340" w:type="dxa"/>
            <w:vMerge w:val="restart"/>
          </w:tcPr>
          <w:p w:rsidR="003C7761" w:rsidRPr="00F14A11" w:rsidRDefault="003C7761" w:rsidP="0062648A">
            <w:pPr>
              <w:jc w:val="both"/>
            </w:pPr>
            <w:r w:rsidRPr="00F14A11">
              <w:t>Обеспечение качества выполняемых работ в части сохранности оборудования, хозяйственного инвентаря, соблюдения требований техники безопасности и охраны труда</w:t>
            </w: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</w:tc>
        <w:tc>
          <w:tcPr>
            <w:tcW w:w="2520" w:type="dxa"/>
            <w:vMerge w:val="restart"/>
          </w:tcPr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  <w:r w:rsidRPr="00F14A11">
              <w:t>1 квалификационный уровень</w:t>
            </w: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</w:tc>
        <w:tc>
          <w:tcPr>
            <w:tcW w:w="3060" w:type="dxa"/>
          </w:tcPr>
          <w:p w:rsidR="003C7761" w:rsidRPr="00F14A11" w:rsidRDefault="003C7761" w:rsidP="0062648A">
            <w:pPr>
              <w:jc w:val="both"/>
            </w:pPr>
            <w:r w:rsidRPr="00F14A11">
              <w:t>Отсутствие замечаний в части уборки помещений учреждения, отсутствие случаев производственного травматизма по итогам работы за отчетный период</w:t>
            </w:r>
          </w:p>
          <w:p w:rsidR="003C7761" w:rsidRPr="00F14A11" w:rsidRDefault="003C7761" w:rsidP="0062648A">
            <w:pPr>
              <w:jc w:val="both"/>
            </w:pPr>
          </w:p>
        </w:tc>
        <w:tc>
          <w:tcPr>
            <w:tcW w:w="1719" w:type="dxa"/>
          </w:tcPr>
          <w:p w:rsidR="003C7761" w:rsidRPr="00F14A11" w:rsidRDefault="003C7761" w:rsidP="0062648A">
            <w:pPr>
              <w:jc w:val="both"/>
            </w:pPr>
            <w:r w:rsidRPr="00F14A11">
              <w:t>50</w:t>
            </w:r>
          </w:p>
        </w:tc>
      </w:tr>
      <w:tr w:rsidR="003C7761" w:rsidRPr="00F14A11" w:rsidTr="0062648A">
        <w:trPr>
          <w:trHeight w:val="1425"/>
        </w:trPr>
        <w:tc>
          <w:tcPr>
            <w:tcW w:w="234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252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3060" w:type="dxa"/>
          </w:tcPr>
          <w:p w:rsidR="003C7761" w:rsidRPr="00F14A11" w:rsidRDefault="003C7761" w:rsidP="0062648A">
            <w:pPr>
              <w:jc w:val="both"/>
            </w:pPr>
            <w:r w:rsidRPr="00F14A11">
              <w:t>Наличие единичных (не более 2-3) замечаний в части уборки помещений учреждения, отсутствие случаев производственного травматизма по итогам работы за отчетный период</w:t>
            </w:r>
          </w:p>
          <w:p w:rsidR="003C7761" w:rsidRPr="00F14A11" w:rsidRDefault="003C7761" w:rsidP="0062648A">
            <w:pPr>
              <w:jc w:val="both"/>
            </w:pPr>
          </w:p>
        </w:tc>
        <w:tc>
          <w:tcPr>
            <w:tcW w:w="1719" w:type="dxa"/>
          </w:tcPr>
          <w:p w:rsidR="003C7761" w:rsidRPr="00F14A11" w:rsidRDefault="003C7761" w:rsidP="0062648A">
            <w:pPr>
              <w:jc w:val="both"/>
            </w:pPr>
            <w:r w:rsidRPr="00F14A11">
              <w:t>49-22</w:t>
            </w:r>
          </w:p>
        </w:tc>
      </w:tr>
      <w:tr w:rsidR="003C7761" w:rsidRPr="00F14A11" w:rsidTr="0062648A">
        <w:trPr>
          <w:trHeight w:val="1500"/>
        </w:trPr>
        <w:tc>
          <w:tcPr>
            <w:tcW w:w="234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252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3060" w:type="dxa"/>
          </w:tcPr>
          <w:p w:rsidR="003C7761" w:rsidRPr="00F14A11" w:rsidRDefault="003C7761" w:rsidP="0062648A">
            <w:pPr>
              <w:jc w:val="both"/>
            </w:pPr>
            <w:r w:rsidRPr="00F14A11">
              <w:t>Наличие единичных (более 3) замечаний в части уборки помещений учреждения, отсутствие случаев производственного травматизма по итогам работы за отчетный период</w:t>
            </w: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</w:tc>
        <w:tc>
          <w:tcPr>
            <w:tcW w:w="1719" w:type="dxa"/>
          </w:tcPr>
          <w:p w:rsidR="003C7761" w:rsidRPr="00F14A11" w:rsidRDefault="003C7761" w:rsidP="0062648A">
            <w:pPr>
              <w:jc w:val="both"/>
            </w:pPr>
            <w:r w:rsidRPr="00F14A11">
              <w:t>21-2</w:t>
            </w:r>
          </w:p>
        </w:tc>
      </w:tr>
    </w:tbl>
    <w:p w:rsidR="003C7761" w:rsidRPr="00F14A11" w:rsidRDefault="003C7761" w:rsidP="00563DF8">
      <w:pPr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0"/>
        <w:gridCol w:w="2520"/>
        <w:gridCol w:w="3060"/>
        <w:gridCol w:w="1719"/>
      </w:tblGrid>
      <w:tr w:rsidR="003C7761" w:rsidRPr="00F14A11" w:rsidTr="0062648A">
        <w:trPr>
          <w:trHeight w:val="838"/>
        </w:trPr>
        <w:tc>
          <w:tcPr>
            <w:tcW w:w="9639" w:type="dxa"/>
            <w:gridSpan w:val="4"/>
          </w:tcPr>
          <w:p w:rsidR="003C7761" w:rsidRPr="00F14A11" w:rsidRDefault="003C7761" w:rsidP="0062648A">
            <w:pPr>
              <w:jc w:val="both"/>
              <w:rPr>
                <w:b/>
              </w:rPr>
            </w:pPr>
            <w:r w:rsidRPr="00F14A11">
              <w:t>ПКГ «О</w:t>
            </w:r>
            <w:r w:rsidRPr="00F14A11">
              <w:rPr>
                <w:b/>
              </w:rPr>
              <w:t>бщеотраслевые профессии рабочих второго уровня»</w:t>
            </w:r>
          </w:p>
          <w:p w:rsidR="003C7761" w:rsidRPr="00F14A11" w:rsidRDefault="003C7761" w:rsidP="0062648A">
            <w:pPr>
              <w:jc w:val="both"/>
              <w:rPr>
                <w:b/>
              </w:rPr>
            </w:pPr>
            <w:r w:rsidRPr="00F14A11">
              <w:rPr>
                <w:b/>
              </w:rPr>
              <w:t>(водитель автомобиля, водители специальных легковых автомобилей, автобусов, имеющие 1 класс, выполняющие важные (особо важные) работы  и ответственные работы (занятые перевозкой обслуживаемых в учреждениях социального обслуживания)</w:t>
            </w:r>
          </w:p>
        </w:tc>
      </w:tr>
      <w:tr w:rsidR="003C7761" w:rsidRPr="00F14A11" w:rsidTr="0062648A">
        <w:trPr>
          <w:trHeight w:val="838"/>
        </w:trPr>
        <w:tc>
          <w:tcPr>
            <w:tcW w:w="2340" w:type="dxa"/>
            <w:vMerge w:val="restart"/>
          </w:tcPr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  <w:r w:rsidRPr="00F14A11">
              <w:t>Обеспечение качества выполняемых работ в части сохранности закрепленного транспорта, в том числе автомобильного (легкового, автобусов), технологического оборудования,</w:t>
            </w:r>
          </w:p>
          <w:p w:rsidR="003C7761" w:rsidRPr="00F14A11" w:rsidRDefault="003C7761" w:rsidP="0062648A">
            <w:pPr>
              <w:jc w:val="both"/>
            </w:pPr>
            <w:r w:rsidRPr="00F14A11">
              <w:t>соблюдения требований техники безопасности и охраны труда</w:t>
            </w: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</w:tc>
        <w:tc>
          <w:tcPr>
            <w:tcW w:w="2520" w:type="dxa"/>
            <w:vMerge w:val="restart"/>
          </w:tcPr>
          <w:p w:rsidR="003C7761" w:rsidRPr="00F14A11" w:rsidRDefault="003C7761" w:rsidP="0062648A">
            <w:pPr>
              <w:jc w:val="both"/>
            </w:pPr>
          </w:p>
          <w:p w:rsidR="003C7761" w:rsidRDefault="003C7761" w:rsidP="0062648A">
            <w:pPr>
              <w:jc w:val="center"/>
            </w:pPr>
            <w:r w:rsidRPr="00F14A11">
              <w:t>3 квалификационный уровень</w:t>
            </w:r>
          </w:p>
          <w:p w:rsidR="003C7761" w:rsidRPr="00F14A11" w:rsidRDefault="003C7761" w:rsidP="0062648A">
            <w:pPr>
              <w:jc w:val="center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</w:tc>
        <w:tc>
          <w:tcPr>
            <w:tcW w:w="3060" w:type="dxa"/>
          </w:tcPr>
          <w:p w:rsidR="003C7761" w:rsidRPr="00F14A11" w:rsidRDefault="003C7761" w:rsidP="0062648A">
            <w:pPr>
              <w:jc w:val="both"/>
            </w:pPr>
            <w:r w:rsidRPr="00F14A11">
              <w:t>Отсутствие замечаний, отсутствие случаев производственного травматизма по итогам работы за отчетный период, содержание автотранспортного средства в технически исправном состоянии, отсутствие ДТП</w:t>
            </w:r>
          </w:p>
        </w:tc>
        <w:tc>
          <w:tcPr>
            <w:tcW w:w="1719" w:type="dxa"/>
          </w:tcPr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  <w:r w:rsidRPr="00F14A11">
              <w:t>78</w:t>
            </w:r>
          </w:p>
        </w:tc>
      </w:tr>
      <w:tr w:rsidR="003C7761" w:rsidRPr="00F14A11" w:rsidTr="0062648A">
        <w:trPr>
          <w:trHeight w:val="838"/>
        </w:trPr>
        <w:tc>
          <w:tcPr>
            <w:tcW w:w="234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252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3060" w:type="dxa"/>
          </w:tcPr>
          <w:p w:rsidR="003C7761" w:rsidRPr="00F14A11" w:rsidRDefault="003C7761" w:rsidP="0062648A">
            <w:pPr>
              <w:jc w:val="both"/>
            </w:pPr>
            <w:r w:rsidRPr="00F14A11">
              <w:t>Наличие единичных (не более 2-3) замечаний,  отсутствие случаев производственного травматизма по итогам работы за отчетный период, оперативное устранение мелких неисправностей, отсутствие ДТП</w:t>
            </w:r>
          </w:p>
        </w:tc>
        <w:tc>
          <w:tcPr>
            <w:tcW w:w="1719" w:type="dxa"/>
          </w:tcPr>
          <w:p w:rsidR="003C7761" w:rsidRPr="00F14A11" w:rsidRDefault="003C7761" w:rsidP="0062648A">
            <w:pPr>
              <w:jc w:val="both"/>
            </w:pPr>
            <w:r w:rsidRPr="00F14A11">
              <w:t>77-52</w:t>
            </w:r>
          </w:p>
        </w:tc>
      </w:tr>
      <w:tr w:rsidR="003C7761" w:rsidRPr="00F14A11" w:rsidTr="0062648A">
        <w:trPr>
          <w:trHeight w:val="1110"/>
        </w:trPr>
        <w:tc>
          <w:tcPr>
            <w:tcW w:w="234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252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3060" w:type="dxa"/>
          </w:tcPr>
          <w:p w:rsidR="003C7761" w:rsidRPr="00F14A11" w:rsidRDefault="003C7761" w:rsidP="0062648A">
            <w:pPr>
              <w:jc w:val="both"/>
            </w:pPr>
            <w:r w:rsidRPr="00F14A11">
              <w:t>Наличие единичных (свыше 3) замечаний, отсутствие случаев производственного травматизма по итогам работы за отчетный период, отсутствие ДТП, устранение мелких неисправностей</w:t>
            </w:r>
          </w:p>
        </w:tc>
        <w:tc>
          <w:tcPr>
            <w:tcW w:w="1719" w:type="dxa"/>
          </w:tcPr>
          <w:p w:rsidR="003C7761" w:rsidRPr="00F14A11" w:rsidRDefault="003C7761" w:rsidP="0062648A">
            <w:pPr>
              <w:jc w:val="both"/>
            </w:pPr>
            <w:r w:rsidRPr="00F14A11">
              <w:t>51-7</w:t>
            </w:r>
          </w:p>
        </w:tc>
      </w:tr>
      <w:tr w:rsidR="003C7761" w:rsidRPr="00F14A11" w:rsidTr="0062648A">
        <w:trPr>
          <w:trHeight w:val="360"/>
        </w:trPr>
        <w:tc>
          <w:tcPr>
            <w:tcW w:w="234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2520" w:type="dxa"/>
            <w:vMerge w:val="restart"/>
          </w:tcPr>
          <w:p w:rsidR="003C7761" w:rsidRPr="00F14A11" w:rsidRDefault="003C7761" w:rsidP="0062648A">
            <w:pPr>
              <w:jc w:val="both"/>
            </w:pPr>
            <w:r w:rsidRPr="00F14A11">
              <w:t>4 квалификационный уровень</w:t>
            </w: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</w:tc>
        <w:tc>
          <w:tcPr>
            <w:tcW w:w="3060" w:type="dxa"/>
          </w:tcPr>
          <w:p w:rsidR="003C7761" w:rsidRPr="00F14A11" w:rsidRDefault="003C7761" w:rsidP="0062648A">
            <w:pPr>
              <w:jc w:val="both"/>
            </w:pPr>
            <w:r w:rsidRPr="00F14A11">
              <w:t>Отсутствие замечаний, отсутствие жалоб со стороны клиентов, отсутствие случаев производственного травматизма по итогам работы за отчетный период, содержание автотранспортного средства в технически исправном состоянии, отсутствие ДТП</w:t>
            </w:r>
          </w:p>
        </w:tc>
        <w:tc>
          <w:tcPr>
            <w:tcW w:w="1719" w:type="dxa"/>
          </w:tcPr>
          <w:p w:rsidR="003C7761" w:rsidRPr="00F14A11" w:rsidRDefault="003C7761" w:rsidP="0062648A">
            <w:pPr>
              <w:jc w:val="both"/>
            </w:pPr>
            <w:r w:rsidRPr="00F14A11">
              <w:t>94</w:t>
            </w:r>
          </w:p>
        </w:tc>
      </w:tr>
      <w:tr w:rsidR="003C7761" w:rsidRPr="00F14A11" w:rsidTr="0062648A">
        <w:trPr>
          <w:trHeight w:val="345"/>
        </w:trPr>
        <w:tc>
          <w:tcPr>
            <w:tcW w:w="234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252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3060" w:type="dxa"/>
          </w:tcPr>
          <w:p w:rsidR="003C7761" w:rsidRPr="00F14A11" w:rsidRDefault="003C7761" w:rsidP="0062648A">
            <w:pPr>
              <w:jc w:val="both"/>
            </w:pPr>
            <w:r w:rsidRPr="00F14A11">
              <w:t>Наличие единичных (не более 2-3) замечаний, наличие единичных (не более 2-3) жалоб клиентов, отсутствие случаев производственного травматизма по итогам работы за отчетный период, оперативное устранение мелких неисправностей, отсутствие ДТП</w:t>
            </w:r>
          </w:p>
        </w:tc>
        <w:tc>
          <w:tcPr>
            <w:tcW w:w="1719" w:type="dxa"/>
          </w:tcPr>
          <w:p w:rsidR="003C7761" w:rsidRPr="00F14A11" w:rsidRDefault="003C7761" w:rsidP="0062648A">
            <w:pPr>
              <w:jc w:val="both"/>
            </w:pPr>
            <w:r w:rsidRPr="00F14A11">
              <w:t>93-44</w:t>
            </w:r>
          </w:p>
        </w:tc>
      </w:tr>
      <w:tr w:rsidR="003C7761" w:rsidRPr="00F14A11" w:rsidTr="0062648A">
        <w:trPr>
          <w:trHeight w:val="465"/>
        </w:trPr>
        <w:tc>
          <w:tcPr>
            <w:tcW w:w="234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252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3060" w:type="dxa"/>
          </w:tcPr>
          <w:p w:rsidR="003C7761" w:rsidRPr="00F14A11" w:rsidRDefault="003C7761" w:rsidP="0062648A">
            <w:pPr>
              <w:jc w:val="both"/>
            </w:pPr>
            <w:r w:rsidRPr="00F14A11">
              <w:t>Наличие единичных (более 3) замечаний, наличие единичных (более 2-3) жалоб клиентов, отсутствие случаев производственного травматизма по итогам работы за отчетный период, устранение мелких неисправностей, отсутствие ДТП</w:t>
            </w:r>
          </w:p>
        </w:tc>
        <w:tc>
          <w:tcPr>
            <w:tcW w:w="1719" w:type="dxa"/>
          </w:tcPr>
          <w:p w:rsidR="003C7761" w:rsidRPr="00F14A11" w:rsidRDefault="003C7761" w:rsidP="0062648A">
            <w:pPr>
              <w:jc w:val="both"/>
            </w:pPr>
            <w:r w:rsidRPr="00F14A11">
              <w:t>43-4</w:t>
            </w:r>
          </w:p>
        </w:tc>
      </w:tr>
      <w:tr w:rsidR="003C7761" w:rsidRPr="00F14A11" w:rsidTr="0062648A">
        <w:trPr>
          <w:trHeight w:val="963"/>
        </w:trPr>
        <w:tc>
          <w:tcPr>
            <w:tcW w:w="234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2520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3060" w:type="dxa"/>
          </w:tcPr>
          <w:p w:rsidR="003C7761" w:rsidRPr="00F14A11" w:rsidRDefault="003C7761" w:rsidP="0062648A">
            <w:pPr>
              <w:jc w:val="both"/>
            </w:pPr>
            <w:r w:rsidRPr="00F14A11">
              <w:t>Наличие единичных замечаний (более 2), наличие единичных (более 2) жалоб клиентов, отсутствие случаев производственного травматизма по итогам работы за отчетный период</w:t>
            </w:r>
          </w:p>
        </w:tc>
        <w:tc>
          <w:tcPr>
            <w:tcW w:w="1719" w:type="dxa"/>
          </w:tcPr>
          <w:p w:rsidR="003C7761" w:rsidRPr="00F14A11" w:rsidRDefault="003C7761" w:rsidP="0062648A">
            <w:pPr>
              <w:jc w:val="both"/>
            </w:pPr>
            <w:r w:rsidRPr="00F14A11">
              <w:t>40-1</w:t>
            </w:r>
          </w:p>
          <w:p w:rsidR="003C7761" w:rsidRPr="00F14A11" w:rsidRDefault="003C7761" w:rsidP="0062648A">
            <w:pPr>
              <w:jc w:val="both"/>
            </w:pPr>
          </w:p>
          <w:p w:rsidR="003C7761" w:rsidRPr="00F14A11" w:rsidRDefault="003C7761" w:rsidP="0062648A">
            <w:pPr>
              <w:jc w:val="both"/>
            </w:pPr>
          </w:p>
        </w:tc>
      </w:tr>
    </w:tbl>
    <w:p w:rsidR="003C7761" w:rsidRDefault="003C7761" w:rsidP="00563DF8">
      <w:pPr>
        <w:jc w:val="both"/>
        <w:rPr>
          <w:b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552"/>
        <w:gridCol w:w="2693"/>
        <w:gridCol w:w="2268"/>
      </w:tblGrid>
      <w:tr w:rsidR="003C7761" w:rsidRPr="00F14A11" w:rsidTr="0062648A">
        <w:trPr>
          <w:trHeight w:val="699"/>
        </w:trPr>
        <w:tc>
          <w:tcPr>
            <w:tcW w:w="9781" w:type="dxa"/>
            <w:gridSpan w:val="4"/>
          </w:tcPr>
          <w:p w:rsidR="003C7761" w:rsidRPr="00F14A11" w:rsidRDefault="003C7761" w:rsidP="0062648A">
            <w:pPr>
              <w:jc w:val="both"/>
              <w:rPr>
                <w:b/>
              </w:rPr>
            </w:pPr>
            <w:r w:rsidRPr="00F14A11">
              <w:rPr>
                <w:b/>
              </w:rPr>
              <w:t>ПКГ работников физической культуры и спорта второго уровня</w:t>
            </w:r>
          </w:p>
          <w:p w:rsidR="003C7761" w:rsidRPr="00F14A11" w:rsidRDefault="003C7761" w:rsidP="0062648A">
            <w:pPr>
              <w:jc w:val="both"/>
              <w:rPr>
                <w:b/>
              </w:rPr>
            </w:pPr>
            <w:r w:rsidRPr="00F14A11">
              <w:rPr>
                <w:b/>
              </w:rPr>
              <w:t>(инструктор по адаптивной физической культуре)</w:t>
            </w:r>
          </w:p>
        </w:tc>
      </w:tr>
      <w:tr w:rsidR="003C7761" w:rsidRPr="00F14A11" w:rsidTr="0062648A">
        <w:trPr>
          <w:trHeight w:val="3107"/>
        </w:trPr>
        <w:tc>
          <w:tcPr>
            <w:tcW w:w="2268" w:type="dxa"/>
            <w:vMerge w:val="restart"/>
          </w:tcPr>
          <w:p w:rsidR="003C7761" w:rsidRPr="00F14A11" w:rsidRDefault="003C7761" w:rsidP="0062648A">
            <w:pPr>
              <w:jc w:val="both"/>
            </w:pPr>
            <w:r w:rsidRPr="00F14A11">
              <w:t xml:space="preserve">Применение современных    </w:t>
            </w:r>
            <w:r w:rsidRPr="00F14A11">
              <w:br/>
              <w:t xml:space="preserve">методик, внедрение инновационных   </w:t>
            </w:r>
            <w:r w:rsidRPr="00F14A11">
              <w:br/>
              <w:t xml:space="preserve">методов и технологий в    </w:t>
            </w:r>
            <w:r w:rsidRPr="00F14A11">
              <w:br/>
              <w:t>реабилитационный процесс, проявление систематической творческой активности</w:t>
            </w:r>
          </w:p>
          <w:p w:rsidR="003C7761" w:rsidRPr="00F14A11" w:rsidRDefault="003C7761" w:rsidP="0062648A">
            <w:pPr>
              <w:jc w:val="both"/>
            </w:pPr>
            <w:r w:rsidRPr="00F14A11">
              <w:t xml:space="preserve">Применение современных    </w:t>
            </w:r>
            <w:r w:rsidRPr="00F14A11">
              <w:br/>
              <w:t xml:space="preserve">методик, внедрение инновационных   </w:t>
            </w:r>
            <w:r w:rsidRPr="00F14A11">
              <w:br/>
              <w:t xml:space="preserve">методов и технологий в    </w:t>
            </w:r>
            <w:r w:rsidRPr="00F14A11">
              <w:br/>
              <w:t>реабилитационный процесс, проявление систематической творческой активности</w:t>
            </w:r>
          </w:p>
        </w:tc>
        <w:tc>
          <w:tcPr>
            <w:tcW w:w="2552" w:type="dxa"/>
            <w:vMerge w:val="restart"/>
          </w:tcPr>
          <w:p w:rsidR="003C7761" w:rsidRPr="00F14A11" w:rsidRDefault="003C7761" w:rsidP="0062648A">
            <w:pPr>
              <w:jc w:val="both"/>
            </w:pPr>
            <w:r w:rsidRPr="00F14A11">
              <w:t>1 квалификационный уровень</w:t>
            </w:r>
          </w:p>
          <w:p w:rsidR="003C7761" w:rsidRPr="00F14A11" w:rsidRDefault="003C7761" w:rsidP="0062648A">
            <w:pPr>
              <w:jc w:val="both"/>
            </w:pPr>
          </w:p>
        </w:tc>
        <w:tc>
          <w:tcPr>
            <w:tcW w:w="2693" w:type="dxa"/>
          </w:tcPr>
          <w:p w:rsidR="003C7761" w:rsidRPr="00F14A11" w:rsidRDefault="003C7761" w:rsidP="0062648A">
            <w:pPr>
              <w:jc w:val="both"/>
            </w:pPr>
            <w:r w:rsidRPr="00F14A11">
              <w:t>Реализация запланированных мероприятий в полном объеме на высоком уровне без замечаний, проявление систематической творческой активности за отчетный период</w:t>
            </w:r>
          </w:p>
        </w:tc>
        <w:tc>
          <w:tcPr>
            <w:tcW w:w="2268" w:type="dxa"/>
          </w:tcPr>
          <w:p w:rsidR="003C7761" w:rsidRPr="00EF24AC" w:rsidRDefault="003C7761" w:rsidP="0062648A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78</w:t>
            </w:r>
          </w:p>
        </w:tc>
      </w:tr>
      <w:tr w:rsidR="003C7761" w:rsidRPr="00F14A11" w:rsidTr="0062648A">
        <w:trPr>
          <w:trHeight w:val="2085"/>
        </w:trPr>
        <w:tc>
          <w:tcPr>
            <w:tcW w:w="2268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2552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2693" w:type="dxa"/>
          </w:tcPr>
          <w:p w:rsidR="003C7761" w:rsidRPr="00F14A11" w:rsidRDefault="003C7761" w:rsidP="0062648A">
            <w:pPr>
              <w:jc w:val="both"/>
            </w:pPr>
            <w:r w:rsidRPr="00F14A11">
              <w:t>Реализация запланированных мероприятий в полном объеме на удовлетворительном уровне с единичными (не свыше 2) замечаниями, проявление творческой активности в отдельных случаях за отчетный период</w:t>
            </w:r>
          </w:p>
        </w:tc>
        <w:tc>
          <w:tcPr>
            <w:tcW w:w="2268" w:type="dxa"/>
          </w:tcPr>
          <w:p w:rsidR="003C7761" w:rsidRPr="00F14A11" w:rsidRDefault="003C7761" w:rsidP="0062648A">
            <w:pPr>
              <w:jc w:val="both"/>
            </w:pPr>
            <w:r w:rsidRPr="00EF24AC">
              <w:t>77-52</w:t>
            </w:r>
          </w:p>
        </w:tc>
      </w:tr>
      <w:tr w:rsidR="003C7761" w:rsidRPr="00F14A11" w:rsidTr="0062648A">
        <w:trPr>
          <w:trHeight w:val="2085"/>
        </w:trPr>
        <w:tc>
          <w:tcPr>
            <w:tcW w:w="2268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2552" w:type="dxa"/>
            <w:vMerge/>
          </w:tcPr>
          <w:p w:rsidR="003C7761" w:rsidRPr="00F14A11" w:rsidRDefault="003C7761" w:rsidP="0062648A">
            <w:pPr>
              <w:jc w:val="both"/>
            </w:pPr>
          </w:p>
        </w:tc>
        <w:tc>
          <w:tcPr>
            <w:tcW w:w="2693" w:type="dxa"/>
          </w:tcPr>
          <w:p w:rsidR="003C7761" w:rsidRPr="00F14A11" w:rsidRDefault="003C7761" w:rsidP="0062648A">
            <w:pPr>
              <w:jc w:val="both"/>
            </w:pPr>
            <w:r w:rsidRPr="00F14A11">
              <w:t xml:space="preserve">Реализация запланированных мероприятий на удовлетворительном уровне с единичными (не свыше 3) замечаниями,без проявления </w:t>
            </w:r>
            <w:r>
              <w:t>т</w:t>
            </w:r>
            <w:r w:rsidRPr="00F14A11">
              <w:t>ворческой активности в отдельных случаях за отчетный период</w:t>
            </w:r>
          </w:p>
        </w:tc>
        <w:tc>
          <w:tcPr>
            <w:tcW w:w="2268" w:type="dxa"/>
          </w:tcPr>
          <w:p w:rsidR="003C7761" w:rsidRPr="00EF24AC" w:rsidRDefault="003C7761" w:rsidP="0062648A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51-7</w:t>
            </w:r>
          </w:p>
        </w:tc>
      </w:tr>
    </w:tbl>
    <w:p w:rsidR="003C7761" w:rsidRPr="00F14A11" w:rsidRDefault="003C7761" w:rsidP="00563DF8">
      <w:pPr>
        <w:jc w:val="both"/>
      </w:pPr>
    </w:p>
    <w:p w:rsidR="003C7761" w:rsidRDefault="003C7761" w:rsidP="00563DF8">
      <w:r w:rsidRPr="00F14A11">
        <w:t>** - предельное количество баллов определяется в учреждении на основе штатного расписания в соответствии  с подпунктом 6\7 видов, условий, размеров  и порядка выплат стимулирующего характера, в том числе критериев оценки результативности и качества  труда работников муниципальных учре</w:t>
      </w:r>
      <w:r>
        <w:t>ждений.</w:t>
      </w:r>
    </w:p>
    <w:p w:rsidR="003C7761" w:rsidRDefault="003C7761" w:rsidP="00563DF8"/>
    <w:p w:rsidR="003C7761" w:rsidRDefault="003C7761" w:rsidP="00563DF8"/>
    <w:p w:rsidR="003C7761" w:rsidRDefault="003C7761" w:rsidP="00563DF8"/>
    <w:p w:rsidR="003C7761" w:rsidRDefault="003C7761" w:rsidP="00563DF8"/>
    <w:p w:rsidR="003C7761" w:rsidRDefault="003C7761" w:rsidP="00563DF8"/>
    <w:p w:rsidR="003C7761" w:rsidRDefault="003C7761" w:rsidP="00563DF8"/>
    <w:p w:rsidR="003C7761" w:rsidRDefault="003C7761" w:rsidP="00563DF8"/>
    <w:p w:rsidR="003C7761" w:rsidRDefault="003C7761" w:rsidP="00563DF8"/>
    <w:p w:rsidR="003C7761" w:rsidRDefault="003C7761" w:rsidP="00563DF8"/>
    <w:p w:rsidR="003C7761" w:rsidRDefault="003C7761" w:rsidP="00563DF8"/>
    <w:p w:rsidR="003C7761" w:rsidRDefault="003C7761" w:rsidP="00563DF8"/>
    <w:p w:rsidR="003C7761" w:rsidRDefault="003C7761" w:rsidP="00563DF8"/>
    <w:p w:rsidR="003C7761" w:rsidRDefault="003C7761" w:rsidP="00563DF8"/>
    <w:p w:rsidR="003C7761" w:rsidRDefault="003C7761" w:rsidP="00563DF8"/>
    <w:p w:rsidR="003C7761" w:rsidRDefault="003C7761" w:rsidP="00563DF8"/>
    <w:p w:rsidR="003C7761" w:rsidRDefault="003C7761" w:rsidP="00563DF8"/>
    <w:p w:rsidR="003C7761" w:rsidRDefault="003C7761" w:rsidP="00563DF8"/>
    <w:p w:rsidR="003C7761" w:rsidRDefault="003C7761" w:rsidP="00563DF8"/>
    <w:p w:rsidR="003C7761" w:rsidRDefault="003C7761" w:rsidP="00563DF8"/>
    <w:p w:rsidR="003C7761" w:rsidRDefault="003C7761" w:rsidP="00563DF8"/>
    <w:p w:rsidR="003C7761" w:rsidRDefault="003C7761" w:rsidP="00563DF8"/>
    <w:p w:rsidR="003C7761" w:rsidRDefault="003C7761" w:rsidP="00563DF8"/>
    <w:p w:rsidR="003C7761" w:rsidRDefault="003C7761" w:rsidP="00563DF8"/>
    <w:p w:rsidR="003C7761" w:rsidRDefault="003C7761" w:rsidP="00563DF8"/>
    <w:p w:rsidR="003C7761" w:rsidRDefault="003C7761" w:rsidP="00563DF8"/>
    <w:p w:rsidR="003C7761" w:rsidRDefault="003C7761" w:rsidP="00563DF8"/>
    <w:p w:rsidR="003C7761" w:rsidRDefault="003C7761" w:rsidP="00563DF8"/>
    <w:p w:rsidR="003C7761" w:rsidRDefault="003C7761" w:rsidP="00563DF8"/>
    <w:p w:rsidR="003C7761" w:rsidRDefault="003C7761" w:rsidP="00563DF8"/>
    <w:p w:rsidR="003C7761" w:rsidRDefault="003C7761" w:rsidP="00563DF8"/>
    <w:p w:rsidR="003C7761" w:rsidRDefault="003C7761" w:rsidP="00563DF8"/>
    <w:p w:rsidR="003C7761" w:rsidRDefault="003C7761" w:rsidP="00563DF8"/>
    <w:p w:rsidR="003C7761" w:rsidRDefault="003C7761" w:rsidP="00563DF8"/>
    <w:p w:rsidR="003C7761" w:rsidRDefault="003C7761" w:rsidP="00563DF8"/>
    <w:p w:rsidR="003C7761" w:rsidRDefault="003C7761" w:rsidP="00563DF8"/>
    <w:p w:rsidR="003C7761" w:rsidRDefault="003C7761" w:rsidP="00563DF8"/>
    <w:p w:rsidR="003C7761" w:rsidRDefault="003C7761" w:rsidP="00563DF8"/>
    <w:p w:rsidR="003C7761" w:rsidRDefault="003C7761" w:rsidP="00563DF8"/>
    <w:p w:rsidR="003C7761" w:rsidRDefault="003C7761" w:rsidP="00563DF8"/>
    <w:p w:rsidR="003C7761" w:rsidRDefault="003C7761" w:rsidP="00563DF8"/>
    <w:p w:rsidR="003C7761" w:rsidRDefault="003C7761" w:rsidP="00563DF8"/>
    <w:p w:rsidR="003C7761" w:rsidRDefault="003C7761" w:rsidP="00563DF8"/>
    <w:p w:rsidR="003C7761" w:rsidRDefault="003C7761" w:rsidP="00563DF8"/>
    <w:p w:rsidR="003C7761" w:rsidRDefault="003C7761" w:rsidP="00563DF8"/>
    <w:p w:rsidR="003C7761" w:rsidRDefault="003C7761" w:rsidP="00563DF8"/>
    <w:p w:rsidR="003C7761" w:rsidRDefault="003C7761" w:rsidP="00563DF8"/>
    <w:p w:rsidR="003C7761" w:rsidRDefault="003C7761" w:rsidP="00563DF8"/>
    <w:p w:rsidR="003C7761" w:rsidRDefault="003C7761" w:rsidP="00563DF8"/>
    <w:p w:rsidR="003C7761" w:rsidRDefault="003C7761" w:rsidP="00563DF8"/>
    <w:p w:rsidR="003C7761" w:rsidRDefault="003C7761" w:rsidP="00563DF8"/>
    <w:sectPr w:rsidR="003C7761" w:rsidSect="00191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56030"/>
    <w:multiLevelType w:val="multilevel"/>
    <w:tmpl w:val="F962BF78"/>
    <w:lvl w:ilvl="0">
      <w:start w:val="1"/>
      <w:numFmt w:val="decimal"/>
      <w:lvlText w:val="%1"/>
      <w:lvlJc w:val="left"/>
      <w:pPr>
        <w:ind w:left="408" w:hanging="408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08" w:hanging="408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6089"/>
    <w:rsid w:val="00084876"/>
    <w:rsid w:val="0013287F"/>
    <w:rsid w:val="00163AC1"/>
    <w:rsid w:val="0018316E"/>
    <w:rsid w:val="0019199F"/>
    <w:rsid w:val="002247DB"/>
    <w:rsid w:val="0023782B"/>
    <w:rsid w:val="003C7761"/>
    <w:rsid w:val="003E3D3C"/>
    <w:rsid w:val="00563DF8"/>
    <w:rsid w:val="00611273"/>
    <w:rsid w:val="0062648A"/>
    <w:rsid w:val="00662F5A"/>
    <w:rsid w:val="00702C74"/>
    <w:rsid w:val="007701EC"/>
    <w:rsid w:val="008C12CC"/>
    <w:rsid w:val="009539C9"/>
    <w:rsid w:val="00960712"/>
    <w:rsid w:val="00A5494B"/>
    <w:rsid w:val="00B17BFA"/>
    <w:rsid w:val="00BD3825"/>
    <w:rsid w:val="00C240CD"/>
    <w:rsid w:val="00CE4E9D"/>
    <w:rsid w:val="00CE7BCD"/>
    <w:rsid w:val="00D04971"/>
    <w:rsid w:val="00D12034"/>
    <w:rsid w:val="00DD163C"/>
    <w:rsid w:val="00EA6089"/>
    <w:rsid w:val="00EF24AC"/>
    <w:rsid w:val="00F14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08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C12C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26</Pages>
  <Words>5300</Words>
  <Characters>30210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Приложение №2</dc:title>
  <dc:subject/>
  <dc:creator>ГлавБух</dc:creator>
  <cp:keywords/>
  <dc:description/>
  <cp:lastModifiedBy>User</cp:lastModifiedBy>
  <cp:revision>3</cp:revision>
  <dcterms:created xsi:type="dcterms:W3CDTF">2016-01-11T08:04:00Z</dcterms:created>
  <dcterms:modified xsi:type="dcterms:W3CDTF">2016-01-11T08:13:00Z</dcterms:modified>
</cp:coreProperties>
</file>